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17DCFD" w14:textId="29933434" w:rsidR="00A500E1" w:rsidRPr="00D1566F" w:rsidRDefault="00A500E1" w:rsidP="00A500E1">
      <w:pPr>
        <w:pStyle w:val="HeaderDeckblatt"/>
        <w:rPr>
          <w:lang w:val="de-DE"/>
        </w:rPr>
      </w:pPr>
      <w:bookmarkStart w:id="0" w:name="_Toc158887471"/>
      <w:r w:rsidRPr="00D1566F">
        <w:rPr>
          <w:lang w:val="de-DE"/>
        </w:rPr>
        <w:t>OXID eSales</w:t>
      </w:r>
      <w:r w:rsidRPr="00D1566F">
        <w:rPr>
          <w:lang w:val="de-DE"/>
        </w:rPr>
        <w:br/>
        <w:t>Dokumentation</w:t>
      </w:r>
    </w:p>
    <w:p w14:paraId="2885A3FD" w14:textId="77777777" w:rsidR="00A500E1" w:rsidRPr="00D1566F" w:rsidRDefault="00A500E1" w:rsidP="00A500E1">
      <w:pPr>
        <w:pStyle w:val="HeaderDeckblatt"/>
        <w:spacing w:before="0" w:line="240" w:lineRule="auto"/>
        <w:rPr>
          <w:lang w:val="de-DE"/>
        </w:rPr>
      </w:pPr>
    </w:p>
    <w:p w14:paraId="29F0DEBA" w14:textId="77777777" w:rsidR="00A4067F" w:rsidRPr="00D1566F" w:rsidRDefault="00A4067F" w:rsidP="00A500E1">
      <w:pPr>
        <w:pStyle w:val="HeaderDeckblatt"/>
        <w:spacing w:before="0" w:line="240" w:lineRule="auto"/>
        <w:rPr>
          <w:lang w:val="de-DE"/>
        </w:rPr>
      </w:pPr>
    </w:p>
    <w:p w14:paraId="189D59CB" w14:textId="097863C2" w:rsidR="00FE09C3" w:rsidRPr="00D1566F" w:rsidRDefault="00812723" w:rsidP="00A500E1">
      <w:pPr>
        <w:pStyle w:val="HeaderDeckblatt"/>
        <w:spacing w:before="0" w:line="240" w:lineRule="auto"/>
        <w:rPr>
          <w:lang w:val="de-DE"/>
        </w:rPr>
        <w:sectPr w:rsidR="00FE09C3" w:rsidRPr="00D1566F" w:rsidSect="008F307F">
          <w:headerReference w:type="default" r:id="rId8"/>
          <w:footerReference w:type="even" r:id="rId9"/>
          <w:footerReference w:type="default" r:id="rId10"/>
          <w:headerReference w:type="first" r:id="rId11"/>
          <w:footerReference w:type="first" r:id="rId12"/>
          <w:pgSz w:w="11906" w:h="16838" w:code="9"/>
          <w:pgMar w:top="2552" w:right="851" w:bottom="1701" w:left="1418" w:header="0" w:footer="0" w:gutter="0"/>
          <w:cols w:space="708"/>
          <w:titlePg/>
          <w:docGrid w:linePitch="360"/>
        </w:sectPr>
      </w:pPr>
      <w:r w:rsidRPr="00D1566F">
        <w:rPr>
          <w:lang w:val="de-DE"/>
        </w:rPr>
        <w:t>Benutzerhandbuch</w:t>
      </w:r>
      <w:r w:rsidR="00A500E1" w:rsidRPr="00D1566F">
        <w:rPr>
          <w:lang w:val="de-DE"/>
        </w:rPr>
        <w:t xml:space="preserve"> Modul </w:t>
      </w:r>
      <w:r w:rsidR="00681808">
        <w:rPr>
          <w:lang w:val="de-DE"/>
        </w:rPr>
        <w:br/>
        <w:t xml:space="preserve">GDPR </w:t>
      </w:r>
      <w:r w:rsidR="00C67217">
        <w:rPr>
          <w:lang w:val="de-DE"/>
        </w:rPr>
        <w:t>Opt-in</w:t>
      </w:r>
    </w:p>
    <w:p w14:paraId="678A7A84" w14:textId="77777777" w:rsidR="00DD2F3B" w:rsidRPr="00D1566F" w:rsidRDefault="00DD2F3B" w:rsidP="00DD2F3B">
      <w:pPr>
        <w:pStyle w:val="berschrift"/>
        <w:rPr>
          <w:lang w:val="de-DE"/>
        </w:rPr>
      </w:pPr>
      <w:bookmarkStart w:id="1" w:name="_Toc165112072"/>
      <w:bookmarkStart w:id="2" w:name="_Toc185061112"/>
      <w:bookmarkStart w:id="3" w:name="_Toc513209318"/>
      <w:r w:rsidRPr="00D1566F">
        <w:rPr>
          <w:lang w:val="de-DE"/>
        </w:rPr>
        <w:lastRenderedPageBreak/>
        <w:t>Copyright</w:t>
      </w:r>
      <w:bookmarkEnd w:id="0"/>
      <w:bookmarkEnd w:id="1"/>
      <w:bookmarkEnd w:id="2"/>
      <w:bookmarkEnd w:id="3"/>
    </w:p>
    <w:p w14:paraId="468AF584" w14:textId="77777777" w:rsidR="00DD2F3B" w:rsidRPr="00D1566F" w:rsidRDefault="00DD2F3B" w:rsidP="000F237A">
      <w:r w:rsidRPr="00D1566F">
        <w:t xml:space="preserve">Copyright © </w:t>
      </w:r>
      <w:r w:rsidR="0059008D" w:rsidRPr="00D1566F">
        <w:fldChar w:fldCharType="begin"/>
      </w:r>
      <w:r w:rsidR="00436E8E" w:rsidRPr="00D1566F">
        <w:instrText xml:space="preserve"> DATE  \@ "yyyy"  \* MERGEFORMAT </w:instrText>
      </w:r>
      <w:r w:rsidR="0059008D" w:rsidRPr="00D1566F">
        <w:fldChar w:fldCharType="separate"/>
      </w:r>
      <w:r w:rsidR="00276642">
        <w:rPr>
          <w:noProof/>
        </w:rPr>
        <w:t>2018</w:t>
      </w:r>
      <w:r w:rsidR="0059008D" w:rsidRPr="00D1566F">
        <w:rPr>
          <w:noProof/>
        </w:rPr>
        <w:fldChar w:fldCharType="end"/>
      </w:r>
      <w:r w:rsidRPr="00D1566F">
        <w:t xml:space="preserve"> OXID eSales </w:t>
      </w:r>
      <w:r w:rsidR="00921477" w:rsidRPr="00D1566F">
        <w:t>AG</w:t>
      </w:r>
      <w:r w:rsidRPr="00D1566F">
        <w:t>, Deutschland</w:t>
      </w:r>
    </w:p>
    <w:p w14:paraId="5BF9A171" w14:textId="77777777" w:rsidR="00DD2F3B" w:rsidRPr="00D1566F" w:rsidRDefault="00DD2F3B" w:rsidP="000F237A">
      <w:pPr>
        <w:rPr>
          <w:rStyle w:val="BesuchterHyperlink"/>
        </w:rPr>
      </w:pPr>
      <w:r w:rsidRPr="00D1566F">
        <w:t xml:space="preserve">Die Vervielfältigung dieses Dokuments </w:t>
      </w:r>
      <w:r w:rsidRPr="00D1566F">
        <w:rPr>
          <w:rStyle w:val="BesuchterHyperlink"/>
        </w:rPr>
        <w:t>oder Teilen davon, insbesondere die Verwendung von</w:t>
      </w:r>
    </w:p>
    <w:p w14:paraId="12B359C0" w14:textId="77777777" w:rsidR="00DD2F3B" w:rsidRPr="00D1566F" w:rsidRDefault="00DD2F3B" w:rsidP="000F237A">
      <w:pPr>
        <w:rPr>
          <w:rStyle w:val="BesuchterHyperlink"/>
        </w:rPr>
      </w:pPr>
      <w:r w:rsidRPr="00D1566F">
        <w:rPr>
          <w:rStyle w:val="BesuchterHyperlink"/>
        </w:rPr>
        <w:t>Texten oder Textteilen bedarf der ausdrücklichen vorherigen Zustimmung der OXID eSales</w:t>
      </w:r>
    </w:p>
    <w:p w14:paraId="0586CB3C" w14:textId="77777777" w:rsidR="00DD2F3B" w:rsidRPr="00D1566F" w:rsidRDefault="00921477" w:rsidP="000F237A">
      <w:pPr>
        <w:rPr>
          <w:rStyle w:val="BesuchterHyperlink"/>
        </w:rPr>
      </w:pPr>
      <w:r w:rsidRPr="00D1566F">
        <w:rPr>
          <w:rStyle w:val="BesuchterHyperlink"/>
        </w:rPr>
        <w:t>AG</w:t>
      </w:r>
      <w:r w:rsidR="00DD2F3B" w:rsidRPr="00D1566F">
        <w:rPr>
          <w:rStyle w:val="BesuchterHyperlink"/>
        </w:rPr>
        <w:t>.</w:t>
      </w:r>
    </w:p>
    <w:p w14:paraId="225FDF3E" w14:textId="77777777" w:rsidR="00A35D79" w:rsidRPr="00D1566F" w:rsidRDefault="00A35D79" w:rsidP="000F237A">
      <w:pPr>
        <w:rPr>
          <w:rStyle w:val="BesuchterHyperlink"/>
        </w:rPr>
      </w:pPr>
    </w:p>
    <w:p w14:paraId="5E73259A" w14:textId="77777777" w:rsidR="00DD2F3B" w:rsidRPr="00D1566F" w:rsidRDefault="00DD2F3B" w:rsidP="000F237A">
      <w:r w:rsidRPr="00D1566F">
        <w:t>Die in diesem Dokument bereit gestellten Informationen wurden nach aktuellem Stand der</w:t>
      </w:r>
    </w:p>
    <w:p w14:paraId="02766322" w14:textId="77777777" w:rsidR="00DD2F3B" w:rsidRPr="00D1566F" w:rsidRDefault="00DD2F3B" w:rsidP="000F237A">
      <w:r w:rsidRPr="00D1566F">
        <w:t xml:space="preserve">Technik verfasst. Die OXID eSales </w:t>
      </w:r>
      <w:r w:rsidR="00921477" w:rsidRPr="00D1566F">
        <w:t>AG</w:t>
      </w:r>
      <w:r w:rsidRPr="00D1566F">
        <w:t xml:space="preserve"> übernimmt jedoch keine Haftung oder Garantie für</w:t>
      </w:r>
    </w:p>
    <w:p w14:paraId="12C5CF32" w14:textId="77777777" w:rsidR="00DD2F3B" w:rsidRPr="00D1566F" w:rsidRDefault="00DD2F3B" w:rsidP="000F237A">
      <w:r w:rsidRPr="00D1566F">
        <w:t>die Aktualität, Richtigkeit und Vollständigkeit der bereit gestellten Informationen. Da sich</w:t>
      </w:r>
    </w:p>
    <w:p w14:paraId="49AA5B5A" w14:textId="77777777" w:rsidR="00DD2F3B" w:rsidRPr="00D1566F" w:rsidRDefault="00DD2F3B" w:rsidP="00713DCC">
      <w:r w:rsidRPr="00D1566F">
        <w:t>Fehler, trotz aller Bemühungen nie vollständig vermeiden lassen, sind wir für Hinweise</w:t>
      </w:r>
    </w:p>
    <w:p w14:paraId="5BEC2B91" w14:textId="4123F2E5" w:rsidR="00A35D79" w:rsidRPr="00D1566F" w:rsidRDefault="00DD2F3B" w:rsidP="000F237A">
      <w:r w:rsidRPr="00D1566F">
        <w:t>jederzeit dankbar.</w:t>
      </w:r>
    </w:p>
    <w:p w14:paraId="0E504341" w14:textId="4214508E" w:rsidR="00A35D79" w:rsidRPr="00D1566F" w:rsidRDefault="00A35D79" w:rsidP="00A35D79">
      <w:pPr>
        <w:pStyle w:val="berschrift"/>
        <w:rPr>
          <w:lang w:val="de-DE"/>
        </w:rPr>
      </w:pPr>
      <w:bookmarkStart w:id="4" w:name="_Toc513209319"/>
      <w:r w:rsidRPr="00D1566F">
        <w:rPr>
          <w:lang w:val="de-DE"/>
        </w:rPr>
        <w:t>Lizenz</w:t>
      </w:r>
      <w:bookmarkEnd w:id="4"/>
    </w:p>
    <w:p w14:paraId="7F3FD25D" w14:textId="77777777" w:rsidR="00A35D79" w:rsidRPr="00D1566F" w:rsidRDefault="00A35D79" w:rsidP="00A35D79">
      <w:r w:rsidRPr="00D1566F">
        <w:t>Die Lizensierung der Software ist abhängig von der eingesetzten Shop-Edition.</w:t>
      </w:r>
    </w:p>
    <w:p w14:paraId="4E763E1C" w14:textId="77777777" w:rsidR="00A35D79" w:rsidRPr="00D1566F" w:rsidRDefault="00A35D79" w:rsidP="00A35D79"/>
    <w:p w14:paraId="2939899F" w14:textId="671DDD29" w:rsidR="00A35D79" w:rsidRPr="00D1566F" w:rsidRDefault="00A35D79" w:rsidP="00A35D79">
      <w:r w:rsidRPr="00D1566F">
        <w:t>Die Software für den OXID eShop Community Edition wird unter der GNU General Public License v3 veröf</w:t>
      </w:r>
      <w:r w:rsidR="008837ED" w:rsidRPr="00D1566F">
        <w:softHyphen/>
      </w:r>
      <w:r w:rsidRPr="00D1566F">
        <w:t xml:space="preserve">fentlicht. Sie dürfen </w:t>
      </w:r>
      <w:r w:rsidR="00897C1F" w:rsidRPr="00D1566F">
        <w:t>diese</w:t>
      </w:r>
      <w:r w:rsidRPr="00D1566F">
        <w:t xml:space="preserve"> entsprechend den von der Free Software Foundation herausgegebenen Lizenz</w:t>
      </w:r>
      <w:r w:rsidR="008837ED" w:rsidRPr="00D1566F">
        <w:softHyphen/>
      </w:r>
      <w:r w:rsidRPr="00D1566F">
        <w:t>bedingungen weiter veröffentlichen und/oder verändern. Die rechtsgültigen Lizenzbedingungen für die Weitergabe von Software, die der GNU GPL unterliegt, entnehmen Sie bitte dem englischen Or</w:t>
      </w:r>
      <w:r w:rsidR="00745C1C" w:rsidRPr="00D1566F">
        <w:t>i</w:t>
      </w:r>
      <w:r w:rsidRPr="00D1566F">
        <w:t>ginaltext unter http://www.gnu.org/licenses/gpl.html.</w:t>
      </w:r>
    </w:p>
    <w:p w14:paraId="1F615D40" w14:textId="77777777" w:rsidR="00A35D79" w:rsidRPr="00D1566F" w:rsidRDefault="00A35D79" w:rsidP="00A35D79"/>
    <w:p w14:paraId="75431479" w14:textId="77777777" w:rsidR="00A35D79" w:rsidRPr="00D1566F" w:rsidRDefault="00A35D79" w:rsidP="00A35D79">
      <w:r w:rsidRPr="00D1566F">
        <w:t>Die Software für den OXID eShop Professional und Enterprise Edition wird unter kommerzieller Lizenz veröffentlicht. Die alleinigen Rechte an der Software liegen ausschließlich bei der OXID eSales AG. Eine Dekompilierung des Quellcodes, unerlaubte Vervielfältigung sowie die Weitergabe an</w:t>
      </w:r>
    </w:p>
    <w:p w14:paraId="3830C578" w14:textId="0E4534C6" w:rsidR="00A35D79" w:rsidRPr="00D1566F" w:rsidRDefault="00A35D79" w:rsidP="00A35D79">
      <w:r w:rsidRPr="00D1566F">
        <w:t>Dritte ist nicht gestattet. Zuwiderhandlungen werden ausnahmslos zur Anzeige gebracht und strafrecht</w:t>
      </w:r>
      <w:r w:rsidR="008837ED" w:rsidRPr="00D1566F">
        <w:softHyphen/>
      </w:r>
      <w:r w:rsidRPr="00D1566F">
        <w:t>lich verfolgt.</w:t>
      </w:r>
    </w:p>
    <w:p w14:paraId="2F638868" w14:textId="77777777" w:rsidR="00A35D79" w:rsidRPr="00D1566F" w:rsidRDefault="00A35D79">
      <w:pPr>
        <w:spacing w:line="240" w:lineRule="auto"/>
      </w:pPr>
      <w:r w:rsidRPr="00D1566F">
        <w:br w:type="page"/>
      </w:r>
    </w:p>
    <w:p w14:paraId="5C9DD37E" w14:textId="77777777" w:rsidR="00B32B69" w:rsidRPr="00D1566F" w:rsidRDefault="00B32B69" w:rsidP="00B32B69">
      <w:pPr>
        <w:pStyle w:val="berschrift"/>
        <w:rPr>
          <w:lang w:val="de-DE"/>
        </w:rPr>
      </w:pPr>
      <w:bookmarkStart w:id="5" w:name="_Toc158887472"/>
      <w:bookmarkStart w:id="6" w:name="_Toc165112073"/>
      <w:bookmarkStart w:id="7" w:name="_Toc185061113"/>
      <w:bookmarkStart w:id="8" w:name="_Toc189641415"/>
      <w:bookmarkStart w:id="9" w:name="_Toc223771708"/>
      <w:bookmarkStart w:id="10" w:name="_Toc223935712"/>
      <w:bookmarkStart w:id="11" w:name="_Toc230412497"/>
      <w:bookmarkStart w:id="12" w:name="_Toc158887473"/>
      <w:bookmarkStart w:id="13" w:name="_Toc165112074"/>
      <w:bookmarkStart w:id="14" w:name="_Toc185061114"/>
      <w:bookmarkStart w:id="15" w:name="_Toc513209320"/>
      <w:r w:rsidRPr="00D1566F">
        <w:rPr>
          <w:lang w:val="de-DE"/>
        </w:rPr>
        <w:lastRenderedPageBreak/>
        <w:t>Konventionen</w:t>
      </w:r>
      <w:bookmarkEnd w:id="5"/>
      <w:bookmarkEnd w:id="6"/>
      <w:bookmarkEnd w:id="7"/>
      <w:bookmarkEnd w:id="8"/>
      <w:bookmarkEnd w:id="9"/>
      <w:bookmarkEnd w:id="10"/>
      <w:bookmarkEnd w:id="11"/>
      <w:bookmarkEnd w:id="15"/>
    </w:p>
    <w:p w14:paraId="2DC77618" w14:textId="77777777" w:rsidR="00B32B69" w:rsidRPr="00D1566F" w:rsidRDefault="00B32B69" w:rsidP="00B32B69">
      <w:r w:rsidRPr="00D1566F">
        <w:t>In diesem Dokument werden die folgenden typographischen Konventionen verwendet:</w:t>
      </w:r>
    </w:p>
    <w:p w14:paraId="580A5115" w14:textId="77777777" w:rsidR="00B32B69" w:rsidRPr="00D1566F" w:rsidRDefault="00B32B69" w:rsidP="00B32B69">
      <w:r w:rsidRPr="00D1566F">
        <w:rPr>
          <w:rStyle w:val="BenutzereingabenundCodeZchn"/>
        </w:rPr>
        <w:t>Grau hinterlegte Proportionalschrift</w:t>
      </w:r>
    </w:p>
    <w:p w14:paraId="1ED56EB8" w14:textId="77777777" w:rsidR="00B32B69" w:rsidRPr="00D1566F" w:rsidRDefault="00B32B69" w:rsidP="00B32B69">
      <w:r w:rsidRPr="00D1566F">
        <w:tab/>
        <w:t>Für Benutzereingaben, Quellcode und URLs</w:t>
      </w:r>
    </w:p>
    <w:p w14:paraId="7D054562" w14:textId="77777777" w:rsidR="00B32B69" w:rsidRPr="00D1566F" w:rsidRDefault="00B32B69" w:rsidP="00B32B69">
      <w:pPr>
        <w:pStyle w:val="DateinamenundPfade"/>
      </w:pPr>
      <w:r w:rsidRPr="00D1566F">
        <w:t>Graue Kursivschrift</w:t>
      </w:r>
    </w:p>
    <w:p w14:paraId="4E43B7D0" w14:textId="77777777" w:rsidR="00B32B69" w:rsidRPr="00D1566F" w:rsidRDefault="00B32B69" w:rsidP="00B32B69">
      <w:r w:rsidRPr="00D1566F">
        <w:tab/>
        <w:t>Für Dateinamen und Pfade</w:t>
      </w:r>
    </w:p>
    <w:p w14:paraId="16EF801B" w14:textId="77777777" w:rsidR="00B32B69" w:rsidRPr="00D1566F" w:rsidRDefault="00B32B69" w:rsidP="00B32B69">
      <w:pPr>
        <w:pStyle w:val="EingabefelderundNavigationsschritte"/>
      </w:pPr>
      <w:r w:rsidRPr="00D1566F">
        <w:t>Fettschrift</w:t>
      </w:r>
    </w:p>
    <w:p w14:paraId="7D12419B" w14:textId="77777777" w:rsidR="00B32B69" w:rsidRPr="00D1566F" w:rsidRDefault="00B32B69" w:rsidP="00B32B69">
      <w:r w:rsidRPr="00D1566F">
        <w:tab/>
        <w:t>Für Eingabefelder und Navigationsschritte</w:t>
      </w:r>
    </w:p>
    <w:p w14:paraId="406BC12F" w14:textId="77777777" w:rsidR="00B32B69" w:rsidRPr="00D1566F" w:rsidRDefault="00B32B69" w:rsidP="00B32B69">
      <w:pPr>
        <w:pStyle w:val="Warnungen"/>
      </w:pPr>
      <w:r w:rsidRPr="00D1566F">
        <w:t>Fettschrift dunkelrot</w:t>
      </w:r>
    </w:p>
    <w:p w14:paraId="00DEF4E1" w14:textId="77777777" w:rsidR="00B32B69" w:rsidRPr="00D1566F" w:rsidRDefault="00B32B69" w:rsidP="00B32B69">
      <w:r w:rsidRPr="00D1566F">
        <w:tab/>
        <w:t>Für Warnungen und wichtige Hinweise</w:t>
      </w:r>
    </w:p>
    <w:p w14:paraId="04651630" w14:textId="77777777" w:rsidR="00163DC4" w:rsidRPr="00D1566F" w:rsidRDefault="00CE54CA" w:rsidP="00CE54CA">
      <w:pPr>
        <w:pStyle w:val="berschrift"/>
        <w:rPr>
          <w:lang w:val="de-DE"/>
        </w:rPr>
      </w:pPr>
      <w:bookmarkStart w:id="16" w:name="_Toc513209321"/>
      <w:r w:rsidRPr="00D1566F">
        <w:rPr>
          <w:lang w:val="de-DE"/>
        </w:rPr>
        <w:t>Impressum</w:t>
      </w:r>
      <w:bookmarkEnd w:id="12"/>
      <w:bookmarkEnd w:id="13"/>
      <w:bookmarkEnd w:id="14"/>
      <w:bookmarkEnd w:id="16"/>
    </w:p>
    <w:p w14:paraId="3510D6A1" w14:textId="77777777" w:rsidR="00E41748" w:rsidRPr="00D1566F" w:rsidRDefault="00E41748" w:rsidP="00E41748">
      <w:r w:rsidRPr="00D1566F">
        <w:t>OXID eSales AG</w:t>
      </w:r>
    </w:p>
    <w:p w14:paraId="62069D62" w14:textId="77777777" w:rsidR="00E41748" w:rsidRPr="00D1566F" w:rsidRDefault="00E41748" w:rsidP="00E41748">
      <w:r w:rsidRPr="00D1566F">
        <w:t>Bertoldstraße 48</w:t>
      </w:r>
    </w:p>
    <w:p w14:paraId="32D0B0AD" w14:textId="77777777" w:rsidR="00E41748" w:rsidRPr="00D1566F" w:rsidRDefault="00E41748" w:rsidP="00E41748">
      <w:r w:rsidRPr="00D1566F">
        <w:t xml:space="preserve">79098 Freiburg </w:t>
      </w:r>
    </w:p>
    <w:p w14:paraId="0B16A695" w14:textId="77777777" w:rsidR="00E41748" w:rsidRPr="00D1566F" w:rsidRDefault="00E41748" w:rsidP="00E41748">
      <w:r w:rsidRPr="00D1566F">
        <w:t>Deutschland</w:t>
      </w:r>
    </w:p>
    <w:p w14:paraId="7F014B69" w14:textId="77777777" w:rsidR="00E41748" w:rsidRPr="00D1566F" w:rsidRDefault="00E41748" w:rsidP="00E41748">
      <w:r w:rsidRPr="00D1566F">
        <w:t>Fon: +49 (761) 36889 0</w:t>
      </w:r>
    </w:p>
    <w:p w14:paraId="6FB6FE91" w14:textId="77777777" w:rsidR="00E41748" w:rsidRPr="00D1566F" w:rsidRDefault="00E41748" w:rsidP="00E41748">
      <w:r w:rsidRPr="00D1566F">
        <w:t>Fax: +49 (761) 36889 29</w:t>
      </w:r>
    </w:p>
    <w:p w14:paraId="5A50F197" w14:textId="76462527" w:rsidR="00E41748" w:rsidRPr="00D1566F" w:rsidRDefault="00E41748" w:rsidP="00E41748">
      <w:r w:rsidRPr="00D1566F">
        <w:t xml:space="preserve">Vorstand: Roland Fesenmayr (Vorsitzender), </w:t>
      </w:r>
      <w:r w:rsidR="00541042">
        <w:t>Dr. Oliver Ciupke</w:t>
      </w:r>
    </w:p>
    <w:p w14:paraId="6E5123DD" w14:textId="0D8696C3" w:rsidR="00E41748" w:rsidRPr="00D1566F" w:rsidRDefault="00E41748" w:rsidP="00E41748">
      <w:r w:rsidRPr="00D1566F">
        <w:t xml:space="preserve">Aufsichtsrat: </w:t>
      </w:r>
      <w:r w:rsidR="003C0621" w:rsidRPr="00D1566F">
        <w:t xml:space="preserve">Michael Schlenk </w:t>
      </w:r>
      <w:r w:rsidRPr="00D1566F">
        <w:t>(Vorsitzender)</w:t>
      </w:r>
    </w:p>
    <w:p w14:paraId="39D9D8B6" w14:textId="77777777" w:rsidR="00E41748" w:rsidRPr="00D1566F" w:rsidRDefault="00E41748" w:rsidP="00E41748">
      <w:r w:rsidRPr="00D1566F">
        <w:t>Sitz: Freiburg</w:t>
      </w:r>
    </w:p>
    <w:p w14:paraId="755B88AB" w14:textId="77777777" w:rsidR="00E41748" w:rsidRPr="00D1566F" w:rsidRDefault="00E41748" w:rsidP="00E41748">
      <w:r w:rsidRPr="00D1566F">
        <w:t>Amtsgericht Freiburg i. Brg.</w:t>
      </w:r>
    </w:p>
    <w:p w14:paraId="5396FE0F" w14:textId="77777777" w:rsidR="00784518" w:rsidRPr="00D1566F" w:rsidRDefault="00E41748" w:rsidP="00E41748">
      <w:r w:rsidRPr="00D1566F">
        <w:t>HRB 701648</w:t>
      </w:r>
    </w:p>
    <w:p w14:paraId="629D5BB1" w14:textId="77777777" w:rsidR="00A500E1" w:rsidRPr="00D1566F" w:rsidRDefault="00DD2F3B" w:rsidP="00F006DD">
      <w:pPr>
        <w:pStyle w:val="berschrift"/>
        <w:rPr>
          <w:lang w:val="de-DE"/>
        </w:rPr>
      </w:pPr>
      <w:r w:rsidRPr="00D1566F">
        <w:rPr>
          <w:lang w:val="de-DE"/>
        </w:rPr>
        <w:br w:type="page"/>
      </w:r>
      <w:bookmarkStart w:id="17" w:name="_Toc158887474"/>
      <w:bookmarkStart w:id="18" w:name="_Toc165112075"/>
      <w:bookmarkStart w:id="19" w:name="_Toc185061115"/>
      <w:bookmarkStart w:id="20" w:name="_Toc189641417"/>
      <w:bookmarkStart w:id="21" w:name="_Toc513209322"/>
      <w:r w:rsidR="00A500E1" w:rsidRPr="00D1566F">
        <w:rPr>
          <w:lang w:val="de-DE"/>
        </w:rPr>
        <w:lastRenderedPageBreak/>
        <w:t>Inhalts</w:t>
      </w:r>
      <w:bookmarkEnd w:id="17"/>
      <w:bookmarkEnd w:id="18"/>
      <w:r w:rsidR="00A500E1" w:rsidRPr="00D1566F">
        <w:rPr>
          <w:lang w:val="de-DE"/>
        </w:rPr>
        <w:t>verzeichnis</w:t>
      </w:r>
      <w:bookmarkEnd w:id="19"/>
      <w:bookmarkEnd w:id="20"/>
      <w:bookmarkEnd w:id="21"/>
    </w:p>
    <w:p w14:paraId="48576FE5" w14:textId="77777777" w:rsidR="008463F3" w:rsidRDefault="0059008D">
      <w:pPr>
        <w:pStyle w:val="Verzeichnis1"/>
        <w:rPr>
          <w:rFonts w:asciiTheme="minorHAnsi" w:eastAsiaTheme="minorEastAsia" w:hAnsiTheme="minorHAnsi" w:cstheme="minorBidi"/>
          <w:noProof/>
          <w:sz w:val="22"/>
          <w:szCs w:val="22"/>
        </w:rPr>
      </w:pPr>
      <w:r w:rsidRPr="00D1566F">
        <w:rPr>
          <w:rFonts w:cs="Arial"/>
          <w:b/>
          <w:bCs/>
          <w:color w:val="333333"/>
          <w:kern w:val="32"/>
          <w:szCs w:val="18"/>
        </w:rPr>
        <w:fldChar w:fldCharType="begin"/>
      </w:r>
      <w:r w:rsidR="00446FCC" w:rsidRPr="00D1566F">
        <w:rPr>
          <w:rFonts w:cs="Arial"/>
          <w:b/>
          <w:bCs/>
          <w:color w:val="333333"/>
          <w:kern w:val="32"/>
          <w:szCs w:val="18"/>
        </w:rPr>
        <w:instrText xml:space="preserve"> TOC \o "1-3" \h \z \u </w:instrText>
      </w:r>
      <w:r w:rsidRPr="00D1566F">
        <w:rPr>
          <w:rFonts w:cs="Arial"/>
          <w:b/>
          <w:bCs/>
          <w:color w:val="333333"/>
          <w:kern w:val="32"/>
          <w:szCs w:val="18"/>
        </w:rPr>
        <w:fldChar w:fldCharType="separate"/>
      </w:r>
      <w:hyperlink w:anchor="_Toc513209318" w:history="1">
        <w:r w:rsidR="008463F3" w:rsidRPr="00F920E8">
          <w:rPr>
            <w:rStyle w:val="Hyperlink"/>
            <w:noProof/>
          </w:rPr>
          <w:t>Copyright</w:t>
        </w:r>
        <w:r w:rsidR="008463F3">
          <w:rPr>
            <w:noProof/>
            <w:webHidden/>
          </w:rPr>
          <w:tab/>
        </w:r>
        <w:r w:rsidR="008463F3">
          <w:rPr>
            <w:noProof/>
            <w:webHidden/>
          </w:rPr>
          <w:fldChar w:fldCharType="begin"/>
        </w:r>
        <w:r w:rsidR="008463F3">
          <w:rPr>
            <w:noProof/>
            <w:webHidden/>
          </w:rPr>
          <w:instrText xml:space="preserve"> PAGEREF _Toc513209318 \h </w:instrText>
        </w:r>
        <w:r w:rsidR="008463F3">
          <w:rPr>
            <w:noProof/>
            <w:webHidden/>
          </w:rPr>
        </w:r>
        <w:r w:rsidR="008463F3">
          <w:rPr>
            <w:noProof/>
            <w:webHidden/>
          </w:rPr>
          <w:fldChar w:fldCharType="separate"/>
        </w:r>
        <w:r w:rsidR="00276642">
          <w:rPr>
            <w:noProof/>
            <w:webHidden/>
          </w:rPr>
          <w:t>2</w:t>
        </w:r>
        <w:r w:rsidR="008463F3">
          <w:rPr>
            <w:noProof/>
            <w:webHidden/>
          </w:rPr>
          <w:fldChar w:fldCharType="end"/>
        </w:r>
      </w:hyperlink>
    </w:p>
    <w:p w14:paraId="5D6C73EA" w14:textId="77777777" w:rsidR="008463F3" w:rsidRDefault="008463F3">
      <w:pPr>
        <w:pStyle w:val="Verzeichnis1"/>
        <w:rPr>
          <w:rFonts w:asciiTheme="minorHAnsi" w:eastAsiaTheme="minorEastAsia" w:hAnsiTheme="minorHAnsi" w:cstheme="minorBidi"/>
          <w:noProof/>
          <w:sz w:val="22"/>
          <w:szCs w:val="22"/>
        </w:rPr>
      </w:pPr>
      <w:hyperlink w:anchor="_Toc513209319" w:history="1">
        <w:r w:rsidRPr="00F920E8">
          <w:rPr>
            <w:rStyle w:val="Hyperlink"/>
            <w:noProof/>
          </w:rPr>
          <w:t>Lizenz</w:t>
        </w:r>
        <w:r>
          <w:rPr>
            <w:noProof/>
            <w:webHidden/>
          </w:rPr>
          <w:tab/>
        </w:r>
        <w:r>
          <w:rPr>
            <w:noProof/>
            <w:webHidden/>
          </w:rPr>
          <w:fldChar w:fldCharType="begin"/>
        </w:r>
        <w:r>
          <w:rPr>
            <w:noProof/>
            <w:webHidden/>
          </w:rPr>
          <w:instrText xml:space="preserve"> PAGEREF _Toc513209319 \h </w:instrText>
        </w:r>
        <w:r>
          <w:rPr>
            <w:noProof/>
            <w:webHidden/>
          </w:rPr>
        </w:r>
        <w:r>
          <w:rPr>
            <w:noProof/>
            <w:webHidden/>
          </w:rPr>
          <w:fldChar w:fldCharType="separate"/>
        </w:r>
        <w:r w:rsidR="00276642">
          <w:rPr>
            <w:noProof/>
            <w:webHidden/>
          </w:rPr>
          <w:t>2</w:t>
        </w:r>
        <w:r>
          <w:rPr>
            <w:noProof/>
            <w:webHidden/>
          </w:rPr>
          <w:fldChar w:fldCharType="end"/>
        </w:r>
      </w:hyperlink>
    </w:p>
    <w:p w14:paraId="24A7BC0A" w14:textId="77777777" w:rsidR="008463F3" w:rsidRDefault="008463F3">
      <w:pPr>
        <w:pStyle w:val="Verzeichnis1"/>
        <w:rPr>
          <w:rFonts w:asciiTheme="minorHAnsi" w:eastAsiaTheme="minorEastAsia" w:hAnsiTheme="minorHAnsi" w:cstheme="minorBidi"/>
          <w:noProof/>
          <w:sz w:val="22"/>
          <w:szCs w:val="22"/>
        </w:rPr>
      </w:pPr>
      <w:hyperlink w:anchor="_Toc513209320" w:history="1">
        <w:r w:rsidRPr="00F920E8">
          <w:rPr>
            <w:rStyle w:val="Hyperlink"/>
            <w:noProof/>
          </w:rPr>
          <w:t>Konventionen</w:t>
        </w:r>
        <w:r>
          <w:rPr>
            <w:noProof/>
            <w:webHidden/>
          </w:rPr>
          <w:tab/>
        </w:r>
        <w:r>
          <w:rPr>
            <w:noProof/>
            <w:webHidden/>
          </w:rPr>
          <w:fldChar w:fldCharType="begin"/>
        </w:r>
        <w:r>
          <w:rPr>
            <w:noProof/>
            <w:webHidden/>
          </w:rPr>
          <w:instrText xml:space="preserve"> PAGEREF _Toc513209320 \h </w:instrText>
        </w:r>
        <w:r>
          <w:rPr>
            <w:noProof/>
            <w:webHidden/>
          </w:rPr>
        </w:r>
        <w:r>
          <w:rPr>
            <w:noProof/>
            <w:webHidden/>
          </w:rPr>
          <w:fldChar w:fldCharType="separate"/>
        </w:r>
        <w:r w:rsidR="00276642">
          <w:rPr>
            <w:noProof/>
            <w:webHidden/>
          </w:rPr>
          <w:t>3</w:t>
        </w:r>
        <w:r>
          <w:rPr>
            <w:noProof/>
            <w:webHidden/>
          </w:rPr>
          <w:fldChar w:fldCharType="end"/>
        </w:r>
      </w:hyperlink>
    </w:p>
    <w:p w14:paraId="51E591EA" w14:textId="77777777" w:rsidR="008463F3" w:rsidRDefault="008463F3">
      <w:pPr>
        <w:pStyle w:val="Verzeichnis1"/>
        <w:rPr>
          <w:rFonts w:asciiTheme="minorHAnsi" w:eastAsiaTheme="minorEastAsia" w:hAnsiTheme="minorHAnsi" w:cstheme="minorBidi"/>
          <w:noProof/>
          <w:sz w:val="22"/>
          <w:szCs w:val="22"/>
        </w:rPr>
      </w:pPr>
      <w:hyperlink w:anchor="_Toc513209321" w:history="1">
        <w:r w:rsidRPr="00F920E8">
          <w:rPr>
            <w:rStyle w:val="Hyperlink"/>
            <w:noProof/>
          </w:rPr>
          <w:t>Impressum</w:t>
        </w:r>
        <w:r>
          <w:rPr>
            <w:noProof/>
            <w:webHidden/>
          </w:rPr>
          <w:tab/>
        </w:r>
        <w:r>
          <w:rPr>
            <w:noProof/>
            <w:webHidden/>
          </w:rPr>
          <w:fldChar w:fldCharType="begin"/>
        </w:r>
        <w:r>
          <w:rPr>
            <w:noProof/>
            <w:webHidden/>
          </w:rPr>
          <w:instrText xml:space="preserve"> PAGEREF _Toc513209321 \h </w:instrText>
        </w:r>
        <w:r>
          <w:rPr>
            <w:noProof/>
            <w:webHidden/>
          </w:rPr>
        </w:r>
        <w:r>
          <w:rPr>
            <w:noProof/>
            <w:webHidden/>
          </w:rPr>
          <w:fldChar w:fldCharType="separate"/>
        </w:r>
        <w:r w:rsidR="00276642">
          <w:rPr>
            <w:noProof/>
            <w:webHidden/>
          </w:rPr>
          <w:t>3</w:t>
        </w:r>
        <w:r>
          <w:rPr>
            <w:noProof/>
            <w:webHidden/>
          </w:rPr>
          <w:fldChar w:fldCharType="end"/>
        </w:r>
      </w:hyperlink>
    </w:p>
    <w:p w14:paraId="6F1BA661" w14:textId="77777777" w:rsidR="008463F3" w:rsidRDefault="008463F3">
      <w:pPr>
        <w:pStyle w:val="Verzeichnis1"/>
        <w:rPr>
          <w:rFonts w:asciiTheme="minorHAnsi" w:eastAsiaTheme="minorEastAsia" w:hAnsiTheme="minorHAnsi" w:cstheme="minorBidi"/>
          <w:noProof/>
          <w:sz w:val="22"/>
          <w:szCs w:val="22"/>
        </w:rPr>
      </w:pPr>
      <w:hyperlink w:anchor="_Toc513209322" w:history="1">
        <w:r w:rsidRPr="00F920E8">
          <w:rPr>
            <w:rStyle w:val="Hyperlink"/>
            <w:noProof/>
          </w:rPr>
          <w:t>Inhaltsverzeichnis</w:t>
        </w:r>
        <w:r>
          <w:rPr>
            <w:noProof/>
            <w:webHidden/>
          </w:rPr>
          <w:tab/>
        </w:r>
        <w:r>
          <w:rPr>
            <w:noProof/>
            <w:webHidden/>
          </w:rPr>
          <w:fldChar w:fldCharType="begin"/>
        </w:r>
        <w:r>
          <w:rPr>
            <w:noProof/>
            <w:webHidden/>
          </w:rPr>
          <w:instrText xml:space="preserve"> PAGEREF _Toc513209322 \h </w:instrText>
        </w:r>
        <w:r>
          <w:rPr>
            <w:noProof/>
            <w:webHidden/>
          </w:rPr>
        </w:r>
        <w:r>
          <w:rPr>
            <w:noProof/>
            <w:webHidden/>
          </w:rPr>
          <w:fldChar w:fldCharType="separate"/>
        </w:r>
        <w:r w:rsidR="00276642">
          <w:rPr>
            <w:noProof/>
            <w:webHidden/>
          </w:rPr>
          <w:t>4</w:t>
        </w:r>
        <w:r>
          <w:rPr>
            <w:noProof/>
            <w:webHidden/>
          </w:rPr>
          <w:fldChar w:fldCharType="end"/>
        </w:r>
      </w:hyperlink>
    </w:p>
    <w:p w14:paraId="12CAD86B" w14:textId="77777777" w:rsidR="008463F3" w:rsidRDefault="008463F3">
      <w:pPr>
        <w:pStyle w:val="Verzeichnis1"/>
        <w:tabs>
          <w:tab w:val="left" w:pos="400"/>
        </w:tabs>
        <w:rPr>
          <w:rFonts w:asciiTheme="minorHAnsi" w:eastAsiaTheme="minorEastAsia" w:hAnsiTheme="minorHAnsi" w:cstheme="minorBidi"/>
          <w:noProof/>
          <w:sz w:val="22"/>
          <w:szCs w:val="22"/>
        </w:rPr>
      </w:pPr>
      <w:hyperlink w:anchor="_Toc513209323" w:history="1">
        <w:r w:rsidRPr="00F920E8">
          <w:rPr>
            <w:rStyle w:val="Hyperlink"/>
            <w:noProof/>
          </w:rPr>
          <w:t>1</w:t>
        </w:r>
        <w:r>
          <w:rPr>
            <w:rFonts w:asciiTheme="minorHAnsi" w:eastAsiaTheme="minorEastAsia" w:hAnsiTheme="minorHAnsi" w:cstheme="minorBidi"/>
            <w:noProof/>
            <w:sz w:val="22"/>
            <w:szCs w:val="22"/>
          </w:rPr>
          <w:tab/>
        </w:r>
        <w:r w:rsidRPr="00F920E8">
          <w:rPr>
            <w:rStyle w:val="Hyperlink"/>
            <w:noProof/>
          </w:rPr>
          <w:t>Einführung</w:t>
        </w:r>
        <w:r>
          <w:rPr>
            <w:noProof/>
            <w:webHidden/>
          </w:rPr>
          <w:tab/>
        </w:r>
        <w:r>
          <w:rPr>
            <w:noProof/>
            <w:webHidden/>
          </w:rPr>
          <w:fldChar w:fldCharType="begin"/>
        </w:r>
        <w:r>
          <w:rPr>
            <w:noProof/>
            <w:webHidden/>
          </w:rPr>
          <w:instrText xml:space="preserve"> PAGEREF _Toc513209323 \h </w:instrText>
        </w:r>
        <w:r>
          <w:rPr>
            <w:noProof/>
            <w:webHidden/>
          </w:rPr>
        </w:r>
        <w:r>
          <w:rPr>
            <w:noProof/>
            <w:webHidden/>
          </w:rPr>
          <w:fldChar w:fldCharType="separate"/>
        </w:r>
        <w:r w:rsidR="00276642">
          <w:rPr>
            <w:noProof/>
            <w:webHidden/>
          </w:rPr>
          <w:t>5</w:t>
        </w:r>
        <w:r>
          <w:rPr>
            <w:noProof/>
            <w:webHidden/>
          </w:rPr>
          <w:fldChar w:fldCharType="end"/>
        </w:r>
      </w:hyperlink>
    </w:p>
    <w:p w14:paraId="0ADD3A0C" w14:textId="77777777" w:rsidR="008463F3" w:rsidRDefault="008463F3">
      <w:pPr>
        <w:pStyle w:val="Verzeichnis1"/>
        <w:tabs>
          <w:tab w:val="left" w:pos="400"/>
        </w:tabs>
        <w:rPr>
          <w:rFonts w:asciiTheme="minorHAnsi" w:eastAsiaTheme="minorEastAsia" w:hAnsiTheme="minorHAnsi" w:cstheme="minorBidi"/>
          <w:noProof/>
          <w:sz w:val="22"/>
          <w:szCs w:val="22"/>
        </w:rPr>
      </w:pPr>
      <w:hyperlink w:anchor="_Toc513209324" w:history="1">
        <w:r w:rsidRPr="00F920E8">
          <w:rPr>
            <w:rStyle w:val="Hyperlink"/>
            <w:noProof/>
          </w:rPr>
          <w:t>2</w:t>
        </w:r>
        <w:r>
          <w:rPr>
            <w:rFonts w:asciiTheme="minorHAnsi" w:eastAsiaTheme="minorEastAsia" w:hAnsiTheme="minorHAnsi" w:cstheme="minorBidi"/>
            <w:noProof/>
            <w:sz w:val="22"/>
            <w:szCs w:val="22"/>
          </w:rPr>
          <w:tab/>
        </w:r>
        <w:r w:rsidRPr="00F920E8">
          <w:rPr>
            <w:rStyle w:val="Hyperlink"/>
            <w:noProof/>
          </w:rPr>
          <w:t>Systemvoraussetzungen</w:t>
        </w:r>
        <w:r>
          <w:rPr>
            <w:noProof/>
            <w:webHidden/>
          </w:rPr>
          <w:tab/>
        </w:r>
        <w:r>
          <w:rPr>
            <w:noProof/>
            <w:webHidden/>
          </w:rPr>
          <w:fldChar w:fldCharType="begin"/>
        </w:r>
        <w:r>
          <w:rPr>
            <w:noProof/>
            <w:webHidden/>
          </w:rPr>
          <w:instrText xml:space="preserve"> PAGEREF _Toc513209324 \h </w:instrText>
        </w:r>
        <w:r>
          <w:rPr>
            <w:noProof/>
            <w:webHidden/>
          </w:rPr>
        </w:r>
        <w:r>
          <w:rPr>
            <w:noProof/>
            <w:webHidden/>
          </w:rPr>
          <w:fldChar w:fldCharType="separate"/>
        </w:r>
        <w:r w:rsidR="00276642">
          <w:rPr>
            <w:noProof/>
            <w:webHidden/>
          </w:rPr>
          <w:t>6</w:t>
        </w:r>
        <w:r>
          <w:rPr>
            <w:noProof/>
            <w:webHidden/>
          </w:rPr>
          <w:fldChar w:fldCharType="end"/>
        </w:r>
      </w:hyperlink>
    </w:p>
    <w:p w14:paraId="6408822C" w14:textId="77777777" w:rsidR="008463F3" w:rsidRDefault="008463F3">
      <w:pPr>
        <w:pStyle w:val="Verzeichnis1"/>
        <w:tabs>
          <w:tab w:val="left" w:pos="400"/>
        </w:tabs>
        <w:rPr>
          <w:rFonts w:asciiTheme="minorHAnsi" w:eastAsiaTheme="minorEastAsia" w:hAnsiTheme="minorHAnsi" w:cstheme="minorBidi"/>
          <w:noProof/>
          <w:sz w:val="22"/>
          <w:szCs w:val="22"/>
        </w:rPr>
      </w:pPr>
      <w:hyperlink w:anchor="_Toc513209325" w:history="1">
        <w:r w:rsidRPr="00F920E8">
          <w:rPr>
            <w:rStyle w:val="Hyperlink"/>
            <w:noProof/>
          </w:rPr>
          <w:t>3</w:t>
        </w:r>
        <w:r>
          <w:rPr>
            <w:rFonts w:asciiTheme="minorHAnsi" w:eastAsiaTheme="minorEastAsia" w:hAnsiTheme="minorHAnsi" w:cstheme="minorBidi"/>
            <w:noProof/>
            <w:sz w:val="22"/>
            <w:szCs w:val="22"/>
          </w:rPr>
          <w:tab/>
        </w:r>
        <w:r w:rsidRPr="00F920E8">
          <w:rPr>
            <w:rStyle w:val="Hyperlink"/>
            <w:noProof/>
          </w:rPr>
          <w:t>Installation</w:t>
        </w:r>
        <w:r>
          <w:rPr>
            <w:noProof/>
            <w:webHidden/>
          </w:rPr>
          <w:tab/>
        </w:r>
        <w:r>
          <w:rPr>
            <w:noProof/>
            <w:webHidden/>
          </w:rPr>
          <w:fldChar w:fldCharType="begin"/>
        </w:r>
        <w:r>
          <w:rPr>
            <w:noProof/>
            <w:webHidden/>
          </w:rPr>
          <w:instrText xml:space="preserve"> PAGEREF _Toc513209325 \h </w:instrText>
        </w:r>
        <w:r>
          <w:rPr>
            <w:noProof/>
            <w:webHidden/>
          </w:rPr>
        </w:r>
        <w:r>
          <w:rPr>
            <w:noProof/>
            <w:webHidden/>
          </w:rPr>
          <w:fldChar w:fldCharType="separate"/>
        </w:r>
        <w:r w:rsidR="00276642">
          <w:rPr>
            <w:noProof/>
            <w:webHidden/>
          </w:rPr>
          <w:t>6</w:t>
        </w:r>
        <w:r>
          <w:rPr>
            <w:noProof/>
            <w:webHidden/>
          </w:rPr>
          <w:fldChar w:fldCharType="end"/>
        </w:r>
      </w:hyperlink>
    </w:p>
    <w:p w14:paraId="3576CB72" w14:textId="77777777" w:rsidR="008463F3" w:rsidRDefault="008463F3">
      <w:pPr>
        <w:pStyle w:val="Verzeichnis2"/>
        <w:rPr>
          <w:rFonts w:asciiTheme="minorHAnsi" w:eastAsiaTheme="minorEastAsia" w:hAnsiTheme="minorHAnsi" w:cstheme="minorBidi"/>
          <w:noProof/>
          <w:sz w:val="22"/>
          <w:szCs w:val="22"/>
        </w:rPr>
      </w:pPr>
      <w:hyperlink w:anchor="_Toc513209326" w:history="1">
        <w:r w:rsidRPr="00F920E8">
          <w:rPr>
            <w:rStyle w:val="Hyperlink"/>
            <w:noProof/>
          </w:rPr>
          <w:t>3.1</w:t>
        </w:r>
        <w:r>
          <w:rPr>
            <w:rFonts w:asciiTheme="minorHAnsi" w:eastAsiaTheme="minorEastAsia" w:hAnsiTheme="minorHAnsi" w:cstheme="minorBidi"/>
            <w:noProof/>
            <w:sz w:val="22"/>
            <w:szCs w:val="22"/>
          </w:rPr>
          <w:tab/>
        </w:r>
        <w:r w:rsidRPr="00F920E8">
          <w:rPr>
            <w:rStyle w:val="Hyperlink"/>
            <w:noProof/>
          </w:rPr>
          <w:t>Modul installieren</w:t>
        </w:r>
        <w:r>
          <w:rPr>
            <w:noProof/>
            <w:webHidden/>
          </w:rPr>
          <w:tab/>
        </w:r>
        <w:r>
          <w:rPr>
            <w:noProof/>
            <w:webHidden/>
          </w:rPr>
          <w:fldChar w:fldCharType="begin"/>
        </w:r>
        <w:r>
          <w:rPr>
            <w:noProof/>
            <w:webHidden/>
          </w:rPr>
          <w:instrText xml:space="preserve"> PAGEREF _Toc513209326 \h </w:instrText>
        </w:r>
        <w:r>
          <w:rPr>
            <w:noProof/>
            <w:webHidden/>
          </w:rPr>
        </w:r>
        <w:r>
          <w:rPr>
            <w:noProof/>
            <w:webHidden/>
          </w:rPr>
          <w:fldChar w:fldCharType="separate"/>
        </w:r>
        <w:r w:rsidR="00276642">
          <w:rPr>
            <w:noProof/>
            <w:webHidden/>
          </w:rPr>
          <w:t>6</w:t>
        </w:r>
        <w:r>
          <w:rPr>
            <w:noProof/>
            <w:webHidden/>
          </w:rPr>
          <w:fldChar w:fldCharType="end"/>
        </w:r>
      </w:hyperlink>
    </w:p>
    <w:p w14:paraId="296798C0" w14:textId="77777777" w:rsidR="008463F3" w:rsidRDefault="008463F3">
      <w:pPr>
        <w:pStyle w:val="Verzeichnis2"/>
        <w:rPr>
          <w:rFonts w:asciiTheme="minorHAnsi" w:eastAsiaTheme="minorEastAsia" w:hAnsiTheme="minorHAnsi" w:cstheme="minorBidi"/>
          <w:noProof/>
          <w:sz w:val="22"/>
          <w:szCs w:val="22"/>
        </w:rPr>
      </w:pPr>
      <w:hyperlink w:anchor="_Toc513209327" w:history="1">
        <w:r w:rsidRPr="00F920E8">
          <w:rPr>
            <w:rStyle w:val="Hyperlink"/>
            <w:noProof/>
          </w:rPr>
          <w:t>3.2</w:t>
        </w:r>
        <w:r>
          <w:rPr>
            <w:rFonts w:asciiTheme="minorHAnsi" w:eastAsiaTheme="minorEastAsia" w:hAnsiTheme="minorHAnsi" w:cstheme="minorBidi"/>
            <w:noProof/>
            <w:sz w:val="22"/>
            <w:szCs w:val="22"/>
          </w:rPr>
          <w:tab/>
        </w:r>
        <w:r w:rsidRPr="00F920E8">
          <w:rPr>
            <w:rStyle w:val="Hyperlink"/>
            <w:noProof/>
          </w:rPr>
          <w:t>Modul aktivieren</w:t>
        </w:r>
        <w:r>
          <w:rPr>
            <w:noProof/>
            <w:webHidden/>
          </w:rPr>
          <w:tab/>
        </w:r>
        <w:r>
          <w:rPr>
            <w:noProof/>
            <w:webHidden/>
          </w:rPr>
          <w:fldChar w:fldCharType="begin"/>
        </w:r>
        <w:r>
          <w:rPr>
            <w:noProof/>
            <w:webHidden/>
          </w:rPr>
          <w:instrText xml:space="preserve"> PAGEREF _Toc513209327 \h </w:instrText>
        </w:r>
        <w:r>
          <w:rPr>
            <w:noProof/>
            <w:webHidden/>
          </w:rPr>
        </w:r>
        <w:r>
          <w:rPr>
            <w:noProof/>
            <w:webHidden/>
          </w:rPr>
          <w:fldChar w:fldCharType="separate"/>
        </w:r>
        <w:r w:rsidR="00276642">
          <w:rPr>
            <w:noProof/>
            <w:webHidden/>
          </w:rPr>
          <w:t>6</w:t>
        </w:r>
        <w:r>
          <w:rPr>
            <w:noProof/>
            <w:webHidden/>
          </w:rPr>
          <w:fldChar w:fldCharType="end"/>
        </w:r>
      </w:hyperlink>
    </w:p>
    <w:p w14:paraId="065BCA68" w14:textId="77777777" w:rsidR="008463F3" w:rsidRDefault="008463F3">
      <w:pPr>
        <w:pStyle w:val="Verzeichnis2"/>
        <w:rPr>
          <w:rFonts w:asciiTheme="minorHAnsi" w:eastAsiaTheme="minorEastAsia" w:hAnsiTheme="minorHAnsi" w:cstheme="minorBidi"/>
          <w:noProof/>
          <w:sz w:val="22"/>
          <w:szCs w:val="22"/>
        </w:rPr>
      </w:pPr>
      <w:hyperlink w:anchor="_Toc513209328" w:history="1">
        <w:r w:rsidRPr="00F920E8">
          <w:rPr>
            <w:rStyle w:val="Hyperlink"/>
            <w:noProof/>
          </w:rPr>
          <w:t>3.3</w:t>
        </w:r>
        <w:r>
          <w:rPr>
            <w:rFonts w:asciiTheme="minorHAnsi" w:eastAsiaTheme="minorEastAsia" w:hAnsiTheme="minorHAnsi" w:cstheme="minorBidi"/>
            <w:noProof/>
            <w:sz w:val="22"/>
            <w:szCs w:val="22"/>
          </w:rPr>
          <w:tab/>
        </w:r>
        <w:r w:rsidRPr="00F920E8">
          <w:rPr>
            <w:rStyle w:val="Hyperlink"/>
            <w:noProof/>
          </w:rPr>
          <w:t>Temporäre Dateien löschen</w:t>
        </w:r>
        <w:r>
          <w:rPr>
            <w:noProof/>
            <w:webHidden/>
          </w:rPr>
          <w:tab/>
        </w:r>
        <w:r>
          <w:rPr>
            <w:noProof/>
            <w:webHidden/>
          </w:rPr>
          <w:fldChar w:fldCharType="begin"/>
        </w:r>
        <w:r>
          <w:rPr>
            <w:noProof/>
            <w:webHidden/>
          </w:rPr>
          <w:instrText xml:space="preserve"> PAGEREF _Toc513209328 \h </w:instrText>
        </w:r>
        <w:r>
          <w:rPr>
            <w:noProof/>
            <w:webHidden/>
          </w:rPr>
        </w:r>
        <w:r>
          <w:rPr>
            <w:noProof/>
            <w:webHidden/>
          </w:rPr>
          <w:fldChar w:fldCharType="separate"/>
        </w:r>
        <w:r w:rsidR="00276642">
          <w:rPr>
            <w:noProof/>
            <w:webHidden/>
          </w:rPr>
          <w:t>6</w:t>
        </w:r>
        <w:r>
          <w:rPr>
            <w:noProof/>
            <w:webHidden/>
          </w:rPr>
          <w:fldChar w:fldCharType="end"/>
        </w:r>
      </w:hyperlink>
    </w:p>
    <w:p w14:paraId="0A70A44B" w14:textId="77777777" w:rsidR="008463F3" w:rsidRDefault="008463F3">
      <w:pPr>
        <w:pStyle w:val="Verzeichnis1"/>
        <w:tabs>
          <w:tab w:val="left" w:pos="400"/>
        </w:tabs>
        <w:rPr>
          <w:rFonts w:asciiTheme="minorHAnsi" w:eastAsiaTheme="minorEastAsia" w:hAnsiTheme="minorHAnsi" w:cstheme="minorBidi"/>
          <w:noProof/>
          <w:sz w:val="22"/>
          <w:szCs w:val="22"/>
        </w:rPr>
      </w:pPr>
      <w:hyperlink w:anchor="_Toc513209329" w:history="1">
        <w:r w:rsidRPr="00F920E8">
          <w:rPr>
            <w:rStyle w:val="Hyperlink"/>
            <w:noProof/>
          </w:rPr>
          <w:t>4</w:t>
        </w:r>
        <w:r>
          <w:rPr>
            <w:rFonts w:asciiTheme="minorHAnsi" w:eastAsiaTheme="minorEastAsia" w:hAnsiTheme="minorHAnsi" w:cstheme="minorBidi"/>
            <w:noProof/>
            <w:sz w:val="22"/>
            <w:szCs w:val="22"/>
          </w:rPr>
          <w:tab/>
        </w:r>
        <w:r w:rsidRPr="00F920E8">
          <w:rPr>
            <w:rStyle w:val="Hyperlink"/>
            <w:noProof/>
          </w:rPr>
          <w:t>Konfiguration</w:t>
        </w:r>
        <w:r>
          <w:rPr>
            <w:noProof/>
            <w:webHidden/>
          </w:rPr>
          <w:tab/>
        </w:r>
        <w:r>
          <w:rPr>
            <w:noProof/>
            <w:webHidden/>
          </w:rPr>
          <w:fldChar w:fldCharType="begin"/>
        </w:r>
        <w:r>
          <w:rPr>
            <w:noProof/>
            <w:webHidden/>
          </w:rPr>
          <w:instrText xml:space="preserve"> PAGEREF _Toc513209329 \h </w:instrText>
        </w:r>
        <w:r>
          <w:rPr>
            <w:noProof/>
            <w:webHidden/>
          </w:rPr>
        </w:r>
        <w:r>
          <w:rPr>
            <w:noProof/>
            <w:webHidden/>
          </w:rPr>
          <w:fldChar w:fldCharType="separate"/>
        </w:r>
        <w:r w:rsidR="00276642">
          <w:rPr>
            <w:noProof/>
            <w:webHidden/>
          </w:rPr>
          <w:t>6</w:t>
        </w:r>
        <w:r>
          <w:rPr>
            <w:noProof/>
            <w:webHidden/>
          </w:rPr>
          <w:fldChar w:fldCharType="end"/>
        </w:r>
      </w:hyperlink>
    </w:p>
    <w:p w14:paraId="1E5B80AE" w14:textId="77777777" w:rsidR="008463F3" w:rsidRDefault="008463F3">
      <w:pPr>
        <w:pStyle w:val="Verzeichnis1"/>
        <w:tabs>
          <w:tab w:val="left" w:pos="400"/>
        </w:tabs>
        <w:rPr>
          <w:rFonts w:asciiTheme="minorHAnsi" w:eastAsiaTheme="minorEastAsia" w:hAnsiTheme="minorHAnsi" w:cstheme="minorBidi"/>
          <w:noProof/>
          <w:sz w:val="22"/>
          <w:szCs w:val="22"/>
        </w:rPr>
      </w:pPr>
      <w:hyperlink w:anchor="_Toc513209330" w:history="1">
        <w:r w:rsidRPr="00F920E8">
          <w:rPr>
            <w:rStyle w:val="Hyperlink"/>
            <w:noProof/>
          </w:rPr>
          <w:t>5</w:t>
        </w:r>
        <w:r>
          <w:rPr>
            <w:rFonts w:asciiTheme="minorHAnsi" w:eastAsiaTheme="minorEastAsia" w:hAnsiTheme="minorHAnsi" w:cstheme="minorBidi"/>
            <w:noProof/>
            <w:sz w:val="22"/>
            <w:szCs w:val="22"/>
          </w:rPr>
          <w:tab/>
        </w:r>
        <w:r w:rsidRPr="00F920E8">
          <w:rPr>
            <w:rStyle w:val="Hyperlink"/>
            <w:noProof/>
          </w:rPr>
          <w:t>Funktionsbeschreibung</w:t>
        </w:r>
        <w:r>
          <w:rPr>
            <w:noProof/>
            <w:webHidden/>
          </w:rPr>
          <w:tab/>
        </w:r>
        <w:r>
          <w:rPr>
            <w:noProof/>
            <w:webHidden/>
          </w:rPr>
          <w:fldChar w:fldCharType="begin"/>
        </w:r>
        <w:r>
          <w:rPr>
            <w:noProof/>
            <w:webHidden/>
          </w:rPr>
          <w:instrText xml:space="preserve"> PAGEREF _Toc513209330 \h </w:instrText>
        </w:r>
        <w:r>
          <w:rPr>
            <w:noProof/>
            <w:webHidden/>
          </w:rPr>
        </w:r>
        <w:r>
          <w:rPr>
            <w:noProof/>
            <w:webHidden/>
          </w:rPr>
          <w:fldChar w:fldCharType="separate"/>
        </w:r>
        <w:r w:rsidR="00276642">
          <w:rPr>
            <w:noProof/>
            <w:webHidden/>
          </w:rPr>
          <w:t>8</w:t>
        </w:r>
        <w:r>
          <w:rPr>
            <w:noProof/>
            <w:webHidden/>
          </w:rPr>
          <w:fldChar w:fldCharType="end"/>
        </w:r>
      </w:hyperlink>
    </w:p>
    <w:p w14:paraId="376445DD" w14:textId="77777777" w:rsidR="008463F3" w:rsidRDefault="008463F3">
      <w:pPr>
        <w:pStyle w:val="Verzeichnis2"/>
        <w:rPr>
          <w:rFonts w:asciiTheme="minorHAnsi" w:eastAsiaTheme="minorEastAsia" w:hAnsiTheme="minorHAnsi" w:cstheme="minorBidi"/>
          <w:noProof/>
          <w:sz w:val="22"/>
          <w:szCs w:val="22"/>
        </w:rPr>
      </w:pPr>
      <w:hyperlink w:anchor="_Toc513209331" w:history="1">
        <w:r w:rsidRPr="00F920E8">
          <w:rPr>
            <w:rStyle w:val="Hyperlink"/>
            <w:noProof/>
          </w:rPr>
          <w:t>5.1</w:t>
        </w:r>
        <w:r>
          <w:rPr>
            <w:rFonts w:asciiTheme="minorHAnsi" w:eastAsiaTheme="minorEastAsia" w:hAnsiTheme="minorHAnsi" w:cstheme="minorBidi"/>
            <w:noProof/>
            <w:sz w:val="22"/>
            <w:szCs w:val="22"/>
          </w:rPr>
          <w:tab/>
        </w:r>
        <w:r w:rsidRPr="00F920E8">
          <w:rPr>
            <w:rStyle w:val="Hyperlink"/>
            <w:noProof/>
          </w:rPr>
          <w:t>Rechnungsadresse</w:t>
        </w:r>
        <w:r>
          <w:rPr>
            <w:noProof/>
            <w:webHidden/>
          </w:rPr>
          <w:tab/>
        </w:r>
        <w:r>
          <w:rPr>
            <w:noProof/>
            <w:webHidden/>
          </w:rPr>
          <w:fldChar w:fldCharType="begin"/>
        </w:r>
        <w:r>
          <w:rPr>
            <w:noProof/>
            <w:webHidden/>
          </w:rPr>
          <w:instrText xml:space="preserve"> PAGEREF _Toc513209331 \h </w:instrText>
        </w:r>
        <w:r>
          <w:rPr>
            <w:noProof/>
            <w:webHidden/>
          </w:rPr>
        </w:r>
        <w:r>
          <w:rPr>
            <w:noProof/>
            <w:webHidden/>
          </w:rPr>
          <w:fldChar w:fldCharType="separate"/>
        </w:r>
        <w:r w:rsidR="00276642">
          <w:rPr>
            <w:noProof/>
            <w:webHidden/>
          </w:rPr>
          <w:t>8</w:t>
        </w:r>
        <w:r>
          <w:rPr>
            <w:noProof/>
            <w:webHidden/>
          </w:rPr>
          <w:fldChar w:fldCharType="end"/>
        </w:r>
      </w:hyperlink>
    </w:p>
    <w:p w14:paraId="1CD90109" w14:textId="77777777" w:rsidR="008463F3" w:rsidRDefault="008463F3">
      <w:pPr>
        <w:pStyle w:val="Verzeichnis2"/>
        <w:rPr>
          <w:rFonts w:asciiTheme="minorHAnsi" w:eastAsiaTheme="minorEastAsia" w:hAnsiTheme="minorHAnsi" w:cstheme="minorBidi"/>
          <w:noProof/>
          <w:sz w:val="22"/>
          <w:szCs w:val="22"/>
        </w:rPr>
      </w:pPr>
      <w:hyperlink w:anchor="_Toc513209332" w:history="1">
        <w:r w:rsidRPr="00F920E8">
          <w:rPr>
            <w:rStyle w:val="Hyperlink"/>
            <w:noProof/>
          </w:rPr>
          <w:t>5.2</w:t>
        </w:r>
        <w:r>
          <w:rPr>
            <w:rFonts w:asciiTheme="minorHAnsi" w:eastAsiaTheme="minorEastAsia" w:hAnsiTheme="minorHAnsi" w:cstheme="minorBidi"/>
            <w:noProof/>
            <w:sz w:val="22"/>
            <w:szCs w:val="22"/>
          </w:rPr>
          <w:tab/>
        </w:r>
        <w:r w:rsidRPr="00F920E8">
          <w:rPr>
            <w:rStyle w:val="Hyperlink"/>
            <w:noProof/>
          </w:rPr>
          <w:t>Lieferadresse</w:t>
        </w:r>
        <w:r>
          <w:rPr>
            <w:noProof/>
            <w:webHidden/>
          </w:rPr>
          <w:tab/>
        </w:r>
        <w:r>
          <w:rPr>
            <w:noProof/>
            <w:webHidden/>
          </w:rPr>
          <w:fldChar w:fldCharType="begin"/>
        </w:r>
        <w:r>
          <w:rPr>
            <w:noProof/>
            <w:webHidden/>
          </w:rPr>
          <w:instrText xml:space="preserve"> PAGEREF _Toc513209332 \h </w:instrText>
        </w:r>
        <w:r>
          <w:rPr>
            <w:noProof/>
            <w:webHidden/>
          </w:rPr>
        </w:r>
        <w:r>
          <w:rPr>
            <w:noProof/>
            <w:webHidden/>
          </w:rPr>
          <w:fldChar w:fldCharType="separate"/>
        </w:r>
        <w:r w:rsidR="00276642">
          <w:rPr>
            <w:noProof/>
            <w:webHidden/>
          </w:rPr>
          <w:t>10</w:t>
        </w:r>
        <w:r>
          <w:rPr>
            <w:noProof/>
            <w:webHidden/>
          </w:rPr>
          <w:fldChar w:fldCharType="end"/>
        </w:r>
      </w:hyperlink>
    </w:p>
    <w:p w14:paraId="4C097043" w14:textId="77777777" w:rsidR="008463F3" w:rsidRDefault="008463F3">
      <w:pPr>
        <w:pStyle w:val="Verzeichnis2"/>
        <w:rPr>
          <w:rFonts w:asciiTheme="minorHAnsi" w:eastAsiaTheme="minorEastAsia" w:hAnsiTheme="minorHAnsi" w:cstheme="minorBidi"/>
          <w:noProof/>
          <w:sz w:val="22"/>
          <w:szCs w:val="22"/>
        </w:rPr>
      </w:pPr>
      <w:hyperlink w:anchor="_Toc513209333" w:history="1">
        <w:r w:rsidRPr="00F920E8">
          <w:rPr>
            <w:rStyle w:val="Hyperlink"/>
            <w:noProof/>
          </w:rPr>
          <w:t>5.3</w:t>
        </w:r>
        <w:r>
          <w:rPr>
            <w:rFonts w:asciiTheme="minorHAnsi" w:eastAsiaTheme="minorEastAsia" w:hAnsiTheme="minorHAnsi" w:cstheme="minorBidi"/>
            <w:noProof/>
            <w:sz w:val="22"/>
            <w:szCs w:val="22"/>
          </w:rPr>
          <w:tab/>
        </w:r>
        <w:r w:rsidRPr="00F920E8">
          <w:rPr>
            <w:rStyle w:val="Hyperlink"/>
            <w:noProof/>
          </w:rPr>
          <w:t>Registrierung</w:t>
        </w:r>
        <w:r>
          <w:rPr>
            <w:noProof/>
            <w:webHidden/>
          </w:rPr>
          <w:tab/>
        </w:r>
        <w:r>
          <w:rPr>
            <w:noProof/>
            <w:webHidden/>
          </w:rPr>
          <w:fldChar w:fldCharType="begin"/>
        </w:r>
        <w:r>
          <w:rPr>
            <w:noProof/>
            <w:webHidden/>
          </w:rPr>
          <w:instrText xml:space="preserve"> PAGEREF _Toc513209333 \h </w:instrText>
        </w:r>
        <w:r>
          <w:rPr>
            <w:noProof/>
            <w:webHidden/>
          </w:rPr>
        </w:r>
        <w:r>
          <w:rPr>
            <w:noProof/>
            <w:webHidden/>
          </w:rPr>
          <w:fldChar w:fldCharType="separate"/>
        </w:r>
        <w:r w:rsidR="00276642">
          <w:rPr>
            <w:noProof/>
            <w:webHidden/>
          </w:rPr>
          <w:t>11</w:t>
        </w:r>
        <w:r>
          <w:rPr>
            <w:noProof/>
            <w:webHidden/>
          </w:rPr>
          <w:fldChar w:fldCharType="end"/>
        </w:r>
      </w:hyperlink>
    </w:p>
    <w:p w14:paraId="2124AACF" w14:textId="77777777" w:rsidR="008463F3" w:rsidRDefault="008463F3">
      <w:pPr>
        <w:pStyle w:val="Verzeichnis2"/>
        <w:rPr>
          <w:rFonts w:asciiTheme="minorHAnsi" w:eastAsiaTheme="minorEastAsia" w:hAnsiTheme="minorHAnsi" w:cstheme="minorBidi"/>
          <w:noProof/>
          <w:sz w:val="22"/>
          <w:szCs w:val="22"/>
        </w:rPr>
      </w:pPr>
      <w:hyperlink w:anchor="_Toc513209334" w:history="1">
        <w:r w:rsidRPr="00F920E8">
          <w:rPr>
            <w:rStyle w:val="Hyperlink"/>
            <w:noProof/>
          </w:rPr>
          <w:t>5.4</w:t>
        </w:r>
        <w:r>
          <w:rPr>
            <w:rFonts w:asciiTheme="minorHAnsi" w:eastAsiaTheme="minorEastAsia" w:hAnsiTheme="minorHAnsi" w:cstheme="minorBidi"/>
            <w:noProof/>
            <w:sz w:val="22"/>
            <w:szCs w:val="22"/>
          </w:rPr>
          <w:tab/>
        </w:r>
        <w:r w:rsidRPr="00F920E8">
          <w:rPr>
            <w:rStyle w:val="Hyperlink"/>
            <w:noProof/>
          </w:rPr>
          <w:t>Bewertung</w:t>
        </w:r>
        <w:r>
          <w:rPr>
            <w:noProof/>
            <w:webHidden/>
          </w:rPr>
          <w:tab/>
        </w:r>
        <w:r>
          <w:rPr>
            <w:noProof/>
            <w:webHidden/>
          </w:rPr>
          <w:fldChar w:fldCharType="begin"/>
        </w:r>
        <w:r>
          <w:rPr>
            <w:noProof/>
            <w:webHidden/>
          </w:rPr>
          <w:instrText xml:space="preserve"> PAGEREF _Toc513209334 \h </w:instrText>
        </w:r>
        <w:r>
          <w:rPr>
            <w:noProof/>
            <w:webHidden/>
          </w:rPr>
        </w:r>
        <w:r>
          <w:rPr>
            <w:noProof/>
            <w:webHidden/>
          </w:rPr>
          <w:fldChar w:fldCharType="separate"/>
        </w:r>
        <w:r w:rsidR="00276642">
          <w:rPr>
            <w:noProof/>
            <w:webHidden/>
          </w:rPr>
          <w:t>11</w:t>
        </w:r>
        <w:r>
          <w:rPr>
            <w:noProof/>
            <w:webHidden/>
          </w:rPr>
          <w:fldChar w:fldCharType="end"/>
        </w:r>
      </w:hyperlink>
    </w:p>
    <w:p w14:paraId="16B99354" w14:textId="77777777" w:rsidR="008463F3" w:rsidRDefault="008463F3">
      <w:pPr>
        <w:pStyle w:val="Verzeichnis2"/>
        <w:rPr>
          <w:rFonts w:asciiTheme="minorHAnsi" w:eastAsiaTheme="minorEastAsia" w:hAnsiTheme="minorHAnsi" w:cstheme="minorBidi"/>
          <w:noProof/>
          <w:sz w:val="22"/>
          <w:szCs w:val="22"/>
        </w:rPr>
      </w:pPr>
      <w:hyperlink w:anchor="_Toc513209335" w:history="1">
        <w:r w:rsidRPr="00F920E8">
          <w:rPr>
            <w:rStyle w:val="Hyperlink"/>
            <w:noProof/>
          </w:rPr>
          <w:t>5.5</w:t>
        </w:r>
        <w:r>
          <w:rPr>
            <w:rFonts w:asciiTheme="minorHAnsi" w:eastAsiaTheme="minorEastAsia" w:hAnsiTheme="minorHAnsi" w:cstheme="minorBidi"/>
            <w:noProof/>
            <w:sz w:val="22"/>
            <w:szCs w:val="22"/>
          </w:rPr>
          <w:tab/>
        </w:r>
        <w:r w:rsidRPr="00F920E8">
          <w:rPr>
            <w:rStyle w:val="Hyperlink"/>
            <w:noProof/>
          </w:rPr>
          <w:t>Kontaktformular</w:t>
        </w:r>
        <w:r>
          <w:rPr>
            <w:noProof/>
            <w:webHidden/>
          </w:rPr>
          <w:tab/>
        </w:r>
        <w:r>
          <w:rPr>
            <w:noProof/>
            <w:webHidden/>
          </w:rPr>
          <w:fldChar w:fldCharType="begin"/>
        </w:r>
        <w:r>
          <w:rPr>
            <w:noProof/>
            <w:webHidden/>
          </w:rPr>
          <w:instrText xml:space="preserve"> PAGEREF _Toc513209335 \h </w:instrText>
        </w:r>
        <w:r>
          <w:rPr>
            <w:noProof/>
            <w:webHidden/>
          </w:rPr>
        </w:r>
        <w:r>
          <w:rPr>
            <w:noProof/>
            <w:webHidden/>
          </w:rPr>
          <w:fldChar w:fldCharType="separate"/>
        </w:r>
        <w:r w:rsidR="00276642">
          <w:rPr>
            <w:noProof/>
            <w:webHidden/>
          </w:rPr>
          <w:t>12</w:t>
        </w:r>
        <w:r>
          <w:rPr>
            <w:noProof/>
            <w:webHidden/>
          </w:rPr>
          <w:fldChar w:fldCharType="end"/>
        </w:r>
      </w:hyperlink>
    </w:p>
    <w:p w14:paraId="1CF978FE" w14:textId="77777777" w:rsidR="00A500E1" w:rsidRPr="00D1566F" w:rsidRDefault="0059008D" w:rsidP="00A500E1">
      <w:r w:rsidRPr="00D1566F">
        <w:rPr>
          <w:rFonts w:cs="Arial"/>
          <w:b/>
          <w:bCs/>
          <w:color w:val="333333"/>
          <w:kern w:val="32"/>
          <w:szCs w:val="18"/>
        </w:rPr>
        <w:fldChar w:fldCharType="end"/>
      </w:r>
    </w:p>
    <w:p w14:paraId="0F262A8A" w14:textId="77777777" w:rsidR="008F6728" w:rsidRPr="00D1566F" w:rsidRDefault="00A500E1" w:rsidP="00A500E1">
      <w:pPr>
        <w:pStyle w:val="berschrift1"/>
        <w:numPr>
          <w:ilvl w:val="0"/>
          <w:numId w:val="0"/>
        </w:numPr>
        <w:rPr>
          <w:lang w:val="de-DE"/>
        </w:rPr>
      </w:pPr>
      <w:r w:rsidRPr="00D1566F">
        <w:rPr>
          <w:lang w:val="de-DE"/>
        </w:rPr>
        <w:br w:type="page"/>
      </w:r>
    </w:p>
    <w:p w14:paraId="526FABAC" w14:textId="4C37B3A2" w:rsidR="008F6728" w:rsidRPr="00D1566F" w:rsidRDefault="008F6728" w:rsidP="008F6728">
      <w:pPr>
        <w:pStyle w:val="berschrift1"/>
        <w:rPr>
          <w:lang w:val="de-DE"/>
        </w:rPr>
      </w:pPr>
      <w:bookmarkStart w:id="22" w:name="_Toc513209323"/>
      <w:r w:rsidRPr="00D1566F">
        <w:rPr>
          <w:lang w:val="de-DE"/>
        </w:rPr>
        <w:lastRenderedPageBreak/>
        <w:t>Einführung</w:t>
      </w:r>
      <w:bookmarkEnd w:id="22"/>
    </w:p>
    <w:p w14:paraId="5BA3CD68" w14:textId="1F84E4BA" w:rsidR="00997B3B" w:rsidRDefault="002E607E" w:rsidP="00247BE8">
      <w:r w:rsidRPr="002E607E">
        <w:t xml:space="preserve">Das Modul GDPR </w:t>
      </w:r>
      <w:r w:rsidR="00997B3B">
        <w:t>Opt-in</w:t>
      </w:r>
      <w:r w:rsidRPr="002E607E">
        <w:t xml:space="preserve"> stellt </w:t>
      </w:r>
      <w:r w:rsidR="0023025F">
        <w:t>Opt-in-</w:t>
      </w:r>
      <w:r w:rsidR="00997B3B">
        <w:t>F</w:t>
      </w:r>
      <w:r w:rsidRPr="002E607E">
        <w:t xml:space="preserve">unktionen bereit, welche der OXID eShop für die Umsetzung der Datenschutz-Grundverordnung (DSGVO) benötigt. </w:t>
      </w:r>
    </w:p>
    <w:p w14:paraId="5618B3BD" w14:textId="77777777" w:rsidR="00997B3B" w:rsidRDefault="00997B3B" w:rsidP="00247BE8"/>
    <w:p w14:paraId="29A34CB6" w14:textId="2CEC6EF0" w:rsidR="0023025F" w:rsidRDefault="0023025F" w:rsidP="00247BE8">
      <w:r>
        <w:t xml:space="preserve">Damit wird ermöglicht, dass der Kunde </w:t>
      </w:r>
      <w:r w:rsidR="00F14011">
        <w:t xml:space="preserve">beim Ändern der Rechnungsadresse, </w:t>
      </w:r>
      <w:r>
        <w:t>beim Anlegen von Lieferadressen, bei der Registrierung im Shop, bei der Bewertung von Artikeln oder beim Abschicken einer Kontaktanfrage explizit der Speicherung und Verarbeitung seiner personenbezogenen Daten zustimmen muss.</w:t>
      </w:r>
      <w:r w:rsidR="00C36CAA">
        <w:t xml:space="preserve"> Für das Kontaktformular kann alternativ festgelegt werden, dass die </w:t>
      </w:r>
      <w:r w:rsidR="00C36CAA" w:rsidRPr="00C36CAA">
        <w:t xml:space="preserve">Daten nach </w:t>
      </w:r>
      <w:r w:rsidR="00C36CAA">
        <w:t xml:space="preserve">deren </w:t>
      </w:r>
      <w:r w:rsidR="00C36CAA" w:rsidRPr="00C36CAA">
        <w:t>Verarbeitung</w:t>
      </w:r>
      <w:r w:rsidR="00C36CAA">
        <w:t xml:space="preserve"> sofort gelöscht werden.</w:t>
      </w:r>
    </w:p>
    <w:p w14:paraId="78C2A960" w14:textId="77777777" w:rsidR="0023025F" w:rsidRDefault="0023025F" w:rsidP="00247BE8"/>
    <w:p w14:paraId="089FFC51" w14:textId="601B1E9A" w:rsidR="002E607E" w:rsidRDefault="002E607E" w:rsidP="00247BE8">
      <w:r w:rsidRPr="002E607E">
        <w:t>Die Funktionen des Moduls sind die Basis dafür, Anforderungen der Datenschutz-Grundverordnung im OXID eShop umzusetzen. Sie sind nach gründlicher Rechtsberatung und abhängig vom jeweiligen Geschäftsmodell im Shop einzusetzen. Sie resultieren aus der EU-Verordnung Nr. 2016/679, der General Data Protection Regulation (GDPR) und ihrer deutschen Umsetzung, der Datenschutz-Grundverordnung (DSGVO). Die Verordnung regelt die Verarbeitung personenbezogener Daten durch Unternehmen und öffentliche Stellen und gilt europaweit ab dem 25. Mai 2018.</w:t>
      </w:r>
    </w:p>
    <w:p w14:paraId="0B71D570" w14:textId="77777777" w:rsidR="002E607E" w:rsidRDefault="002E607E" w:rsidP="00247BE8"/>
    <w:p w14:paraId="2915D4D9" w14:textId="18962BC0" w:rsidR="002E607E" w:rsidRDefault="002E607E" w:rsidP="00247BE8">
      <w:r w:rsidRPr="002E607E">
        <w:t xml:space="preserve">Detaillierte Informationen zum Thema finden Sie beispielsweise auf einer Seite der freien Enzyklopädie Wikipedia: </w:t>
      </w:r>
      <w:hyperlink r:id="rId13" w:history="1">
        <w:r w:rsidRPr="002E607E">
          <w:rPr>
            <w:rStyle w:val="Hyperlink"/>
          </w:rPr>
          <w:t>https://de.wikipedia.org/wiki/Datenschutz-Grundverordnung</w:t>
        </w:r>
      </w:hyperlink>
      <w:r w:rsidRPr="002E607E">
        <w:t xml:space="preserve">. Auch die Webseiten von Trusted Shop und dem Händlerbund informieren speziell Shopbetreiber ausführlich über die Datenschutz-Grundverordnung: </w:t>
      </w:r>
      <w:hyperlink r:id="rId14" w:history="1">
        <w:r w:rsidRPr="002E607E">
          <w:rPr>
            <w:rStyle w:val="Hyperlink"/>
          </w:rPr>
          <w:t>https://shop.trustedshops.com/de/dsgvo</w:t>
        </w:r>
      </w:hyperlink>
      <w:r w:rsidRPr="002E607E">
        <w:t xml:space="preserve"> und </w:t>
      </w:r>
      <w:hyperlink r:id="rId15" w:history="1">
        <w:r w:rsidRPr="002E607E">
          <w:rPr>
            <w:rStyle w:val="Hyperlink"/>
          </w:rPr>
          <w:t>https://www.haendlerbund.de</w:t>
        </w:r>
      </w:hyperlink>
      <w:r w:rsidRPr="002E607E">
        <w:t>.</w:t>
      </w:r>
    </w:p>
    <w:p w14:paraId="31C24524" w14:textId="77777777" w:rsidR="00A1630A" w:rsidRPr="00D1566F" w:rsidRDefault="00A1630A" w:rsidP="00247BE8"/>
    <w:p w14:paraId="47119EDD" w14:textId="46C3B00C" w:rsidR="008F6728" w:rsidRPr="00D1566F" w:rsidRDefault="00B50F3E" w:rsidP="008F6728">
      <w:r w:rsidRPr="00D1566F">
        <w:t>Titel</w:t>
      </w:r>
      <w:r w:rsidR="007C4DE3" w:rsidRPr="00D1566F">
        <w:t xml:space="preserve"> des Moduls</w:t>
      </w:r>
      <w:r w:rsidRPr="00D1566F">
        <w:t xml:space="preserve">: </w:t>
      </w:r>
      <w:r w:rsidR="00454C88">
        <w:t>GDPR Opt-in</w:t>
      </w:r>
    </w:p>
    <w:p w14:paraId="6BC45356" w14:textId="705D9C3C" w:rsidR="00F8231B" w:rsidRPr="00D1566F" w:rsidRDefault="00F8231B" w:rsidP="00F45EB9">
      <w:pPr>
        <w:tabs>
          <w:tab w:val="left" w:pos="1134"/>
        </w:tabs>
      </w:pPr>
      <w:r w:rsidRPr="00D1566F">
        <w:t xml:space="preserve">Version: </w:t>
      </w:r>
      <w:r w:rsidR="00F45EB9" w:rsidRPr="00D1566F">
        <w:tab/>
      </w:r>
      <w:r w:rsidR="003665CE">
        <w:t>2</w:t>
      </w:r>
      <w:r w:rsidRPr="00D1566F">
        <w:t>.</w:t>
      </w:r>
      <w:r w:rsidR="00F14011">
        <w:t>1</w:t>
      </w:r>
    </w:p>
    <w:p w14:paraId="06C61544" w14:textId="3026A78A" w:rsidR="004A2938" w:rsidRPr="00D1566F" w:rsidRDefault="00E15E47" w:rsidP="00F45EB9">
      <w:pPr>
        <w:tabs>
          <w:tab w:val="left" w:pos="1134"/>
        </w:tabs>
      </w:pPr>
      <w:r w:rsidRPr="00D1566F">
        <w:t xml:space="preserve">Hersteller: </w:t>
      </w:r>
      <w:r w:rsidR="00F45EB9" w:rsidRPr="00D1566F">
        <w:tab/>
      </w:r>
      <w:r w:rsidRPr="00D1566F">
        <w:t>OXID eSales AG</w:t>
      </w:r>
    </w:p>
    <w:p w14:paraId="382F5B24" w14:textId="55F627A8" w:rsidR="004A2938" w:rsidRPr="00D1566F" w:rsidRDefault="00F45EB9" w:rsidP="00F45EB9">
      <w:pPr>
        <w:tabs>
          <w:tab w:val="left" w:pos="1134"/>
        </w:tabs>
        <w:ind w:firstLine="993"/>
      </w:pPr>
      <w:r w:rsidRPr="00D1566F">
        <w:tab/>
      </w:r>
      <w:r w:rsidR="00B50F3E" w:rsidRPr="00D1566F">
        <w:t xml:space="preserve">Internet: </w:t>
      </w:r>
      <w:hyperlink r:id="rId16" w:history="1">
        <w:r w:rsidR="00B50F3E" w:rsidRPr="00D1566F">
          <w:rPr>
            <w:rStyle w:val="Hyperlink"/>
          </w:rPr>
          <w:t>www.oxid-esales.com</w:t>
        </w:r>
      </w:hyperlink>
    </w:p>
    <w:p w14:paraId="558A7FCC" w14:textId="5F5C3FA8" w:rsidR="00B50F3E" w:rsidRPr="00D1566F" w:rsidRDefault="00F45EB9" w:rsidP="00F45EB9">
      <w:pPr>
        <w:tabs>
          <w:tab w:val="left" w:pos="1134"/>
        </w:tabs>
        <w:ind w:firstLine="993"/>
      </w:pPr>
      <w:r w:rsidRPr="00D1566F">
        <w:tab/>
      </w:r>
      <w:r w:rsidR="00B50F3E" w:rsidRPr="00D1566F">
        <w:t xml:space="preserve">E-Mail: </w:t>
      </w:r>
      <w:hyperlink r:id="rId17" w:history="1">
        <w:r w:rsidR="00B50F3E" w:rsidRPr="00D1566F">
          <w:rPr>
            <w:rStyle w:val="Hyperlink"/>
          </w:rPr>
          <w:t>info@oxid-esales.com</w:t>
        </w:r>
      </w:hyperlink>
    </w:p>
    <w:p w14:paraId="2DDC1F56" w14:textId="77777777" w:rsidR="00243A34" w:rsidRPr="00D1566F" w:rsidRDefault="00243A34" w:rsidP="008F6728"/>
    <w:p w14:paraId="67E629D0" w14:textId="2766EB6B" w:rsidR="004D3789" w:rsidRPr="00D1566F" w:rsidRDefault="009172E6" w:rsidP="008F6728">
      <w:r w:rsidRPr="00D1566F">
        <w:t>Die Funktionen des Moduls im Überblick:</w:t>
      </w:r>
    </w:p>
    <w:p w14:paraId="1B8DEF2D" w14:textId="77777777" w:rsidR="004D3789" w:rsidRPr="00D1566F" w:rsidRDefault="004D3789" w:rsidP="008F6728"/>
    <w:p w14:paraId="5F3934A4" w14:textId="79128093" w:rsidR="00AB0712" w:rsidRDefault="00AB0712" w:rsidP="00AB0712">
      <w:pPr>
        <w:pStyle w:val="Listenabsatz"/>
        <w:numPr>
          <w:ilvl w:val="0"/>
          <w:numId w:val="6"/>
        </w:numPr>
      </w:pPr>
      <w:r>
        <w:t>Umsetzung der Datenschutz-Grundverordnung (DSGVO) zur Verarbeitung personenbezogener Daten</w:t>
      </w:r>
      <w:r w:rsidR="00CF7DC6">
        <w:t xml:space="preserve"> </w:t>
      </w:r>
      <w:r w:rsidR="00CF7DC6" w:rsidRPr="002E607E">
        <w:t>durch Unternehmen und öffentliche Stellen</w:t>
      </w:r>
    </w:p>
    <w:p w14:paraId="0ED9E5CD" w14:textId="77777777" w:rsidR="00F14011" w:rsidRDefault="00F14011" w:rsidP="00F14011">
      <w:pPr>
        <w:pStyle w:val="Listenabsatz"/>
        <w:numPr>
          <w:ilvl w:val="0"/>
          <w:numId w:val="6"/>
        </w:numPr>
      </w:pPr>
      <w:r>
        <w:t>Opt-in beim Ändern der Rechnungsadresse kann angezeigt werden</w:t>
      </w:r>
    </w:p>
    <w:p w14:paraId="58519202" w14:textId="77777777" w:rsidR="00F14011" w:rsidRDefault="00F14011" w:rsidP="00F14011">
      <w:pPr>
        <w:pStyle w:val="Listenabsatz"/>
        <w:numPr>
          <w:ilvl w:val="0"/>
          <w:numId w:val="6"/>
        </w:numPr>
      </w:pPr>
      <w:r>
        <w:t>Opt-in beim Anlegen von</w:t>
      </w:r>
      <w:r w:rsidRPr="006955D9">
        <w:t xml:space="preserve"> Lieferadresse </w:t>
      </w:r>
      <w:r>
        <w:t>kann eingeblendet werd</w:t>
      </w:r>
      <w:r w:rsidRPr="006955D9">
        <w:t>en</w:t>
      </w:r>
      <w:r>
        <w:t xml:space="preserve"> </w:t>
      </w:r>
    </w:p>
    <w:p w14:paraId="4C5B3AD5" w14:textId="77777777" w:rsidR="00F14011" w:rsidRDefault="00F14011" w:rsidP="00F14011">
      <w:pPr>
        <w:pStyle w:val="Listenabsatz"/>
        <w:numPr>
          <w:ilvl w:val="0"/>
          <w:numId w:val="6"/>
        </w:numPr>
      </w:pPr>
      <w:r>
        <w:t xml:space="preserve">Opt-in beim Registrieren im Shop kann </w:t>
      </w:r>
      <w:r w:rsidRPr="006955D9">
        <w:t>an</w:t>
      </w:r>
      <w:r>
        <w:t>ge</w:t>
      </w:r>
      <w:r w:rsidRPr="006955D9">
        <w:t>zeig</w:t>
      </w:r>
      <w:r>
        <w:t>t werden</w:t>
      </w:r>
    </w:p>
    <w:p w14:paraId="62ECCAA1" w14:textId="77777777" w:rsidR="00F14011" w:rsidRDefault="00F14011" w:rsidP="00F14011">
      <w:pPr>
        <w:pStyle w:val="Listenabsatz"/>
        <w:numPr>
          <w:ilvl w:val="0"/>
          <w:numId w:val="6"/>
        </w:numPr>
      </w:pPr>
      <w:r>
        <w:t>Opt-in bei der Bewertung von Artikeln ist möglich</w:t>
      </w:r>
    </w:p>
    <w:p w14:paraId="76434318" w14:textId="57869D0D" w:rsidR="006955D9" w:rsidRPr="006955D9" w:rsidRDefault="00AB0712" w:rsidP="006955D9">
      <w:pPr>
        <w:pStyle w:val="Listenabsatz"/>
        <w:numPr>
          <w:ilvl w:val="0"/>
          <w:numId w:val="6"/>
        </w:numPr>
      </w:pPr>
      <w:r>
        <w:t>K</w:t>
      </w:r>
      <w:r w:rsidR="006955D9">
        <w:t xml:space="preserve">ontaktformular kann Opt-in </w:t>
      </w:r>
      <w:r w:rsidR="006955D9" w:rsidRPr="006955D9">
        <w:t>für Verarbeitung und statistische Verwendung der Daten anzeig</w:t>
      </w:r>
      <w:r w:rsidR="0025253A">
        <w:t>en</w:t>
      </w:r>
    </w:p>
    <w:p w14:paraId="4A77271A" w14:textId="02B01EA5" w:rsidR="003D1824" w:rsidRPr="00D1566F" w:rsidRDefault="006955D9" w:rsidP="006955D9">
      <w:pPr>
        <w:pStyle w:val="Listenabsatz"/>
        <w:numPr>
          <w:ilvl w:val="0"/>
          <w:numId w:val="6"/>
        </w:numPr>
      </w:pPr>
      <w:r>
        <w:t>Kontaktformular kann Hinweis auf das Löschen der Daten nach Verarbeitung anzeigen</w:t>
      </w:r>
      <w:r w:rsidR="003D1824" w:rsidRPr="00D1566F">
        <w:br w:type="page"/>
      </w:r>
    </w:p>
    <w:p w14:paraId="0625B40A" w14:textId="0469060D" w:rsidR="00B50F3E" w:rsidRDefault="00A6479B" w:rsidP="00A6479B">
      <w:pPr>
        <w:pStyle w:val="berschrift1"/>
        <w:rPr>
          <w:lang w:val="de-DE"/>
        </w:rPr>
      </w:pPr>
      <w:bookmarkStart w:id="23" w:name="_Toc513209324"/>
      <w:r w:rsidRPr="00D1566F">
        <w:rPr>
          <w:lang w:val="de-DE"/>
        </w:rPr>
        <w:lastRenderedPageBreak/>
        <w:t>Systemvoraussetzung</w:t>
      </w:r>
      <w:r w:rsidR="002E743F" w:rsidRPr="00D1566F">
        <w:rPr>
          <w:lang w:val="de-DE"/>
        </w:rPr>
        <w:t>en</w:t>
      </w:r>
      <w:bookmarkEnd w:id="23"/>
    </w:p>
    <w:p w14:paraId="23240DEB" w14:textId="7DE0ECD9" w:rsidR="0000637C" w:rsidRPr="0000637C" w:rsidRDefault="00B471C7" w:rsidP="0000637C">
      <w:r w:rsidRPr="00B471C7">
        <w:t xml:space="preserve">Für das Modul GDPR </w:t>
      </w:r>
      <w:r w:rsidR="00322E63">
        <w:t>Opt-in</w:t>
      </w:r>
      <w:r w:rsidRPr="00B471C7">
        <w:t xml:space="preserve"> sind keine speziellen Systemvoraussetzungen notwendig. Es gelten die des OXID eShop:</w:t>
      </w:r>
      <w:r w:rsidR="003E1FD6">
        <w:t xml:space="preserve"> </w:t>
      </w:r>
      <w:hyperlink r:id="rId18" w:history="1">
        <w:r w:rsidR="00554DA0" w:rsidRPr="00374111">
          <w:rPr>
            <w:rStyle w:val="Hyperlink"/>
          </w:rPr>
          <w:t>https://docs.oxid-esales.com/eshop/de/6.0/installation/neu-installation/server-und-systemvoraussetzungen.html</w:t>
        </w:r>
      </w:hyperlink>
      <w:r w:rsidR="00554DA0">
        <w:t xml:space="preserve">. </w:t>
      </w:r>
    </w:p>
    <w:p w14:paraId="517D476A" w14:textId="3383720A" w:rsidR="00A6479B" w:rsidRDefault="00A6479B" w:rsidP="00A6479B">
      <w:pPr>
        <w:pStyle w:val="berschrift1"/>
        <w:rPr>
          <w:lang w:val="de-DE"/>
        </w:rPr>
      </w:pPr>
      <w:bookmarkStart w:id="24" w:name="_Toc513209325"/>
      <w:r w:rsidRPr="00D1566F">
        <w:rPr>
          <w:lang w:val="de-DE"/>
        </w:rPr>
        <w:t>Installation</w:t>
      </w:r>
      <w:bookmarkEnd w:id="24"/>
    </w:p>
    <w:p w14:paraId="06CEB1B0" w14:textId="5C45ABAE" w:rsidR="0000637C" w:rsidRPr="0000637C" w:rsidRDefault="00B471C7" w:rsidP="0000637C">
      <w:r w:rsidRPr="00B471C7">
        <w:t xml:space="preserve">Dieser Abschnitt beschreibt die Installation des Moduls GDPR </w:t>
      </w:r>
      <w:r w:rsidR="00322E63">
        <w:t>Opt-in</w:t>
      </w:r>
      <w:r w:rsidR="00554DA0">
        <w:t xml:space="preserve"> für den OXID eShop </w:t>
      </w:r>
      <w:r w:rsidR="00084809">
        <w:t xml:space="preserve">(Compilation) </w:t>
      </w:r>
      <w:r w:rsidR="00554DA0">
        <w:t>6</w:t>
      </w:r>
      <w:r w:rsidRPr="00B471C7">
        <w:t>.</w:t>
      </w:r>
      <w:r w:rsidR="00B91F53">
        <w:t>0</w:t>
      </w:r>
      <w:r w:rsidR="00084809">
        <w:t>.</w:t>
      </w:r>
      <w:r w:rsidR="00B91F53">
        <w:t>2</w:t>
      </w:r>
      <w:r w:rsidR="00084809">
        <w:t xml:space="preserve"> und höher</w:t>
      </w:r>
      <w:r w:rsidRPr="00B471C7">
        <w:t>. Befolgen Sie die Anleitung Schritt für Schritt.</w:t>
      </w:r>
    </w:p>
    <w:p w14:paraId="02533705" w14:textId="49D5BE43" w:rsidR="0000637C" w:rsidRDefault="0000637C" w:rsidP="0000637C">
      <w:pPr>
        <w:pStyle w:val="berschrift2"/>
        <w:ind w:hanging="1997"/>
        <w:rPr>
          <w:lang w:val="de-DE"/>
        </w:rPr>
      </w:pPr>
      <w:bookmarkStart w:id="25" w:name="_Toc513209326"/>
      <w:r>
        <w:rPr>
          <w:lang w:val="de-DE"/>
        </w:rPr>
        <w:t xml:space="preserve">Modul </w:t>
      </w:r>
      <w:r w:rsidR="001223B3">
        <w:rPr>
          <w:lang w:val="de-DE"/>
        </w:rPr>
        <w:t>installieren</w:t>
      </w:r>
      <w:bookmarkEnd w:id="25"/>
    </w:p>
    <w:p w14:paraId="27F0DAD2" w14:textId="6BEDF381" w:rsidR="001223B3" w:rsidRDefault="001223B3" w:rsidP="001223B3">
      <w:bookmarkStart w:id="26" w:name="_Toc337651802"/>
      <w:bookmarkStart w:id="27" w:name="_Toc349642080"/>
      <w:bookmarkStart w:id="28" w:name="_Toc349643159"/>
      <w:bookmarkStart w:id="29" w:name="_Toc354657457"/>
      <w:bookmarkStart w:id="30" w:name="_Toc355611719"/>
      <w:bookmarkStart w:id="31" w:name="_Toc363138684"/>
      <w:bookmarkStart w:id="32" w:name="_Toc363138704"/>
      <w:bookmarkStart w:id="33" w:name="_Toc367197250"/>
      <w:bookmarkStart w:id="34" w:name="_Toc367275686"/>
      <w:bookmarkStart w:id="35" w:name="_Toc368046718"/>
      <w:bookmarkStart w:id="36" w:name="_Toc368047572"/>
      <w:bookmarkStart w:id="37" w:name="_Toc368048483"/>
      <w:bookmarkStart w:id="38" w:name="_Toc368386939"/>
      <w:bookmarkStart w:id="39" w:name="_Ref196626940"/>
      <w:bookmarkEnd w:id="26"/>
      <w:bookmarkEnd w:id="27"/>
      <w:bookmarkEnd w:id="28"/>
      <w:bookmarkEnd w:id="29"/>
      <w:bookmarkEnd w:id="30"/>
      <w:bookmarkEnd w:id="31"/>
      <w:bookmarkEnd w:id="32"/>
      <w:bookmarkEnd w:id="33"/>
      <w:bookmarkEnd w:id="34"/>
      <w:bookmarkEnd w:id="35"/>
      <w:bookmarkEnd w:id="36"/>
      <w:bookmarkEnd w:id="37"/>
      <w:bookmarkEnd w:id="38"/>
      <w:r>
        <w:t xml:space="preserve">Das Modul </w:t>
      </w:r>
      <w:r w:rsidRPr="00B471C7">
        <w:t xml:space="preserve">GDPR </w:t>
      </w:r>
      <w:r>
        <w:t xml:space="preserve">Opt-in muss aus dem Repository heruntergeladen und installiert werden. </w:t>
      </w:r>
      <w:r w:rsidRPr="009A0581">
        <w:t xml:space="preserve">Dazu </w:t>
      </w:r>
      <w:r w:rsidR="00AF1C25">
        <w:t>wi</w:t>
      </w:r>
      <w:r>
        <w:t>rd</w:t>
      </w:r>
      <w:r w:rsidRPr="009A0581">
        <w:t xml:space="preserve"> per Konsole </w:t>
      </w:r>
      <w:r w:rsidR="00AF1C25">
        <w:t xml:space="preserve">eines der </w:t>
      </w:r>
      <w:r w:rsidRPr="009A0581">
        <w:t>folgende</w:t>
      </w:r>
      <w:r w:rsidR="00AF1C25">
        <w:t>n</w:t>
      </w:r>
      <w:r w:rsidRPr="009A0581">
        <w:t xml:space="preserve"> Composer-Kommandos im Hauptverzeichnis des Shops ausgeführt:</w:t>
      </w:r>
    </w:p>
    <w:p w14:paraId="0DA073BB" w14:textId="77777777" w:rsidR="001223B3" w:rsidRDefault="001223B3" w:rsidP="001223B3"/>
    <w:p w14:paraId="5F848DF8" w14:textId="2DEC9733" w:rsidR="001223B3" w:rsidRDefault="00AF1C25" w:rsidP="001223B3">
      <w:r w:rsidRPr="00AF1C25">
        <w:rPr>
          <w:rStyle w:val="BenutzereingabenundCodeZchn"/>
        </w:rPr>
        <w:t>composer require oxid-esales/gdpr-optin-module:^2.</w:t>
      </w:r>
      <w:r w:rsidR="009A1BDD">
        <w:rPr>
          <w:rStyle w:val="BenutzereingabenundCodeZchn"/>
        </w:rPr>
        <w:t>1</w:t>
      </w:r>
      <w:r w:rsidRPr="00AF1C25">
        <w:rPr>
          <w:rStyle w:val="BenutzereingabenundCodeZchn"/>
        </w:rPr>
        <w:t>.0</w:t>
      </w:r>
    </w:p>
    <w:p w14:paraId="4747A433" w14:textId="6D7A1FA3" w:rsidR="00AF1C25" w:rsidRDefault="00AF1C25" w:rsidP="001223B3">
      <w:r>
        <w:t>Installiert die letzte</w:t>
      </w:r>
      <w:r w:rsidR="009E0B86">
        <w:t>,</w:t>
      </w:r>
      <w:r w:rsidR="00084809">
        <w:t xml:space="preserve"> für den OXID eShop (Compilation)</w:t>
      </w:r>
      <w:r>
        <w:t xml:space="preserve"> 6</w:t>
      </w:r>
      <w:r w:rsidRPr="00B471C7">
        <w:t>.</w:t>
      </w:r>
      <w:r w:rsidR="00084809">
        <w:t>0.2 und höher</w:t>
      </w:r>
      <w:r>
        <w:t xml:space="preserve"> veröffentlichte Version des Moduls.</w:t>
      </w:r>
    </w:p>
    <w:p w14:paraId="53AF3CB1" w14:textId="77777777" w:rsidR="00AF1C25" w:rsidRDefault="00AF1C25" w:rsidP="001223B3"/>
    <w:p w14:paraId="04B83882" w14:textId="170F2D56" w:rsidR="00AF1C25" w:rsidRDefault="00AF1C25" w:rsidP="001223B3">
      <w:r w:rsidRPr="00AF1C25">
        <w:rPr>
          <w:rStyle w:val="BenutzereingabenundCodeZchn"/>
        </w:rPr>
        <w:t>composer require oxid-esales/gdpr-optin-module:dev-master</w:t>
      </w:r>
    </w:p>
    <w:p w14:paraId="5E0772E5" w14:textId="22A37CD3" w:rsidR="001223B3" w:rsidRDefault="00AF1C25" w:rsidP="001223B3">
      <w:r>
        <w:t>Installiert die aktuelle und noch nicht veröffentlichte Version des Moduls.</w:t>
      </w:r>
    </w:p>
    <w:p w14:paraId="30B2E6E1" w14:textId="77777777" w:rsidR="0061280C" w:rsidRDefault="0061280C" w:rsidP="001223B3"/>
    <w:p w14:paraId="5A501C5B" w14:textId="5E9B2709" w:rsidR="0061280C" w:rsidRDefault="0061280C" w:rsidP="001223B3">
      <w:r>
        <w:t xml:space="preserve">Verwenden Sie den Parameter </w:t>
      </w:r>
      <w:r w:rsidRPr="0061280C">
        <w:rPr>
          <w:rStyle w:val="BenutzereingabenundCodeZchn"/>
        </w:rPr>
        <w:t>--</w:t>
      </w:r>
      <w:r w:rsidR="009A1BDD">
        <w:rPr>
          <w:rStyle w:val="BenutzereingabenundCodeZchn"/>
        </w:rPr>
        <w:t>update-</w:t>
      </w:r>
      <w:r w:rsidRPr="0061280C">
        <w:rPr>
          <w:rStyle w:val="BenutzereingabenundCodeZchn"/>
        </w:rPr>
        <w:t>no-dev</w:t>
      </w:r>
      <w:r>
        <w:t xml:space="preserve">, </w:t>
      </w:r>
      <w:r w:rsidRPr="0061280C">
        <w:t>wenn die entwicklungsbezogenen Dateien nicht benötigt werden</w:t>
      </w:r>
      <w:r w:rsidR="00343F7D">
        <w:t xml:space="preserve"> und nicht am Quellcode gearbeitet wird</w:t>
      </w:r>
      <w:r w:rsidRPr="0061280C">
        <w:t>.</w:t>
      </w:r>
    </w:p>
    <w:p w14:paraId="74B6A91B" w14:textId="10A62F86" w:rsidR="009167F2" w:rsidRPr="001E3F03" w:rsidRDefault="001E3F03" w:rsidP="001E3F03">
      <w:pPr>
        <w:pStyle w:val="berschrift2"/>
        <w:ind w:hanging="1997"/>
        <w:rPr>
          <w:lang w:val="de-DE"/>
        </w:rPr>
      </w:pPr>
      <w:bookmarkStart w:id="40" w:name="_Toc513209327"/>
      <w:r>
        <w:rPr>
          <w:lang w:val="de-DE"/>
        </w:rPr>
        <w:t>Modul a</w:t>
      </w:r>
      <w:r w:rsidR="00992BB6" w:rsidRPr="001E3F03">
        <w:rPr>
          <w:lang w:val="de-DE"/>
        </w:rPr>
        <w:t>ktivier</w:t>
      </w:r>
      <w:r>
        <w:rPr>
          <w:lang w:val="de-DE"/>
        </w:rPr>
        <w:t>en</w:t>
      </w:r>
      <w:bookmarkEnd w:id="40"/>
    </w:p>
    <w:p w14:paraId="73FC3EF8" w14:textId="79B5F797" w:rsidR="004A6B6A" w:rsidRDefault="00992BB6" w:rsidP="004A6B6A">
      <w:r w:rsidRPr="008B59E6">
        <w:t xml:space="preserve">Das Modul </w:t>
      </w:r>
      <w:r w:rsidR="008B59E6" w:rsidRPr="00B471C7">
        <w:t xml:space="preserve">GDPR </w:t>
      </w:r>
      <w:r w:rsidR="0022169D">
        <w:t>Opt-in</w:t>
      </w:r>
      <w:r w:rsidR="004A6B6A" w:rsidRPr="008B59E6">
        <w:t xml:space="preserve"> muss im Shop aktiviert werden. </w:t>
      </w:r>
      <w:r w:rsidR="00417200">
        <w:t>Auf</w:t>
      </w:r>
      <w:r w:rsidR="004A6B6A" w:rsidRPr="00D1566F">
        <w:t xml:space="preserve"> der Registerkarte </w:t>
      </w:r>
      <w:r w:rsidR="004A6B6A" w:rsidRPr="00D1566F">
        <w:rPr>
          <w:rStyle w:val="EingabefelderundNavigationsschritteZchn"/>
        </w:rPr>
        <w:t>Stamm</w:t>
      </w:r>
      <w:r w:rsidR="004A6B6A" w:rsidRPr="00D1566F">
        <w:t xml:space="preserve"> </w:t>
      </w:r>
      <w:r w:rsidR="00597359" w:rsidRPr="00D1566F">
        <w:t xml:space="preserve">des Moduls </w:t>
      </w:r>
      <w:r w:rsidR="004A6B6A" w:rsidRPr="00D1566F">
        <w:t xml:space="preserve">drücken Sie auf die Schaltfläche </w:t>
      </w:r>
      <w:r w:rsidR="004A6B6A" w:rsidRPr="00D1566F">
        <w:rPr>
          <w:rStyle w:val="EingabefelderundNavigationsschritteZchn"/>
        </w:rPr>
        <w:t>Aktivieren</w:t>
      </w:r>
      <w:r w:rsidR="004A6B6A" w:rsidRPr="00D1566F">
        <w:t>.</w:t>
      </w:r>
    </w:p>
    <w:p w14:paraId="7CBC5B06" w14:textId="665A4CB0" w:rsidR="001E3F03" w:rsidRPr="00D1566F" w:rsidRDefault="001E3F03" w:rsidP="001E3F03">
      <w:pPr>
        <w:pStyle w:val="berschrift2"/>
        <w:ind w:hanging="1997"/>
        <w:rPr>
          <w:lang w:val="de-DE"/>
        </w:rPr>
      </w:pPr>
      <w:bookmarkStart w:id="41" w:name="_Toc513209328"/>
      <w:r w:rsidRPr="00D1566F">
        <w:rPr>
          <w:lang w:val="de-DE"/>
        </w:rPr>
        <w:t>Temporäre Dateien löschen</w:t>
      </w:r>
      <w:bookmarkEnd w:id="41"/>
    </w:p>
    <w:p w14:paraId="3266C4AA" w14:textId="506F8945" w:rsidR="001E3F03" w:rsidRPr="00D1566F" w:rsidRDefault="001E3F03" w:rsidP="004A6B6A">
      <w:r w:rsidRPr="00D1566F">
        <w:t xml:space="preserve">Löschen Sie alle Dateien und Ordner außer der </w:t>
      </w:r>
      <w:r w:rsidRPr="00D1566F">
        <w:rPr>
          <w:rStyle w:val="DateinamenundPfadeZchn"/>
        </w:rPr>
        <w:t>.htaccess</w:t>
      </w:r>
      <w:r w:rsidRPr="00D1566F">
        <w:t xml:space="preserve"> aus dem Verzeichnis </w:t>
      </w:r>
      <w:r w:rsidRPr="00D1566F">
        <w:rPr>
          <w:rStyle w:val="DateinamenundPfadeZchn"/>
        </w:rPr>
        <w:t>/tmp</w:t>
      </w:r>
      <w:r w:rsidRPr="00D1566F">
        <w:rPr>
          <w:rFonts w:ascii="Verdana,BoldItalic" w:hAnsi="Verdana,BoldItalic" w:cs="Verdana,BoldItalic"/>
          <w:b/>
          <w:bCs/>
          <w:i/>
          <w:iCs/>
          <w:color w:val="404040"/>
        </w:rPr>
        <w:t xml:space="preserve"> </w:t>
      </w:r>
      <w:r>
        <w:t>des Shops.</w:t>
      </w:r>
    </w:p>
    <w:p w14:paraId="7353192D" w14:textId="7E4390C5" w:rsidR="00D90423" w:rsidRPr="00D1566F" w:rsidRDefault="00D90423" w:rsidP="00D90423">
      <w:pPr>
        <w:pStyle w:val="berschrift1"/>
        <w:rPr>
          <w:lang w:val="de-DE"/>
        </w:rPr>
      </w:pPr>
      <w:bookmarkStart w:id="42" w:name="_Toc513209329"/>
      <w:bookmarkEnd w:id="39"/>
      <w:r w:rsidRPr="00D1566F">
        <w:rPr>
          <w:lang w:val="de-DE"/>
        </w:rPr>
        <w:t>Konfiguration</w:t>
      </w:r>
      <w:bookmarkEnd w:id="42"/>
    </w:p>
    <w:p w14:paraId="5106B130" w14:textId="0E464200" w:rsidR="007E5A50" w:rsidRDefault="009155A3" w:rsidP="007E5A50">
      <w:pPr>
        <w:rPr>
          <w:b/>
        </w:rPr>
      </w:pPr>
      <w:bookmarkStart w:id="43" w:name="_Ref231203733"/>
      <w:r>
        <w:t>Die</w:t>
      </w:r>
      <w:r w:rsidR="00870E17" w:rsidRPr="00870E17">
        <w:t xml:space="preserve"> Funktionen des Moduls lassen sich in dessen Einstellungen aktivieren bzw. deaktivieren. Gehen Sie dafür im Administrationsbereich zu </w:t>
      </w:r>
      <w:r w:rsidR="00870E17" w:rsidRPr="00870E17">
        <w:rPr>
          <w:b/>
        </w:rPr>
        <w:t>Erweiterungen</w:t>
      </w:r>
      <w:r w:rsidR="00870E17" w:rsidRPr="00870E17">
        <w:t xml:space="preserve"> -&gt; </w:t>
      </w:r>
      <w:r w:rsidR="00870E17" w:rsidRPr="00870E17">
        <w:rPr>
          <w:b/>
        </w:rPr>
        <w:t>Module</w:t>
      </w:r>
      <w:r w:rsidR="00870E17" w:rsidRPr="00870E17">
        <w:t xml:space="preserve"> und wählen Sie das Modul GDPR </w:t>
      </w:r>
      <w:r w:rsidR="0022169D">
        <w:t>Opt-in</w:t>
      </w:r>
      <w:r w:rsidR="00870E17" w:rsidRPr="00870E17">
        <w:t xml:space="preserve"> aus der Liste der Module. Sie finden die Einstellungen auf der Registerkarte </w:t>
      </w:r>
      <w:r w:rsidR="00870E17" w:rsidRPr="00870E17">
        <w:rPr>
          <w:b/>
        </w:rPr>
        <w:t>Einstell.</w:t>
      </w:r>
    </w:p>
    <w:p w14:paraId="102AD506" w14:textId="51582F7C" w:rsidR="00870E17" w:rsidRDefault="00345CB6" w:rsidP="007E5A50">
      <w:pPr>
        <w:rPr>
          <w:b/>
        </w:rPr>
      </w:pPr>
      <w:r>
        <w:rPr>
          <w:noProof/>
        </w:rPr>
        <w:lastRenderedPageBreak/>
        <w:drawing>
          <wp:anchor distT="0" distB="0" distL="114300" distR="114300" simplePos="0" relativeHeight="251679744" behindDoc="0" locked="0" layoutInCell="1" allowOverlap="1" wp14:anchorId="54AADC17" wp14:editId="650D735F">
            <wp:simplePos x="0" y="0"/>
            <wp:positionH relativeFrom="margin">
              <wp:align>left</wp:align>
            </wp:positionH>
            <wp:positionV relativeFrom="paragraph">
              <wp:posOffset>38100</wp:posOffset>
            </wp:positionV>
            <wp:extent cx="6068695" cy="2114550"/>
            <wp:effectExtent l="38100" t="38100" r="103505" b="95250"/>
            <wp:wrapTopAndBottom/>
            <wp:docPr id="7" name="graphic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6068695" cy="2114550"/>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14:paraId="7FDF8174" w14:textId="3F2289AE" w:rsidR="00870E17" w:rsidRDefault="00345CB6" w:rsidP="007E5A50">
      <w:r>
        <w:rPr>
          <w:noProof/>
        </w:rPr>
        <mc:AlternateContent>
          <mc:Choice Requires="wps">
            <w:drawing>
              <wp:anchor distT="0" distB="0" distL="114300" distR="114300" simplePos="0" relativeHeight="251677696" behindDoc="0" locked="0" layoutInCell="1" allowOverlap="1" wp14:anchorId="1133B458" wp14:editId="7305F029">
                <wp:simplePos x="0" y="0"/>
                <wp:positionH relativeFrom="margin">
                  <wp:align>left</wp:align>
                </wp:positionH>
                <wp:positionV relativeFrom="paragraph">
                  <wp:posOffset>11430</wp:posOffset>
                </wp:positionV>
                <wp:extent cx="5748655" cy="200025"/>
                <wp:effectExtent l="0" t="0" r="4445" b="9525"/>
                <wp:wrapSquare wrapText="bothSides"/>
                <wp:docPr id="8" name="Textfeld 8"/>
                <wp:cNvGraphicFramePr/>
                <a:graphic xmlns:a="http://schemas.openxmlformats.org/drawingml/2006/main">
                  <a:graphicData uri="http://schemas.microsoft.com/office/word/2010/wordprocessingShape">
                    <wps:wsp>
                      <wps:cNvSpPr txBox="1"/>
                      <wps:spPr>
                        <a:xfrm>
                          <a:off x="0" y="0"/>
                          <a:ext cx="5748655" cy="200025"/>
                        </a:xfrm>
                        <a:prstGeom prst="rect">
                          <a:avLst/>
                        </a:prstGeom>
                        <a:solidFill>
                          <a:prstClr val="white"/>
                        </a:solidFill>
                        <a:ln>
                          <a:noFill/>
                        </a:ln>
                        <a:effectLst/>
                      </wps:spPr>
                      <wps:txbx>
                        <w:txbxContent>
                          <w:p w14:paraId="7E68D641" w14:textId="21F4B1A9" w:rsidR="0020116C" w:rsidRPr="00401DE4" w:rsidRDefault="0020116C" w:rsidP="00505AF0">
                            <w:pPr>
                              <w:pStyle w:val="Beschriftung"/>
                              <w:rPr>
                                <w:noProof/>
                                <w:color w:val="auto"/>
                                <w:sz w:val="16"/>
                                <w:szCs w:val="16"/>
                              </w:rPr>
                            </w:pPr>
                            <w:r w:rsidRPr="00401DE4">
                              <w:rPr>
                                <w:color w:val="auto"/>
                                <w:sz w:val="16"/>
                                <w:szCs w:val="16"/>
                              </w:rPr>
                              <w:t xml:space="preserve">Abbildung </w:t>
                            </w:r>
                            <w:r w:rsidRPr="00401DE4">
                              <w:rPr>
                                <w:color w:val="auto"/>
                                <w:sz w:val="16"/>
                                <w:szCs w:val="16"/>
                              </w:rPr>
                              <w:fldChar w:fldCharType="begin"/>
                            </w:r>
                            <w:r w:rsidRPr="00401DE4">
                              <w:rPr>
                                <w:color w:val="auto"/>
                                <w:sz w:val="16"/>
                                <w:szCs w:val="16"/>
                              </w:rPr>
                              <w:instrText xml:space="preserve"> SEQ Abbildung \* ARABIC </w:instrText>
                            </w:r>
                            <w:r w:rsidRPr="00401DE4">
                              <w:rPr>
                                <w:color w:val="auto"/>
                                <w:sz w:val="16"/>
                                <w:szCs w:val="16"/>
                              </w:rPr>
                              <w:fldChar w:fldCharType="separate"/>
                            </w:r>
                            <w:r w:rsidR="00276642">
                              <w:rPr>
                                <w:noProof/>
                                <w:color w:val="auto"/>
                                <w:sz w:val="16"/>
                                <w:szCs w:val="16"/>
                              </w:rPr>
                              <w:t>1</w:t>
                            </w:r>
                            <w:r w:rsidRPr="00401DE4">
                              <w:rPr>
                                <w:color w:val="auto"/>
                                <w:sz w:val="16"/>
                                <w:szCs w:val="16"/>
                              </w:rPr>
                              <w:fldChar w:fldCharType="end"/>
                            </w:r>
                            <w:r w:rsidRPr="00401DE4">
                              <w:rPr>
                                <w:color w:val="auto"/>
                                <w:sz w:val="16"/>
                                <w:szCs w:val="16"/>
                              </w:rPr>
                              <w:t xml:space="preserve">: </w:t>
                            </w:r>
                            <w:r w:rsidR="00870E17" w:rsidRPr="006B69BC">
                              <w:rPr>
                                <w:color w:val="auto"/>
                                <w:sz w:val="16"/>
                                <w:szCs w:val="16"/>
                              </w:rPr>
                              <w:t>Einstellungen des Moduls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33B458" id="_x0000_t202" coordsize="21600,21600" o:spt="202" path="m,l,21600r21600,l21600,xe">
                <v:stroke joinstyle="miter"/>
                <v:path gradientshapeok="t" o:connecttype="rect"/>
              </v:shapetype>
              <v:shape id="Textfeld 8" o:spid="_x0000_s1026" type="#_x0000_t202" style="position:absolute;margin-left:0;margin-top:.9pt;width:452.65pt;height:15.75pt;z-index:25167769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" stroked="f">
                <v:textbox inset="0,0,0,0">
                  <w:txbxContent>
                    <w:p w14:paraId="7E68D641" w14:textId="21F4B1A9" w:rsidR="0020116C" w:rsidRPr="00401DE4" w:rsidRDefault="0020116C" w:rsidP="00505AF0">
                      <w:pPr>
                        <w:pStyle w:val="Beschriftung"/>
                        <w:rPr>
                          <w:noProof/>
                          <w:color w:val="auto"/>
                          <w:sz w:val="16"/>
                          <w:szCs w:val="16"/>
                        </w:rPr>
                      </w:pPr>
                      <w:r w:rsidRPr="00401DE4">
                        <w:rPr>
                          <w:color w:val="auto"/>
                          <w:sz w:val="16"/>
                          <w:szCs w:val="16"/>
                        </w:rPr>
                        <w:t xml:space="preserve">Abbildung </w:t>
                      </w:r>
                      <w:r w:rsidRPr="00401DE4">
                        <w:rPr>
                          <w:color w:val="auto"/>
                          <w:sz w:val="16"/>
                          <w:szCs w:val="16"/>
                        </w:rPr>
                        <w:fldChar w:fldCharType="begin"/>
                      </w:r>
                      <w:r w:rsidRPr="00401DE4">
                        <w:rPr>
                          <w:color w:val="auto"/>
                          <w:sz w:val="16"/>
                          <w:szCs w:val="16"/>
                        </w:rPr>
                        <w:instrText xml:space="preserve"> SEQ Abbildung \* ARABIC </w:instrText>
                      </w:r>
                      <w:r w:rsidRPr="00401DE4">
                        <w:rPr>
                          <w:color w:val="auto"/>
                          <w:sz w:val="16"/>
                          <w:szCs w:val="16"/>
                        </w:rPr>
                        <w:fldChar w:fldCharType="separate"/>
                      </w:r>
                      <w:r w:rsidR="00276642">
                        <w:rPr>
                          <w:noProof/>
                          <w:color w:val="auto"/>
                          <w:sz w:val="16"/>
                          <w:szCs w:val="16"/>
                        </w:rPr>
                        <w:t>1</w:t>
                      </w:r>
                      <w:r w:rsidRPr="00401DE4">
                        <w:rPr>
                          <w:color w:val="auto"/>
                          <w:sz w:val="16"/>
                          <w:szCs w:val="16"/>
                        </w:rPr>
                        <w:fldChar w:fldCharType="end"/>
                      </w:r>
                      <w:r w:rsidRPr="00401DE4">
                        <w:rPr>
                          <w:color w:val="auto"/>
                          <w:sz w:val="16"/>
                          <w:szCs w:val="16"/>
                        </w:rPr>
                        <w:t xml:space="preserve">: </w:t>
                      </w:r>
                      <w:r w:rsidR="00870E17" w:rsidRPr="006B69BC">
                        <w:rPr>
                          <w:color w:val="auto"/>
                          <w:sz w:val="16"/>
                          <w:szCs w:val="16"/>
                        </w:rPr>
                        <w:t>Einstellungen des Moduls</w:t>
                      </w:r>
                    </w:p>
                  </w:txbxContent>
                </v:textbox>
                <w10:wrap type="square" anchorx="margin"/>
              </v:shape>
            </w:pict>
          </mc:Fallback>
        </mc:AlternateContent>
      </w:r>
      <w:r w:rsidR="00870E17" w:rsidRPr="00870E17">
        <w:t xml:space="preserve"> </w:t>
      </w:r>
    </w:p>
    <w:p w14:paraId="2B081207" w14:textId="31788F06" w:rsidR="00870E17" w:rsidRDefault="00870E17" w:rsidP="007E5A50"/>
    <w:p w14:paraId="75E7C1A0" w14:textId="77777777" w:rsidR="00256496" w:rsidRDefault="00256496" w:rsidP="00870E17">
      <w:pPr>
        <w:rPr>
          <w:b/>
        </w:rPr>
      </w:pPr>
    </w:p>
    <w:p w14:paraId="44E105CD" w14:textId="63F1A8E4" w:rsidR="00870E17" w:rsidRPr="00870E17" w:rsidRDefault="001D2B60" w:rsidP="00870E17">
      <w:pPr>
        <w:rPr>
          <w:b/>
        </w:rPr>
      </w:pPr>
      <w:r>
        <w:rPr>
          <w:b/>
        </w:rPr>
        <w:t>DS</w:t>
      </w:r>
      <w:r w:rsidR="00455E69">
        <w:rPr>
          <w:b/>
        </w:rPr>
        <w:t>G</w:t>
      </w:r>
      <w:r>
        <w:rPr>
          <w:b/>
        </w:rPr>
        <w:t>V</w:t>
      </w:r>
      <w:r w:rsidR="00455E69">
        <w:rPr>
          <w:b/>
        </w:rPr>
        <w:t>O-E</w:t>
      </w:r>
      <w:r w:rsidR="00870E17" w:rsidRPr="00870E17">
        <w:rPr>
          <w:b/>
        </w:rPr>
        <w:t>instellungen</w:t>
      </w:r>
    </w:p>
    <w:p w14:paraId="315B2244" w14:textId="4E55AD05" w:rsidR="00455E69" w:rsidRDefault="00EE743F" w:rsidP="00870E17">
      <w:r>
        <w:t xml:space="preserve">Hier kann eingestellt werden, ob </w:t>
      </w:r>
      <w:r w:rsidR="00345CB6">
        <w:t>für das Ä</w:t>
      </w:r>
      <w:r w:rsidR="00345CB6">
        <w:t xml:space="preserve">ndern der Rechnungsadresse, </w:t>
      </w:r>
      <w:r>
        <w:t>das Anlegen einer Lieferadresse, für die Registrierung im Shop und für die Bewertung von Artikeln die ausdrückliche Zustimmung des Kunden zur Speicherung und Verarbeitung seiner personenbezogenen Daten eingeholt werden muss. Ist die Einstellung aktiviert, wird dadurch im Frontend bei der Funktion ein entsprechender Hinweis angezeigt, de</w:t>
      </w:r>
      <w:r w:rsidR="004933B9">
        <w:t>n</w:t>
      </w:r>
      <w:r>
        <w:t xml:space="preserve"> der Kunde </w:t>
      </w:r>
      <w:r w:rsidR="004933B9">
        <w:t xml:space="preserve">zur Kenntnis nehmen muss und dem er </w:t>
      </w:r>
      <w:r>
        <w:t xml:space="preserve">durch </w:t>
      </w:r>
      <w:r w:rsidR="004933B9">
        <w:t xml:space="preserve">das </w:t>
      </w:r>
      <w:r>
        <w:t xml:space="preserve">Anhaken eines Kontrollkästchens </w:t>
      </w:r>
      <w:r w:rsidR="004933B9">
        <w:t>explizit zustimmt</w:t>
      </w:r>
      <w:r>
        <w:t>.</w:t>
      </w:r>
    </w:p>
    <w:p w14:paraId="297E1CAD" w14:textId="3DBD59CF" w:rsidR="0000637C" w:rsidRPr="00D1566F" w:rsidRDefault="0000637C" w:rsidP="007E5A50"/>
    <w:p w14:paraId="5433B8D0" w14:textId="46E0060D" w:rsidR="006B69BC" w:rsidRPr="006B69BC" w:rsidRDefault="006B69BC" w:rsidP="006B69BC">
      <w:pPr>
        <w:rPr>
          <w:b/>
        </w:rPr>
      </w:pPr>
      <w:r w:rsidRPr="006B69BC">
        <w:rPr>
          <w:b/>
        </w:rPr>
        <w:t xml:space="preserve">Einstellungen für </w:t>
      </w:r>
      <w:r w:rsidR="00455E69">
        <w:rPr>
          <w:b/>
        </w:rPr>
        <w:t>das Kontakt</w:t>
      </w:r>
      <w:r w:rsidR="003322DE">
        <w:rPr>
          <w:b/>
        </w:rPr>
        <w:t>f</w:t>
      </w:r>
      <w:r w:rsidR="00455E69">
        <w:rPr>
          <w:b/>
        </w:rPr>
        <w:t>ormular</w:t>
      </w:r>
    </w:p>
    <w:p w14:paraId="17BA9DC5" w14:textId="442B48F3" w:rsidR="00F046F3" w:rsidRDefault="003322DE" w:rsidP="006B69BC">
      <w:r>
        <w:t xml:space="preserve">Für das Kontaktformular kann zwischen zwei Optionen gewählt werden. Zum einen kann ein Hinweis angezeigt werden, dass alle durch die Anfrage übergebenen Daten nach ihrer Verarbeitung gelöscht werden. Zum anderen werden die Daten gespeichert und der Kunde muss dem explizit zustimmen. </w:t>
      </w:r>
    </w:p>
    <w:p w14:paraId="10D1CAF0" w14:textId="77777777" w:rsidR="006B69BC" w:rsidRDefault="006B69BC" w:rsidP="006B69BC"/>
    <w:bookmarkEnd w:id="43"/>
    <w:p w14:paraId="3342EAAE" w14:textId="3A407F68" w:rsidR="00E32FC3" w:rsidRDefault="00E32FC3">
      <w:pPr>
        <w:spacing w:line="240" w:lineRule="auto"/>
      </w:pPr>
      <w:r>
        <w:br w:type="page"/>
      </w:r>
    </w:p>
    <w:p w14:paraId="417ED88A" w14:textId="76F28F5B" w:rsidR="00C901F8" w:rsidRDefault="00C901F8" w:rsidP="00BB0524">
      <w:pPr>
        <w:pStyle w:val="berschrift1"/>
        <w:rPr>
          <w:lang w:val="de-DE"/>
        </w:rPr>
      </w:pPr>
      <w:bookmarkStart w:id="44" w:name="_Toc513209330"/>
      <w:r w:rsidRPr="00D1566F">
        <w:rPr>
          <w:lang w:val="de-DE"/>
        </w:rPr>
        <w:lastRenderedPageBreak/>
        <w:t>Funktionsbeschreibung</w:t>
      </w:r>
      <w:bookmarkEnd w:id="44"/>
    </w:p>
    <w:p w14:paraId="086370F0" w14:textId="39B286CC" w:rsidR="00455E69" w:rsidRDefault="001B6C4C" w:rsidP="001B6C4C">
      <w:r w:rsidRPr="001B6C4C">
        <w:t>Die Fun</w:t>
      </w:r>
      <w:r w:rsidR="00455E69">
        <w:t>ktionen, die das Modul GDPR Opt-in</w:t>
      </w:r>
      <w:r w:rsidRPr="001B6C4C">
        <w:t xml:space="preserve"> bereitstellt, können im Frontend des Shops genutzt werden.</w:t>
      </w:r>
      <w:r w:rsidR="004E4DC5">
        <w:t xml:space="preserve"> Sie fordern </w:t>
      </w:r>
      <w:r w:rsidR="000204FA">
        <w:t xml:space="preserve">von Kunden </w:t>
      </w:r>
      <w:r w:rsidR="004E4DC5">
        <w:t>die ausdrückliche Zustimmung zur S</w:t>
      </w:r>
      <w:r w:rsidR="000204FA">
        <w:t>peicherung und Verarbeitung ihr</w:t>
      </w:r>
      <w:r w:rsidR="004E4DC5">
        <w:t xml:space="preserve">er Daten beim </w:t>
      </w:r>
      <w:r w:rsidR="00BA5048">
        <w:t>Ändern der Rechnungsadresse, de</w:t>
      </w:r>
      <w:r w:rsidR="00374BD8">
        <w:t xml:space="preserve">m </w:t>
      </w:r>
      <w:r w:rsidR="004E4DC5">
        <w:t xml:space="preserve">Anlegen von </w:t>
      </w:r>
      <w:r w:rsidR="001747EB">
        <w:t>Lieferadresse</w:t>
      </w:r>
      <w:r w:rsidR="004E4DC5">
        <w:t xml:space="preserve">n, bei der </w:t>
      </w:r>
      <w:r w:rsidR="001747EB">
        <w:t>Registrierung</w:t>
      </w:r>
      <w:r w:rsidR="004E4DC5">
        <w:t xml:space="preserve"> im Shop, bei der </w:t>
      </w:r>
      <w:r w:rsidR="001747EB">
        <w:t xml:space="preserve">Bewertung </w:t>
      </w:r>
      <w:r w:rsidR="004E4DC5">
        <w:t>von Artikeln und beim Abschicken von Anfragen über das</w:t>
      </w:r>
      <w:r w:rsidR="001747EB">
        <w:t xml:space="preserve"> Kontaktformular</w:t>
      </w:r>
      <w:r w:rsidR="004E4DC5">
        <w:t>.</w:t>
      </w:r>
      <w:r w:rsidRPr="001B6C4C">
        <w:t xml:space="preserve"> </w:t>
      </w:r>
    </w:p>
    <w:p w14:paraId="224BBA32" w14:textId="77777777" w:rsidR="00BA3CEE" w:rsidRDefault="00BA3CEE" w:rsidP="001B6C4C"/>
    <w:p w14:paraId="52A4AEEF" w14:textId="7CD0D66C" w:rsidR="00F06FF5" w:rsidRDefault="004E4DC5" w:rsidP="005D06F7">
      <w:r>
        <w:t>D</w:t>
      </w:r>
      <w:r w:rsidR="00BA3CEE">
        <w:t xml:space="preserve">ie Opt-ins </w:t>
      </w:r>
      <w:r>
        <w:t>werden erst angezeigt</w:t>
      </w:r>
      <w:r w:rsidR="00BA3CEE">
        <w:t xml:space="preserve">, </w:t>
      </w:r>
      <w:r>
        <w:t>wenn der Kunde am Shop angemeldet ist</w:t>
      </w:r>
      <w:r w:rsidR="001B6C4C" w:rsidRPr="001B6C4C">
        <w:t>.</w:t>
      </w:r>
      <w:r w:rsidR="00BA3CEE">
        <w:t xml:space="preserve"> Einzige Ausnahme </w:t>
      </w:r>
      <w:r w:rsidR="00264061">
        <w:t xml:space="preserve">davon </w:t>
      </w:r>
      <w:r w:rsidR="00BA3CEE">
        <w:t>ist die Registrierung</w:t>
      </w:r>
      <w:r>
        <w:t>.</w:t>
      </w:r>
    </w:p>
    <w:p w14:paraId="13D89822" w14:textId="77777777" w:rsidR="00422A80" w:rsidRDefault="00422A80" w:rsidP="00422A80">
      <w:pPr>
        <w:pStyle w:val="berschrift2"/>
        <w:ind w:hanging="1997"/>
        <w:rPr>
          <w:lang w:val="de-DE"/>
        </w:rPr>
      </w:pPr>
      <w:bookmarkStart w:id="45" w:name="_Toc513209331"/>
      <w:r>
        <w:rPr>
          <w:lang w:val="de-DE"/>
        </w:rPr>
        <w:t>Rechnungsadresse</w:t>
      </w:r>
      <w:bookmarkEnd w:id="45"/>
    </w:p>
    <w:p w14:paraId="7750FEF4" w14:textId="77777777" w:rsidR="00422A80" w:rsidRDefault="00422A80" w:rsidP="00422A80">
      <w:r w:rsidRPr="00C02630">
        <w:t xml:space="preserve">Unter </w:t>
      </w:r>
      <w:r w:rsidRPr="00C02630">
        <w:rPr>
          <w:b/>
        </w:rPr>
        <w:t>Mein Konto</w:t>
      </w:r>
      <w:r w:rsidRPr="00C02630">
        <w:t xml:space="preserve"> -&gt; </w:t>
      </w:r>
      <w:r w:rsidRPr="00C02630">
        <w:rPr>
          <w:b/>
        </w:rPr>
        <w:t>Rechnungs- und Liefereinstellungen</w:t>
      </w:r>
      <w:r w:rsidRPr="00C02630">
        <w:t xml:space="preserve"> </w:t>
      </w:r>
      <w:r>
        <w:t>können</w:t>
      </w:r>
      <w:r w:rsidRPr="00C02630">
        <w:t xml:space="preserve"> </w:t>
      </w:r>
      <w:r>
        <w:t xml:space="preserve">die Rechnungsadresse sowie </w:t>
      </w:r>
      <w:r w:rsidRPr="00C02630">
        <w:t>alle vorhandenen Lieferad</w:t>
      </w:r>
      <w:r>
        <w:t>ressen eines Kunden eingesehen und bearbeitet werden.</w:t>
      </w:r>
    </w:p>
    <w:p w14:paraId="7951D617" w14:textId="77777777" w:rsidR="00422A80" w:rsidRDefault="00422A80" w:rsidP="00422A80"/>
    <w:p w14:paraId="538F2F82" w14:textId="77777777" w:rsidR="00422A80" w:rsidRDefault="00422A80" w:rsidP="00422A80">
      <w:r>
        <w:t xml:space="preserve">Wurde die Moduleinstellung </w:t>
      </w:r>
      <w:r>
        <w:rPr>
          <w:b/>
        </w:rPr>
        <w:t>Opt-in für Rechnungs</w:t>
      </w:r>
      <w:r w:rsidRPr="00C55886">
        <w:rPr>
          <w:b/>
        </w:rPr>
        <w:t>adresse anzeigen</w:t>
      </w:r>
      <w:r w:rsidRPr="00C55886">
        <w:t xml:space="preserve"> </w:t>
      </w:r>
      <w:r>
        <w:t>aktiviert, muss der Kunde explizit zustimmen, wenn er die Rechnungsadresse geändert hat und diese speichern will. Das Kontrollkästchen für das Opt-in muss dafür angehakt werden.</w:t>
      </w:r>
      <w:bookmarkStart w:id="46" w:name="_GoBack"/>
      <w:bookmarkEnd w:id="46"/>
    </w:p>
    <w:p w14:paraId="1B28227E" w14:textId="4BAAC67D" w:rsidR="00422A80" w:rsidRDefault="00422A80" w:rsidP="005D06F7">
      <w:r>
        <w:rPr>
          <w:noProof/>
        </w:rPr>
        <w:lastRenderedPageBreak/>
        <mc:AlternateContent>
          <mc:Choice Requires="wps">
            <w:drawing>
              <wp:anchor distT="0" distB="0" distL="114300" distR="114300" simplePos="0" relativeHeight="251696128" behindDoc="0" locked="0" layoutInCell="1" allowOverlap="1" wp14:anchorId="718D996D" wp14:editId="7F347586">
                <wp:simplePos x="0" y="0"/>
                <wp:positionH relativeFrom="margin">
                  <wp:align>left</wp:align>
                </wp:positionH>
                <wp:positionV relativeFrom="paragraph">
                  <wp:posOffset>7210425</wp:posOffset>
                </wp:positionV>
                <wp:extent cx="5038090" cy="635"/>
                <wp:effectExtent l="0" t="0" r="0" b="0"/>
                <wp:wrapTopAndBottom/>
                <wp:docPr id="17" name="Textfeld 17"/>
                <wp:cNvGraphicFramePr/>
                <a:graphic xmlns:a="http://schemas.openxmlformats.org/drawingml/2006/main">
                  <a:graphicData uri="http://schemas.microsoft.com/office/word/2010/wordprocessingShape">
                    <wps:wsp>
                      <wps:cNvSpPr txBox="1"/>
                      <wps:spPr>
                        <a:xfrm>
                          <a:off x="0" y="0"/>
                          <a:ext cx="5038090" cy="635"/>
                        </a:xfrm>
                        <a:prstGeom prst="rect">
                          <a:avLst/>
                        </a:prstGeom>
                        <a:solidFill>
                          <a:prstClr val="white"/>
                        </a:solidFill>
                        <a:ln>
                          <a:noFill/>
                        </a:ln>
                        <a:effectLst/>
                      </wps:spPr>
                      <wps:txbx>
                        <w:txbxContent>
                          <w:p w14:paraId="0BB22E82" w14:textId="77777777" w:rsidR="00422A80" w:rsidRPr="00691AA3" w:rsidRDefault="00422A80" w:rsidP="00422A80">
                            <w:pPr>
                              <w:pStyle w:val="Beschriftung"/>
                              <w:rPr>
                                <w:color w:val="auto"/>
                                <w:sz w:val="16"/>
                                <w:szCs w:val="16"/>
                              </w:rPr>
                            </w:pPr>
                            <w:r w:rsidRPr="00691AA3">
                              <w:rPr>
                                <w:color w:val="auto"/>
                                <w:sz w:val="16"/>
                                <w:szCs w:val="16"/>
                              </w:rPr>
                              <w:t xml:space="preserve">Abbildung </w:t>
                            </w:r>
                            <w:r w:rsidRPr="00691AA3">
                              <w:rPr>
                                <w:color w:val="auto"/>
                                <w:sz w:val="16"/>
                                <w:szCs w:val="16"/>
                              </w:rPr>
                              <w:fldChar w:fldCharType="begin"/>
                            </w:r>
                            <w:r w:rsidRPr="00691AA3">
                              <w:rPr>
                                <w:color w:val="auto"/>
                                <w:sz w:val="16"/>
                                <w:szCs w:val="16"/>
                              </w:rPr>
                              <w:instrText xml:space="preserve"> SEQ Abbildung \* ARABIC </w:instrText>
                            </w:r>
                            <w:r w:rsidRPr="00691AA3">
                              <w:rPr>
                                <w:color w:val="auto"/>
                                <w:sz w:val="16"/>
                                <w:szCs w:val="16"/>
                              </w:rPr>
                              <w:fldChar w:fldCharType="separate"/>
                            </w:r>
                            <w:r w:rsidR="00276642">
                              <w:rPr>
                                <w:noProof/>
                                <w:color w:val="auto"/>
                                <w:sz w:val="16"/>
                                <w:szCs w:val="16"/>
                              </w:rPr>
                              <w:t>2</w:t>
                            </w:r>
                            <w:r w:rsidRPr="00691AA3">
                              <w:rPr>
                                <w:color w:val="auto"/>
                                <w:sz w:val="16"/>
                                <w:szCs w:val="16"/>
                              </w:rPr>
                              <w:fldChar w:fldCharType="end"/>
                            </w:r>
                            <w:r w:rsidRPr="00691AA3">
                              <w:rPr>
                                <w:color w:val="auto"/>
                                <w:sz w:val="16"/>
                                <w:szCs w:val="16"/>
                              </w:rPr>
                              <w:t>: Rechnungsadresse ändern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18D996D" id="Textfeld 17" o:spid="_x0000_s1027" type="#_x0000_t202" style="position:absolute;margin-left:0;margin-top:567.75pt;width:396.7pt;height:.05pt;z-index:251696128;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" stroked="f">
                <v:textbox style="mso-fit-shape-to-text:t" inset="0,0,0,0">
                  <w:txbxContent>
                    <w:p w14:paraId="0BB22E82" w14:textId="77777777" w:rsidR="00422A80" w:rsidRPr="00691AA3" w:rsidRDefault="00422A80" w:rsidP="00422A80">
                      <w:pPr>
                        <w:pStyle w:val="Beschriftung"/>
                        <w:rPr>
                          <w:color w:val="auto"/>
                          <w:sz w:val="16"/>
                          <w:szCs w:val="16"/>
                        </w:rPr>
                      </w:pPr>
                      <w:r w:rsidRPr="00691AA3">
                        <w:rPr>
                          <w:color w:val="auto"/>
                          <w:sz w:val="16"/>
                          <w:szCs w:val="16"/>
                        </w:rPr>
                        <w:t xml:space="preserve">Abbildung </w:t>
                      </w:r>
                      <w:r w:rsidRPr="00691AA3">
                        <w:rPr>
                          <w:color w:val="auto"/>
                          <w:sz w:val="16"/>
                          <w:szCs w:val="16"/>
                        </w:rPr>
                        <w:fldChar w:fldCharType="begin"/>
                      </w:r>
                      <w:r w:rsidRPr="00691AA3">
                        <w:rPr>
                          <w:color w:val="auto"/>
                          <w:sz w:val="16"/>
                          <w:szCs w:val="16"/>
                        </w:rPr>
                        <w:instrText xml:space="preserve"> SEQ Abbildung \* ARABIC </w:instrText>
                      </w:r>
                      <w:r w:rsidRPr="00691AA3">
                        <w:rPr>
                          <w:color w:val="auto"/>
                          <w:sz w:val="16"/>
                          <w:szCs w:val="16"/>
                        </w:rPr>
                        <w:fldChar w:fldCharType="separate"/>
                      </w:r>
                      <w:r w:rsidR="00276642">
                        <w:rPr>
                          <w:noProof/>
                          <w:color w:val="auto"/>
                          <w:sz w:val="16"/>
                          <w:szCs w:val="16"/>
                        </w:rPr>
                        <w:t>2</w:t>
                      </w:r>
                      <w:r w:rsidRPr="00691AA3">
                        <w:rPr>
                          <w:color w:val="auto"/>
                          <w:sz w:val="16"/>
                          <w:szCs w:val="16"/>
                        </w:rPr>
                        <w:fldChar w:fldCharType="end"/>
                      </w:r>
                      <w:r w:rsidRPr="00691AA3">
                        <w:rPr>
                          <w:color w:val="auto"/>
                          <w:sz w:val="16"/>
                          <w:szCs w:val="16"/>
                        </w:rPr>
                        <w:t>: Rechnungsadresse ändern</w:t>
                      </w:r>
                    </w:p>
                  </w:txbxContent>
                </v:textbox>
                <w10:wrap type="topAndBottom" anchorx="margin"/>
              </v:shape>
            </w:pict>
          </mc:Fallback>
        </mc:AlternateContent>
      </w:r>
      <w:r>
        <w:rPr>
          <w:noProof/>
        </w:rPr>
        <w:drawing>
          <wp:anchor distT="0" distB="0" distL="114300" distR="114300" simplePos="0" relativeHeight="251694080" behindDoc="0" locked="0" layoutInCell="1" allowOverlap="1" wp14:anchorId="41D01C12" wp14:editId="74D361B7">
            <wp:simplePos x="0" y="0"/>
            <wp:positionH relativeFrom="margin">
              <wp:align>left</wp:align>
            </wp:positionH>
            <wp:positionV relativeFrom="paragraph">
              <wp:posOffset>0</wp:posOffset>
            </wp:positionV>
            <wp:extent cx="5486400" cy="6991350"/>
            <wp:effectExtent l="0" t="0" r="0" b="0"/>
            <wp:wrapTopAndBottom/>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bbildung 2.png"/>
                    <pic:cNvPicPr/>
                  </pic:nvPicPr>
                  <pic:blipFill>
                    <a:blip r:embed="rId20">
                      <a:extLst>
                        <a:ext uri="{28A0092B-C50C-407E-A947-70E740481C1C}">
                          <a14:useLocalDpi xmlns:a14="http://schemas.microsoft.com/office/drawing/2010/main" val="0"/>
                        </a:ext>
                      </a:extLst>
                    </a:blip>
                    <a:stretch>
                      <a:fillRect/>
                    </a:stretch>
                  </pic:blipFill>
                  <pic:spPr>
                    <a:xfrm>
                      <a:off x="0" y="0"/>
                      <a:ext cx="5486400" cy="6991350"/>
                    </a:xfrm>
                    <a:prstGeom prst="rect">
                      <a:avLst/>
                    </a:prstGeom>
                  </pic:spPr>
                </pic:pic>
              </a:graphicData>
            </a:graphic>
            <wp14:sizeRelH relativeFrom="margin">
              <wp14:pctWidth>0</wp14:pctWidth>
            </wp14:sizeRelH>
            <wp14:sizeRelV relativeFrom="margin">
              <wp14:pctHeight>0</wp14:pctHeight>
            </wp14:sizeRelV>
          </wp:anchor>
        </w:drawing>
      </w:r>
    </w:p>
    <w:p w14:paraId="35F58A97" w14:textId="190924D8" w:rsidR="00F06FF5" w:rsidRPr="00F06FF5" w:rsidRDefault="006E320C" w:rsidP="00F06FF5">
      <w:pPr>
        <w:pStyle w:val="berschrift2"/>
        <w:ind w:hanging="1997"/>
        <w:rPr>
          <w:lang w:val="de-DE"/>
        </w:rPr>
      </w:pPr>
      <w:bookmarkStart w:id="47" w:name="_Toc513209332"/>
      <w:r>
        <w:rPr>
          <w:lang w:val="de-DE"/>
        </w:rPr>
        <w:lastRenderedPageBreak/>
        <w:t>Lieferadresse</w:t>
      </w:r>
      <w:bookmarkEnd w:id="47"/>
    </w:p>
    <w:p w14:paraId="0029E7B2" w14:textId="7B01111C" w:rsidR="00C31310" w:rsidRDefault="00F84F5D" w:rsidP="005D06F7">
      <w:r w:rsidRPr="00C02630">
        <w:t xml:space="preserve">Unter </w:t>
      </w:r>
      <w:r w:rsidRPr="00C02630">
        <w:rPr>
          <w:b/>
        </w:rPr>
        <w:t>Mein Konto</w:t>
      </w:r>
      <w:r w:rsidRPr="00C02630">
        <w:t xml:space="preserve"> -&gt; </w:t>
      </w:r>
      <w:r w:rsidRPr="00C02630">
        <w:rPr>
          <w:b/>
        </w:rPr>
        <w:t>Rechnungs- und Liefereinstellungen</w:t>
      </w:r>
      <w:r w:rsidRPr="00C02630">
        <w:t xml:space="preserve"> werden alle vorhandenen Lieferadressen eines Kunden aufgelistet, wenn das Kontrollkästchen </w:t>
      </w:r>
      <w:r w:rsidRPr="00C02630">
        <w:rPr>
          <w:b/>
        </w:rPr>
        <w:t>Rechnungsadresse als Lieferadresse verwenden</w:t>
      </w:r>
      <w:r w:rsidRPr="00C02630">
        <w:t xml:space="preserve"> nicht angehakt ist.</w:t>
      </w:r>
      <w:r>
        <w:t xml:space="preserve"> Hier kann eine vorhandene Lieferadresse bearbeitet oder eine neue hinzugefügt werden. </w:t>
      </w:r>
    </w:p>
    <w:p w14:paraId="27C77875" w14:textId="72FA4DEA" w:rsidR="00621C6F" w:rsidRDefault="00422A80" w:rsidP="005D06F7">
      <w:r>
        <w:rPr>
          <w:noProof/>
        </w:rPr>
        <w:drawing>
          <wp:anchor distT="0" distB="0" distL="114300" distR="114300" simplePos="0" relativeHeight="251680768" behindDoc="0" locked="0" layoutInCell="1" allowOverlap="1" wp14:anchorId="016E396D" wp14:editId="616D909A">
            <wp:simplePos x="0" y="0"/>
            <wp:positionH relativeFrom="margin">
              <wp:align>left</wp:align>
            </wp:positionH>
            <wp:positionV relativeFrom="paragraph">
              <wp:posOffset>241300</wp:posOffset>
            </wp:positionV>
            <wp:extent cx="5424805" cy="6200775"/>
            <wp:effectExtent l="38100" t="38100" r="99695" b="104775"/>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bbildung 2.png"/>
                    <pic:cNvPicPr/>
                  </pic:nvPicPr>
                  <pic:blipFill>
                    <a:blip r:embed="rId21">
                      <a:extLst>
                        <a:ext uri="{28A0092B-C50C-407E-A947-70E740481C1C}">
                          <a14:useLocalDpi xmlns:a14="http://schemas.microsoft.com/office/drawing/2010/main" val="0"/>
                        </a:ext>
                      </a:extLst>
                    </a:blip>
                    <a:stretch>
                      <a:fillRect/>
                    </a:stretch>
                  </pic:blipFill>
                  <pic:spPr>
                    <a:xfrm>
                      <a:off x="0" y="0"/>
                      <a:ext cx="5424805" cy="6200775"/>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14:paraId="27218B04" w14:textId="05A9CC46" w:rsidR="00422A80" w:rsidRDefault="00422A80" w:rsidP="00621C6F">
      <w:r>
        <w:rPr>
          <w:noProof/>
        </w:rPr>
        <mc:AlternateContent>
          <mc:Choice Requires="wps">
            <w:drawing>
              <wp:anchor distT="0" distB="0" distL="114300" distR="114300" simplePos="0" relativeHeight="251682816" behindDoc="0" locked="0" layoutInCell="1" allowOverlap="1" wp14:anchorId="0D1847FE" wp14:editId="6FAB06CB">
                <wp:simplePos x="0" y="0"/>
                <wp:positionH relativeFrom="margin">
                  <wp:align>left</wp:align>
                </wp:positionH>
                <wp:positionV relativeFrom="paragraph">
                  <wp:posOffset>6511925</wp:posOffset>
                </wp:positionV>
                <wp:extent cx="5748655" cy="200025"/>
                <wp:effectExtent l="0" t="0" r="4445" b="9525"/>
                <wp:wrapSquare wrapText="bothSides"/>
                <wp:docPr id="9" name="Textfeld 9"/>
                <wp:cNvGraphicFramePr/>
                <a:graphic xmlns:a="http://schemas.openxmlformats.org/drawingml/2006/main">
                  <a:graphicData uri="http://schemas.microsoft.com/office/word/2010/wordprocessingShape">
                    <wps:wsp>
                      <wps:cNvSpPr txBox="1"/>
                      <wps:spPr>
                        <a:xfrm>
                          <a:off x="0" y="0"/>
                          <a:ext cx="5748655" cy="200025"/>
                        </a:xfrm>
                        <a:prstGeom prst="rect">
                          <a:avLst/>
                        </a:prstGeom>
                        <a:solidFill>
                          <a:prstClr val="white"/>
                        </a:solidFill>
                        <a:ln>
                          <a:noFill/>
                        </a:ln>
                        <a:effectLst/>
                      </wps:spPr>
                      <wps:txbx>
                        <w:txbxContent>
                          <w:p w14:paraId="401ECE40" w14:textId="256E8DD1" w:rsidR="00306A96" w:rsidRPr="00401DE4" w:rsidRDefault="00306A96" w:rsidP="00306A96">
                            <w:pPr>
                              <w:pStyle w:val="Beschriftung"/>
                              <w:rPr>
                                <w:noProof/>
                                <w:color w:val="auto"/>
                                <w:sz w:val="16"/>
                                <w:szCs w:val="16"/>
                              </w:rPr>
                            </w:pPr>
                            <w:r w:rsidRPr="00401DE4">
                              <w:rPr>
                                <w:color w:val="auto"/>
                                <w:sz w:val="16"/>
                                <w:szCs w:val="16"/>
                              </w:rPr>
                              <w:t xml:space="preserve">Abbildung </w:t>
                            </w:r>
                            <w:r w:rsidR="00CB0E5B">
                              <w:rPr>
                                <w:color w:val="auto"/>
                                <w:sz w:val="16"/>
                                <w:szCs w:val="16"/>
                              </w:rPr>
                              <w:t>3</w:t>
                            </w:r>
                            <w:r w:rsidRPr="00401DE4">
                              <w:rPr>
                                <w:color w:val="auto"/>
                                <w:sz w:val="16"/>
                                <w:szCs w:val="16"/>
                              </w:rPr>
                              <w:t xml:space="preserve">: </w:t>
                            </w:r>
                            <w:r>
                              <w:rPr>
                                <w:color w:val="auto"/>
                                <w:sz w:val="16"/>
                                <w:szCs w:val="16"/>
                              </w:rPr>
                              <w:t>Lieferadresse erstellen oder bearbeiten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D1847FE" id="Textfeld 9" o:spid="_x0000_s1028" type="#_x0000_t202" style="position:absolute;margin-left:0;margin-top:512.75pt;width:452.65pt;height:15.75pt;z-index:25168281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" stroked="f">
                <v:textbox inset="0,0,0,0">
                  <w:txbxContent>
                    <w:p w14:paraId="401ECE40" w14:textId="256E8DD1" w:rsidR="00306A96" w:rsidRPr="00401DE4" w:rsidRDefault="00306A96" w:rsidP="00306A96">
                      <w:pPr>
                        <w:pStyle w:val="Beschriftung"/>
                        <w:rPr>
                          <w:noProof/>
                          <w:color w:val="auto"/>
                          <w:sz w:val="16"/>
                          <w:szCs w:val="16"/>
                        </w:rPr>
                      </w:pPr>
                      <w:r w:rsidRPr="00401DE4">
                        <w:rPr>
                          <w:color w:val="auto"/>
                          <w:sz w:val="16"/>
                          <w:szCs w:val="16"/>
                        </w:rPr>
                        <w:t xml:space="preserve">Abbildung </w:t>
                      </w:r>
                      <w:r w:rsidR="00CB0E5B">
                        <w:rPr>
                          <w:color w:val="auto"/>
                          <w:sz w:val="16"/>
                          <w:szCs w:val="16"/>
                        </w:rPr>
                        <w:t>3</w:t>
                      </w:r>
                      <w:r w:rsidRPr="00401DE4">
                        <w:rPr>
                          <w:color w:val="auto"/>
                          <w:sz w:val="16"/>
                          <w:szCs w:val="16"/>
                        </w:rPr>
                        <w:t xml:space="preserve">: </w:t>
                      </w:r>
                      <w:r>
                        <w:rPr>
                          <w:color w:val="auto"/>
                          <w:sz w:val="16"/>
                          <w:szCs w:val="16"/>
                        </w:rPr>
                        <w:t>Lieferadresse erstellen oder bearbeiten</w:t>
                      </w:r>
                    </w:p>
                  </w:txbxContent>
                </v:textbox>
                <w10:wrap type="square" anchorx="margin"/>
              </v:shape>
            </w:pict>
          </mc:Fallback>
        </mc:AlternateContent>
      </w:r>
    </w:p>
    <w:p w14:paraId="4CDED272" w14:textId="78C3ABFC" w:rsidR="00422A80" w:rsidRDefault="00422A80" w:rsidP="00621C6F"/>
    <w:p w14:paraId="1B3C4FE2" w14:textId="71785B43" w:rsidR="00422A80" w:rsidRDefault="00422A80" w:rsidP="00621C6F"/>
    <w:p w14:paraId="73D15D3A" w14:textId="19C05810" w:rsidR="00422A80" w:rsidRDefault="00422A80" w:rsidP="00621C6F"/>
    <w:p w14:paraId="7D2D076D" w14:textId="1B19D6CD" w:rsidR="00621C6F" w:rsidRDefault="00621C6F" w:rsidP="00621C6F">
      <w:r>
        <w:t xml:space="preserve">Wurde die Moduleinstellung </w:t>
      </w:r>
      <w:r w:rsidRPr="00C55886">
        <w:rPr>
          <w:b/>
        </w:rPr>
        <w:t>Opt-in für Lieferadresse anzeigen</w:t>
      </w:r>
      <w:r w:rsidRPr="00C55886">
        <w:t xml:space="preserve"> </w:t>
      </w:r>
      <w:r>
        <w:t>aktiviert, ist die explizite Zustimmung des Kunden notwendig, damit die Lieferadresse gespeichert werden kann.</w:t>
      </w:r>
    </w:p>
    <w:p w14:paraId="4382CAB2" w14:textId="6130EBA1" w:rsidR="00621C6F" w:rsidRDefault="00621C6F" w:rsidP="00621C6F"/>
    <w:p w14:paraId="6130CA23" w14:textId="1D435A5A" w:rsidR="00621C6F" w:rsidRDefault="00621C6F" w:rsidP="005D06F7">
      <w:r>
        <w:t>Das Bearbeit</w:t>
      </w:r>
      <w:r w:rsidRPr="00C02630">
        <w:t xml:space="preserve">en </w:t>
      </w:r>
      <w:r>
        <w:t xml:space="preserve">und Hinzufügen </w:t>
      </w:r>
      <w:r w:rsidRPr="00C02630">
        <w:t>von Lieferadressen ist auch direkt im Bestellprozess möglich.</w:t>
      </w:r>
    </w:p>
    <w:p w14:paraId="270983CC" w14:textId="30820137" w:rsidR="006E320C" w:rsidRPr="00A17D36" w:rsidRDefault="006E320C" w:rsidP="006E320C">
      <w:pPr>
        <w:pStyle w:val="berschrift2"/>
        <w:ind w:hanging="1997"/>
        <w:rPr>
          <w:lang w:val="de-DE"/>
        </w:rPr>
      </w:pPr>
      <w:bookmarkStart w:id="48" w:name="_Toc513209333"/>
      <w:r>
        <w:rPr>
          <w:lang w:val="de-DE"/>
        </w:rPr>
        <w:t>Registrierung</w:t>
      </w:r>
      <w:bookmarkEnd w:id="48"/>
    </w:p>
    <w:p w14:paraId="3311FD7B" w14:textId="0A1B694D" w:rsidR="006E320C" w:rsidRDefault="00C55886" w:rsidP="006E320C">
      <w:r>
        <w:t xml:space="preserve">Ein Kunde kann sich im Shop registrieren, indem er </w:t>
      </w:r>
      <w:r w:rsidR="008B11BD">
        <w:t xml:space="preserve">im Frontend </w:t>
      </w:r>
      <w:r>
        <w:t xml:space="preserve">den Link </w:t>
      </w:r>
      <w:r w:rsidRPr="00C55886">
        <w:rPr>
          <w:b/>
        </w:rPr>
        <w:t>Anmelden</w:t>
      </w:r>
      <w:r>
        <w:t xml:space="preserve"> klickt und dann auf </w:t>
      </w:r>
      <w:r w:rsidRPr="00C55886">
        <w:rPr>
          <w:b/>
        </w:rPr>
        <w:t>Registrieren</w:t>
      </w:r>
      <w:r>
        <w:t xml:space="preserve"> wechselt. Er kann aber auch im Bestellschritt zwei ein Konto im Shop eröffnen. </w:t>
      </w:r>
    </w:p>
    <w:p w14:paraId="756C4381" w14:textId="2636A671" w:rsidR="00C55886" w:rsidRDefault="00C55886" w:rsidP="006E320C"/>
    <w:p w14:paraId="5566AE16" w14:textId="7A0B4AAF" w:rsidR="00C55886" w:rsidRDefault="00C55886" w:rsidP="006E320C">
      <w:r>
        <w:t>Wurde die entsprechende Moduleinstellung aktiviert, kann die Registrierung nur abgeschlossen werden, wenn der dauerhaften Verwendung der im Formular angegebenen Daten für das Kundenkonto explizit zugestimmt wurde.</w:t>
      </w:r>
    </w:p>
    <w:p w14:paraId="315B1A0D" w14:textId="38578C0E" w:rsidR="00306A96" w:rsidRDefault="00306A96" w:rsidP="006E320C">
      <w:r>
        <w:rPr>
          <w:noProof/>
        </w:rPr>
        <w:drawing>
          <wp:anchor distT="0" distB="0" distL="114300" distR="114300" simplePos="0" relativeHeight="251683840" behindDoc="0" locked="0" layoutInCell="1" allowOverlap="1" wp14:anchorId="553407FD" wp14:editId="05235566">
            <wp:simplePos x="0" y="0"/>
            <wp:positionH relativeFrom="margin">
              <wp:align>left</wp:align>
            </wp:positionH>
            <wp:positionV relativeFrom="paragraph">
              <wp:posOffset>222250</wp:posOffset>
            </wp:positionV>
            <wp:extent cx="6119495" cy="2812415"/>
            <wp:effectExtent l="38100" t="38100" r="90805" b="102235"/>
            <wp:wrapTopAndBottom/>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bbildung 3.png"/>
                    <pic:cNvPicPr/>
                  </pic:nvPicPr>
                  <pic:blipFill>
                    <a:blip r:embed="rId22">
                      <a:extLst>
                        <a:ext uri="{28A0092B-C50C-407E-A947-70E740481C1C}">
                          <a14:useLocalDpi xmlns:a14="http://schemas.microsoft.com/office/drawing/2010/main" val="0"/>
                        </a:ext>
                      </a:extLst>
                    </a:blip>
                    <a:stretch>
                      <a:fillRect/>
                    </a:stretch>
                  </pic:blipFill>
                  <pic:spPr>
                    <a:xfrm>
                      <a:off x="0" y="0"/>
                      <a:ext cx="6119495" cy="2812415"/>
                    </a:xfrm>
                    <a:prstGeom prst="rect">
                      <a:avLst/>
                    </a:prstGeom>
                    <a:effectLst>
                      <a:outerShdw blurRad="50800" dist="38100" dir="2700000" algn="tl" rotWithShape="0">
                        <a:prstClr val="black">
                          <a:alpha val="40000"/>
                        </a:prstClr>
                      </a:outerShdw>
                    </a:effectLst>
                  </pic:spPr>
                </pic:pic>
              </a:graphicData>
            </a:graphic>
          </wp:anchor>
        </w:drawing>
      </w:r>
    </w:p>
    <w:p w14:paraId="0F0328FC" w14:textId="24B7DE58" w:rsidR="00306A96" w:rsidRDefault="00EE62F2" w:rsidP="006E320C">
      <w:r>
        <w:rPr>
          <w:noProof/>
        </w:rPr>
        <mc:AlternateContent>
          <mc:Choice Requires="wps">
            <w:drawing>
              <wp:anchor distT="0" distB="0" distL="114300" distR="114300" simplePos="0" relativeHeight="251685888" behindDoc="0" locked="0" layoutInCell="1" allowOverlap="1" wp14:anchorId="6085B5BB" wp14:editId="40783EF6">
                <wp:simplePos x="0" y="0"/>
                <wp:positionH relativeFrom="margin">
                  <wp:align>left</wp:align>
                </wp:positionH>
                <wp:positionV relativeFrom="paragraph">
                  <wp:posOffset>3032125</wp:posOffset>
                </wp:positionV>
                <wp:extent cx="5748655" cy="200025"/>
                <wp:effectExtent l="0" t="0" r="4445" b="9525"/>
                <wp:wrapSquare wrapText="bothSides"/>
                <wp:docPr id="11" name="Textfeld 11"/>
                <wp:cNvGraphicFramePr/>
                <a:graphic xmlns:a="http://schemas.openxmlformats.org/drawingml/2006/main">
                  <a:graphicData uri="http://schemas.microsoft.com/office/word/2010/wordprocessingShape">
                    <wps:wsp>
                      <wps:cNvSpPr txBox="1"/>
                      <wps:spPr>
                        <a:xfrm>
                          <a:off x="0" y="0"/>
                          <a:ext cx="5748655" cy="200025"/>
                        </a:xfrm>
                        <a:prstGeom prst="rect">
                          <a:avLst/>
                        </a:prstGeom>
                        <a:solidFill>
                          <a:prstClr val="white"/>
                        </a:solidFill>
                        <a:ln>
                          <a:noFill/>
                        </a:ln>
                        <a:effectLst/>
                      </wps:spPr>
                      <wps:txbx>
                        <w:txbxContent>
                          <w:p w14:paraId="5C07612A" w14:textId="3323DFF7" w:rsidR="00306A96" w:rsidRPr="00401DE4" w:rsidRDefault="00306A96" w:rsidP="00306A96">
                            <w:pPr>
                              <w:pStyle w:val="Beschriftung"/>
                              <w:rPr>
                                <w:noProof/>
                                <w:color w:val="auto"/>
                                <w:sz w:val="16"/>
                                <w:szCs w:val="16"/>
                              </w:rPr>
                            </w:pPr>
                            <w:r w:rsidRPr="00401DE4">
                              <w:rPr>
                                <w:color w:val="auto"/>
                                <w:sz w:val="16"/>
                                <w:szCs w:val="16"/>
                              </w:rPr>
                              <w:t xml:space="preserve">Abbildung </w:t>
                            </w:r>
                            <w:r w:rsidR="00CB0E5B">
                              <w:rPr>
                                <w:color w:val="auto"/>
                                <w:sz w:val="16"/>
                                <w:szCs w:val="16"/>
                              </w:rPr>
                              <w:t>4</w:t>
                            </w:r>
                            <w:r w:rsidRPr="00401DE4">
                              <w:rPr>
                                <w:color w:val="auto"/>
                                <w:sz w:val="16"/>
                                <w:szCs w:val="16"/>
                              </w:rPr>
                              <w:t xml:space="preserve">: </w:t>
                            </w:r>
                            <w:r>
                              <w:rPr>
                                <w:color w:val="auto"/>
                                <w:sz w:val="16"/>
                                <w:szCs w:val="16"/>
                              </w:rPr>
                              <w:t>Registrierung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085B5BB" id="Textfeld 11" o:spid="_x0000_s1029" type="#_x0000_t202" style="position:absolute;margin-left:0;margin-top:238.75pt;width:452.65pt;height:15.75pt;z-index:25168588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" stroked="f">
                <v:textbox inset="0,0,0,0">
                  <w:txbxContent>
                    <w:p w14:paraId="5C07612A" w14:textId="3323DFF7" w:rsidR="00306A96" w:rsidRPr="00401DE4" w:rsidRDefault="00306A96" w:rsidP="00306A96">
                      <w:pPr>
                        <w:pStyle w:val="Beschriftung"/>
                        <w:rPr>
                          <w:noProof/>
                          <w:color w:val="auto"/>
                          <w:sz w:val="16"/>
                          <w:szCs w:val="16"/>
                        </w:rPr>
                      </w:pPr>
                      <w:r w:rsidRPr="00401DE4">
                        <w:rPr>
                          <w:color w:val="auto"/>
                          <w:sz w:val="16"/>
                          <w:szCs w:val="16"/>
                        </w:rPr>
                        <w:t xml:space="preserve">Abbildung </w:t>
                      </w:r>
                      <w:r w:rsidR="00CB0E5B">
                        <w:rPr>
                          <w:color w:val="auto"/>
                          <w:sz w:val="16"/>
                          <w:szCs w:val="16"/>
                        </w:rPr>
                        <w:t>4</w:t>
                      </w:r>
                      <w:r w:rsidRPr="00401DE4">
                        <w:rPr>
                          <w:color w:val="auto"/>
                          <w:sz w:val="16"/>
                          <w:szCs w:val="16"/>
                        </w:rPr>
                        <w:t xml:space="preserve">: </w:t>
                      </w:r>
                      <w:r>
                        <w:rPr>
                          <w:color w:val="auto"/>
                          <w:sz w:val="16"/>
                          <w:szCs w:val="16"/>
                        </w:rPr>
                        <w:t>Registrierung</w:t>
                      </w:r>
                    </w:p>
                  </w:txbxContent>
                </v:textbox>
                <w10:wrap type="square" anchorx="margin"/>
              </v:shape>
            </w:pict>
          </mc:Fallback>
        </mc:AlternateContent>
      </w:r>
    </w:p>
    <w:p w14:paraId="0BC4F9EC" w14:textId="6C9F0C15" w:rsidR="00E32FC3" w:rsidRDefault="00E32FC3" w:rsidP="00E32FC3"/>
    <w:p w14:paraId="54361F64" w14:textId="68D956D4" w:rsidR="006E320C" w:rsidRPr="00A17D36" w:rsidRDefault="006E320C" w:rsidP="006E320C">
      <w:pPr>
        <w:pStyle w:val="berschrift2"/>
        <w:ind w:hanging="1997"/>
        <w:rPr>
          <w:lang w:val="de-DE"/>
        </w:rPr>
      </w:pPr>
      <w:bookmarkStart w:id="49" w:name="_Toc513209334"/>
      <w:r>
        <w:rPr>
          <w:lang w:val="de-DE"/>
        </w:rPr>
        <w:t>Bewertung</w:t>
      </w:r>
      <w:bookmarkEnd w:id="49"/>
    </w:p>
    <w:p w14:paraId="3B5F12A6" w14:textId="1885A0C0" w:rsidR="006E320C" w:rsidRDefault="005818BE" w:rsidP="006E320C">
      <w:r>
        <w:t xml:space="preserve">Kunden können eine Bewertung zu einem Artikel schreiben und für diesen maximal fünf Sterne vergeben. Ist die Moduleinstellung </w:t>
      </w:r>
      <w:r w:rsidRPr="002553D1">
        <w:rPr>
          <w:b/>
        </w:rPr>
        <w:t>Opt-in für Artikelbewertungen anzeigen</w:t>
      </w:r>
      <w:r>
        <w:t xml:space="preserve"> aktiviert, wird ein Hinweis darauf eingeblendet, das</w:t>
      </w:r>
      <w:r w:rsidR="002553D1">
        <w:t>s die</w:t>
      </w:r>
      <w:r>
        <w:t xml:space="preserve"> Bewertung und der Name des Kunden auf der Detai</w:t>
      </w:r>
      <w:r w:rsidR="002553D1">
        <w:t>lseite des Artikels angezeigt we</w:t>
      </w:r>
      <w:r>
        <w:t>rd</w:t>
      </w:r>
      <w:r w:rsidR="002553D1">
        <w:t>en</w:t>
      </w:r>
      <w:r>
        <w:t>. Ohne die ausdrückliche Zustimmung durch Anhaken des Kontrollkästchen</w:t>
      </w:r>
      <w:r w:rsidR="00B42992">
        <w:t>s</w:t>
      </w:r>
      <w:r>
        <w:t xml:space="preserve"> können die Bewertung und das Sterne-Rating nicht gespeichert werden.</w:t>
      </w:r>
    </w:p>
    <w:p w14:paraId="758CF234" w14:textId="335252DB" w:rsidR="00A6059D" w:rsidRDefault="00A6059D" w:rsidP="006E320C"/>
    <w:p w14:paraId="3B349A58" w14:textId="7815ECAB" w:rsidR="00A6059D" w:rsidRDefault="005870B7" w:rsidP="006E320C">
      <w:r>
        <w:rPr>
          <w:noProof/>
        </w:rPr>
        <w:lastRenderedPageBreak/>
        <mc:AlternateContent>
          <mc:Choice Requires="wps">
            <w:drawing>
              <wp:anchor distT="0" distB="0" distL="114300" distR="114300" simplePos="0" relativeHeight="251687936" behindDoc="0" locked="0" layoutInCell="1" allowOverlap="1" wp14:anchorId="652C9EE6" wp14:editId="224ECC2C">
                <wp:simplePos x="0" y="0"/>
                <wp:positionH relativeFrom="margin">
                  <wp:align>left</wp:align>
                </wp:positionH>
                <wp:positionV relativeFrom="paragraph">
                  <wp:posOffset>2676525</wp:posOffset>
                </wp:positionV>
                <wp:extent cx="5748655" cy="200025"/>
                <wp:effectExtent l="0" t="0" r="4445" b="9525"/>
                <wp:wrapSquare wrapText="bothSides"/>
                <wp:docPr id="12" name="Textfeld 12"/>
                <wp:cNvGraphicFramePr/>
                <a:graphic xmlns:a="http://schemas.openxmlformats.org/drawingml/2006/main">
                  <a:graphicData uri="http://schemas.microsoft.com/office/word/2010/wordprocessingShape">
                    <wps:wsp>
                      <wps:cNvSpPr txBox="1"/>
                      <wps:spPr>
                        <a:xfrm>
                          <a:off x="0" y="0"/>
                          <a:ext cx="5748655" cy="200025"/>
                        </a:xfrm>
                        <a:prstGeom prst="rect">
                          <a:avLst/>
                        </a:prstGeom>
                        <a:solidFill>
                          <a:prstClr val="white"/>
                        </a:solidFill>
                        <a:ln>
                          <a:noFill/>
                        </a:ln>
                        <a:effectLst/>
                      </wps:spPr>
                      <wps:txbx>
                        <w:txbxContent>
                          <w:p w14:paraId="28596F71" w14:textId="630F7E6C" w:rsidR="00A6059D" w:rsidRPr="00401DE4" w:rsidRDefault="00A6059D" w:rsidP="00A6059D">
                            <w:pPr>
                              <w:pStyle w:val="Beschriftung"/>
                              <w:rPr>
                                <w:noProof/>
                                <w:color w:val="auto"/>
                                <w:sz w:val="16"/>
                                <w:szCs w:val="16"/>
                              </w:rPr>
                            </w:pPr>
                            <w:r w:rsidRPr="00401DE4">
                              <w:rPr>
                                <w:color w:val="auto"/>
                                <w:sz w:val="16"/>
                                <w:szCs w:val="16"/>
                              </w:rPr>
                              <w:t xml:space="preserve">Abbildung </w:t>
                            </w:r>
                            <w:r w:rsidR="00CB0E5B">
                              <w:rPr>
                                <w:color w:val="auto"/>
                                <w:sz w:val="16"/>
                                <w:szCs w:val="16"/>
                              </w:rPr>
                              <w:t>5</w:t>
                            </w:r>
                            <w:r w:rsidRPr="00401DE4">
                              <w:rPr>
                                <w:color w:val="auto"/>
                                <w:sz w:val="16"/>
                                <w:szCs w:val="16"/>
                              </w:rPr>
                              <w:t xml:space="preserve">: </w:t>
                            </w:r>
                            <w:r>
                              <w:rPr>
                                <w:color w:val="auto"/>
                                <w:sz w:val="16"/>
                                <w:szCs w:val="16"/>
                              </w:rPr>
                              <w:t>Artikel bewerten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52C9EE6" id="Textfeld 12" o:spid="_x0000_s1030" type="#_x0000_t202" style="position:absolute;margin-left:0;margin-top:210.75pt;width:452.65pt;height:15.75pt;z-index:25168793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" stroked="f">
                <v:textbox inset="0,0,0,0">
                  <w:txbxContent>
                    <w:p w14:paraId="28596F71" w14:textId="630F7E6C" w:rsidR="00A6059D" w:rsidRPr="00401DE4" w:rsidRDefault="00A6059D" w:rsidP="00A6059D">
                      <w:pPr>
                        <w:pStyle w:val="Beschriftung"/>
                        <w:rPr>
                          <w:noProof/>
                          <w:color w:val="auto"/>
                          <w:sz w:val="16"/>
                          <w:szCs w:val="16"/>
                        </w:rPr>
                      </w:pPr>
                      <w:r w:rsidRPr="00401DE4">
                        <w:rPr>
                          <w:color w:val="auto"/>
                          <w:sz w:val="16"/>
                          <w:szCs w:val="16"/>
                        </w:rPr>
                        <w:t xml:space="preserve">Abbildung </w:t>
                      </w:r>
                      <w:r w:rsidR="00CB0E5B">
                        <w:rPr>
                          <w:color w:val="auto"/>
                          <w:sz w:val="16"/>
                          <w:szCs w:val="16"/>
                        </w:rPr>
                        <w:t>5</w:t>
                      </w:r>
                      <w:r w:rsidRPr="00401DE4">
                        <w:rPr>
                          <w:color w:val="auto"/>
                          <w:sz w:val="16"/>
                          <w:szCs w:val="16"/>
                        </w:rPr>
                        <w:t xml:space="preserve">: </w:t>
                      </w:r>
                      <w:r>
                        <w:rPr>
                          <w:color w:val="auto"/>
                          <w:sz w:val="16"/>
                          <w:szCs w:val="16"/>
                        </w:rPr>
                        <w:t>Artikel bewerten</w:t>
                      </w:r>
                    </w:p>
                  </w:txbxContent>
                </v:textbox>
                <w10:wrap type="square" anchorx="margin"/>
              </v:shape>
            </w:pict>
          </mc:Fallback>
        </mc:AlternateContent>
      </w:r>
      <w:r w:rsidR="00C95EED">
        <w:rPr>
          <w:noProof/>
        </w:rPr>
        <w:drawing>
          <wp:anchor distT="0" distB="0" distL="114300" distR="114300" simplePos="0" relativeHeight="251691008" behindDoc="0" locked="0" layoutInCell="1" allowOverlap="1" wp14:anchorId="7804B6DB" wp14:editId="7D3D4F10">
            <wp:simplePos x="0" y="0"/>
            <wp:positionH relativeFrom="margin">
              <wp:align>left</wp:align>
            </wp:positionH>
            <wp:positionV relativeFrom="paragraph">
              <wp:posOffset>38100</wp:posOffset>
            </wp:positionV>
            <wp:extent cx="6119495" cy="2451735"/>
            <wp:effectExtent l="38100" t="38100" r="90805" b="100965"/>
            <wp:wrapTopAndBottom/>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bbildung 4.png"/>
                    <pic:cNvPicPr/>
                  </pic:nvPicPr>
                  <pic:blipFill>
                    <a:blip r:embed="rId23">
                      <a:extLst>
                        <a:ext uri="{28A0092B-C50C-407E-A947-70E740481C1C}">
                          <a14:useLocalDpi xmlns:a14="http://schemas.microsoft.com/office/drawing/2010/main" val="0"/>
                        </a:ext>
                      </a:extLst>
                    </a:blip>
                    <a:stretch>
                      <a:fillRect/>
                    </a:stretch>
                  </pic:blipFill>
                  <pic:spPr>
                    <a:xfrm>
                      <a:off x="0" y="0"/>
                      <a:ext cx="6119495" cy="2451735"/>
                    </a:xfrm>
                    <a:prstGeom prst="rect">
                      <a:avLst/>
                    </a:prstGeom>
                    <a:effectLst>
                      <a:outerShdw blurRad="50800" dist="38100" dir="2700000" algn="tl" rotWithShape="0">
                        <a:prstClr val="black">
                          <a:alpha val="40000"/>
                        </a:prstClr>
                      </a:outerShdw>
                    </a:effectLst>
                  </pic:spPr>
                </pic:pic>
              </a:graphicData>
            </a:graphic>
          </wp:anchor>
        </w:drawing>
      </w:r>
    </w:p>
    <w:p w14:paraId="08A5897F" w14:textId="555697B0" w:rsidR="00A6059D" w:rsidRDefault="00A6059D" w:rsidP="006E320C"/>
    <w:p w14:paraId="495B438B" w14:textId="2F76C80F" w:rsidR="006E320C" w:rsidRPr="00A17D36" w:rsidRDefault="006E320C" w:rsidP="006E320C">
      <w:pPr>
        <w:pStyle w:val="berschrift2"/>
        <w:ind w:hanging="1997"/>
        <w:rPr>
          <w:lang w:val="de-DE"/>
        </w:rPr>
      </w:pPr>
      <w:bookmarkStart w:id="50" w:name="_Toc513209335"/>
      <w:r>
        <w:rPr>
          <w:lang w:val="de-DE"/>
        </w:rPr>
        <w:t>Kontaktformular</w:t>
      </w:r>
      <w:bookmarkEnd w:id="50"/>
    </w:p>
    <w:p w14:paraId="4A0422FF" w14:textId="49418FE7" w:rsidR="00C02630" w:rsidRDefault="005870B7" w:rsidP="006E320C">
      <w:r>
        <w:rPr>
          <w:noProof/>
        </w:rPr>
        <w:drawing>
          <wp:anchor distT="0" distB="0" distL="114300" distR="114300" simplePos="0" relativeHeight="251692032" behindDoc="0" locked="0" layoutInCell="1" allowOverlap="1" wp14:anchorId="0A121C55" wp14:editId="021842B1">
            <wp:simplePos x="0" y="0"/>
            <wp:positionH relativeFrom="margin">
              <wp:align>left</wp:align>
            </wp:positionH>
            <wp:positionV relativeFrom="paragraph">
              <wp:posOffset>1063625</wp:posOffset>
            </wp:positionV>
            <wp:extent cx="6119495" cy="3009265"/>
            <wp:effectExtent l="38100" t="38100" r="90805" b="95885"/>
            <wp:wrapTopAndBottom/>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bbildung 5.png"/>
                    <pic:cNvPicPr/>
                  </pic:nvPicPr>
                  <pic:blipFill>
                    <a:blip r:embed="rId24">
                      <a:extLst>
                        <a:ext uri="{28A0092B-C50C-407E-A947-70E740481C1C}">
                          <a14:useLocalDpi xmlns:a14="http://schemas.microsoft.com/office/drawing/2010/main" val="0"/>
                        </a:ext>
                      </a:extLst>
                    </a:blip>
                    <a:stretch>
                      <a:fillRect/>
                    </a:stretch>
                  </pic:blipFill>
                  <pic:spPr>
                    <a:xfrm>
                      <a:off x="0" y="0"/>
                      <a:ext cx="6119495" cy="3009265"/>
                    </a:xfrm>
                    <a:prstGeom prst="rect">
                      <a:avLst/>
                    </a:prstGeom>
                    <a:effectLst>
                      <a:outerShdw blurRad="50800" dist="38100" dir="2700000" algn="tl" rotWithShape="0">
                        <a:prstClr val="black">
                          <a:alpha val="40000"/>
                        </a:prstClr>
                      </a:outerShdw>
                    </a:effectLst>
                  </pic:spPr>
                </pic:pic>
              </a:graphicData>
            </a:graphic>
          </wp:anchor>
        </w:drawing>
      </w:r>
      <w:r w:rsidR="001F70D5">
        <w:t>Für das Kontaktformular kann festgelegt werden, dass die Daten der Anfrage für deren Beantwortung und für statistische Zwecke verwendet werden. Der Kunde muss den Bedingungen der Verarbeitung seiner Daten explizit zustimmen. Alternativ dazu können auch alle übermittelten Daten direkt nach der Verarbeitung gelöscht werden. Wurde diese Moduleinstellung gewählt, wi</w:t>
      </w:r>
      <w:r w:rsidR="002061AF">
        <w:t>rd dem Kunden ein diesbezüglicher</w:t>
      </w:r>
      <w:r w:rsidR="001F70D5">
        <w:t xml:space="preserve"> Hinweis angezeigt.</w:t>
      </w:r>
    </w:p>
    <w:p w14:paraId="16D41C04" w14:textId="1533A005" w:rsidR="00A6059D" w:rsidRPr="00A17D36" w:rsidRDefault="005870B7" w:rsidP="006E320C">
      <w:r>
        <w:rPr>
          <w:noProof/>
        </w:rPr>
        <mc:AlternateContent>
          <mc:Choice Requires="wps">
            <w:drawing>
              <wp:anchor distT="0" distB="0" distL="114300" distR="114300" simplePos="0" relativeHeight="251689984" behindDoc="0" locked="0" layoutInCell="1" allowOverlap="1" wp14:anchorId="69708853" wp14:editId="778A7190">
                <wp:simplePos x="0" y="0"/>
                <wp:positionH relativeFrom="margin">
                  <wp:align>left</wp:align>
                </wp:positionH>
                <wp:positionV relativeFrom="paragraph">
                  <wp:posOffset>3394075</wp:posOffset>
                </wp:positionV>
                <wp:extent cx="5748655" cy="200025"/>
                <wp:effectExtent l="0" t="0" r="4445" b="9525"/>
                <wp:wrapSquare wrapText="bothSides"/>
                <wp:docPr id="13" name="Textfeld 13"/>
                <wp:cNvGraphicFramePr/>
                <a:graphic xmlns:a="http://schemas.openxmlformats.org/drawingml/2006/main">
                  <a:graphicData uri="http://schemas.microsoft.com/office/word/2010/wordprocessingShape">
                    <wps:wsp>
                      <wps:cNvSpPr txBox="1"/>
                      <wps:spPr>
                        <a:xfrm>
                          <a:off x="0" y="0"/>
                          <a:ext cx="5748655" cy="200025"/>
                        </a:xfrm>
                        <a:prstGeom prst="rect">
                          <a:avLst/>
                        </a:prstGeom>
                        <a:solidFill>
                          <a:prstClr val="white"/>
                        </a:solidFill>
                        <a:ln>
                          <a:noFill/>
                        </a:ln>
                        <a:effectLst/>
                      </wps:spPr>
                      <wps:txbx>
                        <w:txbxContent>
                          <w:p w14:paraId="6243837E" w14:textId="7ED6E0EB" w:rsidR="00A6059D" w:rsidRPr="00401DE4" w:rsidRDefault="00A6059D" w:rsidP="00A6059D">
                            <w:pPr>
                              <w:pStyle w:val="Beschriftung"/>
                              <w:rPr>
                                <w:noProof/>
                                <w:color w:val="auto"/>
                                <w:sz w:val="16"/>
                                <w:szCs w:val="16"/>
                              </w:rPr>
                            </w:pPr>
                            <w:r w:rsidRPr="00401DE4">
                              <w:rPr>
                                <w:color w:val="auto"/>
                                <w:sz w:val="16"/>
                                <w:szCs w:val="16"/>
                              </w:rPr>
                              <w:t xml:space="preserve">Abbildung </w:t>
                            </w:r>
                            <w:r w:rsidR="00CB0E5B">
                              <w:rPr>
                                <w:color w:val="auto"/>
                                <w:sz w:val="16"/>
                                <w:szCs w:val="16"/>
                              </w:rPr>
                              <w:t>6</w:t>
                            </w:r>
                            <w:r w:rsidRPr="00401DE4">
                              <w:rPr>
                                <w:color w:val="auto"/>
                                <w:sz w:val="16"/>
                                <w:szCs w:val="16"/>
                              </w:rPr>
                              <w:t xml:space="preserve">: </w:t>
                            </w:r>
                            <w:r>
                              <w:rPr>
                                <w:color w:val="auto"/>
                                <w:sz w:val="16"/>
                                <w:szCs w:val="16"/>
                              </w:rPr>
                              <w:t>Kontaktformular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9708853" id="Textfeld 13" o:spid="_x0000_s1031" type="#_x0000_t202" style="position:absolute;margin-left:0;margin-top:267.25pt;width:452.65pt;height:15.75pt;z-index:25168998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" stroked="f">
                <v:textbox inset="0,0,0,0">
                  <w:txbxContent>
                    <w:p w14:paraId="6243837E" w14:textId="7ED6E0EB" w:rsidR="00A6059D" w:rsidRPr="00401DE4" w:rsidRDefault="00A6059D" w:rsidP="00A6059D">
                      <w:pPr>
                        <w:pStyle w:val="Beschriftung"/>
                        <w:rPr>
                          <w:noProof/>
                          <w:color w:val="auto"/>
                          <w:sz w:val="16"/>
                          <w:szCs w:val="16"/>
                        </w:rPr>
                      </w:pPr>
                      <w:r w:rsidRPr="00401DE4">
                        <w:rPr>
                          <w:color w:val="auto"/>
                          <w:sz w:val="16"/>
                          <w:szCs w:val="16"/>
                        </w:rPr>
                        <w:t xml:space="preserve">Abbildung </w:t>
                      </w:r>
                      <w:r w:rsidR="00CB0E5B">
                        <w:rPr>
                          <w:color w:val="auto"/>
                          <w:sz w:val="16"/>
                          <w:szCs w:val="16"/>
                        </w:rPr>
                        <w:t>6</w:t>
                      </w:r>
                      <w:r w:rsidRPr="00401DE4">
                        <w:rPr>
                          <w:color w:val="auto"/>
                          <w:sz w:val="16"/>
                          <w:szCs w:val="16"/>
                        </w:rPr>
                        <w:t xml:space="preserve">: </w:t>
                      </w:r>
                      <w:r>
                        <w:rPr>
                          <w:color w:val="auto"/>
                          <w:sz w:val="16"/>
                          <w:szCs w:val="16"/>
                        </w:rPr>
                        <w:t>Kontaktformular</w:t>
                      </w:r>
                    </w:p>
                  </w:txbxContent>
                </v:textbox>
                <w10:wrap type="square" anchorx="margin"/>
              </v:shape>
            </w:pict>
          </mc:Fallback>
        </mc:AlternateContent>
      </w:r>
    </w:p>
    <w:sectPr w:rsidR="00A6059D" w:rsidRPr="00A17D36" w:rsidSect="008F307F">
      <w:pgSz w:w="11906" w:h="16838" w:code="9"/>
      <w:pgMar w:top="2552" w:right="851" w:bottom="1701" w:left="1418"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922DB5" w14:textId="77777777" w:rsidR="001975C2" w:rsidRDefault="001975C2">
      <w:r>
        <w:separator/>
      </w:r>
    </w:p>
  </w:endnote>
  <w:endnote w:type="continuationSeparator" w:id="0">
    <w:p w14:paraId="2BA964E8" w14:textId="77777777" w:rsidR="001975C2" w:rsidRDefault="00197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TTE1A53338t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Verdana,BoldItalic">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0DDB7F" w14:textId="77777777" w:rsidR="0020116C" w:rsidRDefault="0020116C" w:rsidP="00FE09C3">
    <w:pPr>
      <w:pStyle w:val="Fuzeile"/>
      <w:framePr w:wrap="around" w:vAnchor="text" w:hAnchor="margin" w:xAlign="right" w:y="1"/>
    </w:pPr>
    <w:r>
      <w:fldChar w:fldCharType="begin"/>
    </w:r>
    <w:r>
      <w:instrText xml:space="preserve">PAGE  </w:instrText>
    </w:r>
    <w:r>
      <w:fldChar w:fldCharType="separate"/>
    </w:r>
    <w:r>
      <w:rPr>
        <w:noProof/>
      </w:rPr>
      <w:t>9</w:t>
    </w:r>
    <w:r>
      <w:rPr>
        <w:noProof/>
      </w:rPr>
      <w:fldChar w:fldCharType="end"/>
    </w:r>
  </w:p>
  <w:p w14:paraId="73AA3B40" w14:textId="77777777" w:rsidR="0020116C" w:rsidRDefault="0020116C">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5F3FA2" w14:textId="4CCEC030" w:rsidR="0020116C" w:rsidRPr="00891BFB" w:rsidRDefault="0020116C" w:rsidP="008F307F">
    <w:pPr>
      <w:pStyle w:val="Fuzeile"/>
      <w:spacing w:line="240" w:lineRule="auto"/>
      <w:ind w:left="-1418" w:right="-286"/>
      <w:jc w:val="right"/>
      <w:rPr>
        <w:lang w:val="en-GB"/>
      </w:rPr>
    </w:pPr>
    <w:r>
      <w:rPr>
        <w:noProof/>
      </w:rPr>
      <mc:AlternateContent>
        <mc:Choice Requires="wps">
          <w:drawing>
            <wp:anchor distT="0" distB="0" distL="114300" distR="114300" simplePos="0" relativeHeight="251656704" behindDoc="0" locked="0" layoutInCell="1" allowOverlap="1" wp14:anchorId="09CCC806" wp14:editId="70782921">
              <wp:simplePos x="0" y="0"/>
              <wp:positionH relativeFrom="column">
                <wp:posOffset>-185420</wp:posOffset>
              </wp:positionH>
              <wp:positionV relativeFrom="paragraph">
                <wp:posOffset>-229235</wp:posOffset>
              </wp:positionV>
              <wp:extent cx="5497830" cy="627380"/>
              <wp:effectExtent l="0" t="0" r="2540" b="1905"/>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783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1CA0B" w14:textId="5DF8CD64" w:rsidR="0020116C" w:rsidRDefault="0020116C" w:rsidP="00581806">
                          <w:pPr>
                            <w:pStyle w:val="Fuzeile"/>
                          </w:pPr>
                          <w:r w:rsidRPr="00921477">
                            <w:t xml:space="preserve">© OXID eSales AG | www.oxid-esales.com | </w:t>
                          </w:r>
                          <w:hyperlink r:id="rId1" w:history="1">
                            <w:r w:rsidRPr="00581806">
                              <w:t>info@oxid-esales.com</w:t>
                            </w:r>
                          </w:hyperlink>
                          <w:r>
                            <w:t xml:space="preserve"> | </w:t>
                          </w:r>
                          <w:r w:rsidRPr="005A48ED">
                            <w:t xml:space="preserve">Version: </w:t>
                          </w:r>
                          <w:r w:rsidR="003665CE">
                            <w:t>2</w:t>
                          </w:r>
                          <w:r w:rsidR="00F14011">
                            <w:t>.1</w:t>
                          </w:r>
                        </w:p>
                        <w:p w14:paraId="7220F9CF" w14:textId="77777777" w:rsidR="0020116C" w:rsidRPr="00F44CD0" w:rsidRDefault="0020116C" w:rsidP="00581806">
                          <w:pPr>
                            <w:pStyle w:val="Fuzeile"/>
                            <w:rPr>
                              <w:color w:val="FFFFFF"/>
                            </w:rPr>
                          </w:pPr>
                          <w:r w:rsidRPr="00F44CD0">
                            <w:rPr>
                              <w:color w:val="FFFFFF"/>
                            </w:rPr>
                            <w:t>…..</w:t>
                          </w:r>
                        </w:p>
                        <w:p w14:paraId="761C7707" w14:textId="77777777" w:rsidR="0020116C" w:rsidRPr="00F44CD0" w:rsidRDefault="0020116C" w:rsidP="00581806">
                          <w:pPr>
                            <w:pStyle w:val="Fuzeile"/>
                            <w:rPr>
                              <w:color w:val="FFFFFF"/>
                            </w:rPr>
                          </w:pPr>
                          <w:r w:rsidRPr="00F44CD0">
                            <w:rPr>
                              <w:color w:val="FFFFFF"/>
                            </w:rPr>
                            <w:t>…</w:t>
                          </w:r>
                        </w:p>
                        <w:p w14:paraId="3D0F390F" w14:textId="77777777" w:rsidR="0020116C" w:rsidRPr="00F44CD0" w:rsidRDefault="0020116C" w:rsidP="00581806">
                          <w:pPr>
                            <w:pStyle w:val="Fuzeile"/>
                            <w:rPr>
                              <w:color w:val="FFFFFF"/>
                            </w:rPr>
                          </w:pPr>
                          <w:r w:rsidRPr="00F44CD0">
                            <w:rPr>
                              <w:color w:val="FFFFFF"/>
                            </w:rPr>
                            <w:t>…</w:t>
                          </w:r>
                        </w:p>
                        <w:p w14:paraId="0C0CD57C" w14:textId="77777777" w:rsidR="0020116C" w:rsidRDefault="0020116C" w:rsidP="00581806">
                          <w:pPr>
                            <w:pStyle w:val="Fuzeile"/>
                          </w:pPr>
                          <w:r>
                            <w:t>.</w:t>
                          </w:r>
                        </w:p>
                        <w:p w14:paraId="6366B223" w14:textId="77777777" w:rsidR="0020116C" w:rsidRDefault="0020116C" w:rsidP="00581806">
                          <w:pPr>
                            <w:pStyle w:val="Fuzeile"/>
                          </w:pPr>
                        </w:p>
                        <w:p w14:paraId="75CCDC7A" w14:textId="77777777" w:rsidR="0020116C" w:rsidRPr="00921477" w:rsidRDefault="0020116C" w:rsidP="00581806">
                          <w:pPr>
                            <w:pStyle w:val="Fuzeile"/>
                          </w:pPr>
                        </w:p>
                        <w:p w14:paraId="4F332683" w14:textId="77777777" w:rsidR="0020116C" w:rsidRPr="00921477" w:rsidRDefault="0020116C" w:rsidP="00DC56EB">
                          <w:pPr>
                            <w:rPr>
                              <w:rFonts w:cs="TTE1A53338t00"/>
                              <w:b/>
                              <w:color w:val="808080"/>
                              <w:sz w:val="14"/>
                              <w:szCs w:val="14"/>
                            </w:rPr>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CCC806" id="_x0000_t202" coordsize="21600,21600" o:spt="202" path="m,l,21600r21600,l21600,xe">
              <v:stroke joinstyle="miter"/>
              <v:path gradientshapeok="t" o:connecttype="rect"/>
            </v:shapetype>
            <v:shape id="Text Box 10" o:spid="_x0000_s1033" type="#_x0000_t202" style="position:absolute;left:0;text-align:left;margin-left:-14.6pt;margin-top:-18.05pt;width:432.9pt;height:49.4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" filled="f" stroked="f">
              <v:textbox>
                <w:txbxContent>
                  <w:p w14:paraId="5531CA0B" w14:textId="5DF8CD64" w:rsidR="0020116C" w:rsidRDefault="0020116C" w:rsidP="00581806">
                    <w:pPr>
                      <w:pStyle w:val="Fuzeile"/>
                    </w:pPr>
                    <w:r w:rsidRPr="00921477">
                      <w:t xml:space="preserve">© OXID eSales AG | www.oxid-esales.com | </w:t>
                    </w:r>
                    <w:hyperlink r:id="rId2" w:history="1">
                      <w:r w:rsidRPr="00581806">
                        <w:t>info@oxid-esales.com</w:t>
                      </w:r>
                    </w:hyperlink>
                    <w:r>
                      <w:t xml:space="preserve"> | </w:t>
                    </w:r>
                    <w:r w:rsidRPr="005A48ED">
                      <w:t xml:space="preserve">Version: </w:t>
                    </w:r>
                    <w:r w:rsidR="003665CE">
                      <w:t>2</w:t>
                    </w:r>
                    <w:r w:rsidR="00F14011">
                      <w:t>.1</w:t>
                    </w:r>
                  </w:p>
                  <w:p w14:paraId="7220F9CF" w14:textId="77777777" w:rsidR="0020116C" w:rsidRPr="00F44CD0" w:rsidRDefault="0020116C" w:rsidP="00581806">
                    <w:pPr>
                      <w:pStyle w:val="Fuzeile"/>
                      <w:rPr>
                        <w:color w:val="FFFFFF"/>
                      </w:rPr>
                    </w:pPr>
                    <w:r w:rsidRPr="00F44CD0">
                      <w:rPr>
                        <w:color w:val="FFFFFF"/>
                      </w:rPr>
                      <w:t>…..</w:t>
                    </w:r>
                  </w:p>
                  <w:p w14:paraId="761C7707" w14:textId="77777777" w:rsidR="0020116C" w:rsidRPr="00F44CD0" w:rsidRDefault="0020116C" w:rsidP="00581806">
                    <w:pPr>
                      <w:pStyle w:val="Fuzeile"/>
                      <w:rPr>
                        <w:color w:val="FFFFFF"/>
                      </w:rPr>
                    </w:pPr>
                    <w:r w:rsidRPr="00F44CD0">
                      <w:rPr>
                        <w:color w:val="FFFFFF"/>
                      </w:rPr>
                      <w:t>…</w:t>
                    </w:r>
                  </w:p>
                  <w:p w14:paraId="3D0F390F" w14:textId="77777777" w:rsidR="0020116C" w:rsidRPr="00F44CD0" w:rsidRDefault="0020116C" w:rsidP="00581806">
                    <w:pPr>
                      <w:pStyle w:val="Fuzeile"/>
                      <w:rPr>
                        <w:color w:val="FFFFFF"/>
                      </w:rPr>
                    </w:pPr>
                    <w:r w:rsidRPr="00F44CD0">
                      <w:rPr>
                        <w:color w:val="FFFFFF"/>
                      </w:rPr>
                      <w:t>…</w:t>
                    </w:r>
                  </w:p>
                  <w:p w14:paraId="0C0CD57C" w14:textId="77777777" w:rsidR="0020116C" w:rsidRDefault="0020116C" w:rsidP="00581806">
                    <w:pPr>
                      <w:pStyle w:val="Fuzeile"/>
                    </w:pPr>
                    <w:r>
                      <w:t>.</w:t>
                    </w:r>
                  </w:p>
                  <w:p w14:paraId="6366B223" w14:textId="77777777" w:rsidR="0020116C" w:rsidRDefault="0020116C" w:rsidP="00581806">
                    <w:pPr>
                      <w:pStyle w:val="Fuzeile"/>
                    </w:pPr>
                  </w:p>
                  <w:p w14:paraId="75CCDC7A" w14:textId="77777777" w:rsidR="0020116C" w:rsidRPr="00921477" w:rsidRDefault="0020116C" w:rsidP="00581806">
                    <w:pPr>
                      <w:pStyle w:val="Fuzeile"/>
                    </w:pPr>
                  </w:p>
                  <w:p w14:paraId="4F332683" w14:textId="77777777" w:rsidR="0020116C" w:rsidRPr="00921477" w:rsidRDefault="0020116C" w:rsidP="00DC56EB">
                    <w:pPr>
                      <w:rPr>
                        <w:rFonts w:cs="TTE1A53338t00"/>
                        <w:b/>
                        <w:color w:val="808080"/>
                        <w:sz w:val="14"/>
                        <w:szCs w:val="14"/>
                      </w:rPr>
                    </w:pPr>
                  </w:p>
                </w:txbxContent>
              </v:textbox>
            </v:shape>
          </w:pict>
        </mc:Fallback>
      </mc:AlternateContent>
    </w:r>
    <w:r>
      <w:rPr>
        <w:noProof/>
      </w:rPr>
      <mc:AlternateContent>
        <mc:Choice Requires="wps">
          <w:drawing>
            <wp:anchor distT="0" distB="0" distL="114300" distR="114300" simplePos="0" relativeHeight="251658752" behindDoc="0" locked="0" layoutInCell="1" allowOverlap="1" wp14:anchorId="102253F1" wp14:editId="0AC30E52">
              <wp:simplePos x="0" y="0"/>
              <wp:positionH relativeFrom="column">
                <wp:posOffset>5534025</wp:posOffset>
              </wp:positionH>
              <wp:positionV relativeFrom="paragraph">
                <wp:posOffset>-386080</wp:posOffset>
              </wp:positionV>
              <wp:extent cx="370840" cy="425450"/>
              <wp:effectExtent l="0" t="4445" r="635" b="0"/>
              <wp:wrapSquare wrapText="bothSides"/>
              <wp:docPr id="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840" cy="425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A5E89" w14:textId="77777777" w:rsidR="0020116C" w:rsidRPr="00CE2662" w:rsidRDefault="0020116C" w:rsidP="00CE2662">
                          <w:pPr>
                            <w:pStyle w:val="Fuzeile"/>
                          </w:pPr>
                          <w:r>
                            <w:fldChar w:fldCharType="begin"/>
                          </w:r>
                          <w:r>
                            <w:instrText xml:space="preserve"> PAGE </w:instrText>
                          </w:r>
                          <w:r>
                            <w:fldChar w:fldCharType="separate"/>
                          </w:r>
                          <w:r w:rsidR="00276642">
                            <w:rPr>
                              <w:noProof/>
                            </w:rPr>
                            <w:t>12</w:t>
                          </w:r>
                          <w:r>
                            <w:rPr>
                              <w:noProof/>
                            </w:rPr>
                            <w:fldChar w:fldCharType="end"/>
                          </w:r>
                          <w:r w:rsidRPr="00CE2662">
                            <w:t>/</w:t>
                          </w:r>
                          <w:r w:rsidR="00AC3878">
                            <w:fldChar w:fldCharType="begin"/>
                          </w:r>
                          <w:r w:rsidR="00AC3878">
                            <w:instrText xml:space="preserve"> NUMPAGES  </w:instrText>
                          </w:r>
                          <w:r w:rsidR="00AC3878">
                            <w:fldChar w:fldCharType="separate"/>
                          </w:r>
                          <w:r w:rsidR="00276642">
                            <w:rPr>
                              <w:noProof/>
                            </w:rPr>
                            <w:t>12</w:t>
                          </w:r>
                          <w:r w:rsidR="00AC3878">
                            <w:rPr>
                              <w:noProof/>
                            </w:rPr>
                            <w:fldChar w:fldCharType="end"/>
                          </w:r>
                        </w:p>
                        <w:p w14:paraId="0CE95C74" w14:textId="77777777" w:rsidR="0020116C" w:rsidRPr="00804D87" w:rsidRDefault="0020116C" w:rsidP="00B102A4">
                          <w:pPr>
                            <w:pStyle w:val="Fuzeile"/>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2253F1" id="Text Box 21" o:spid="_x0000_s1034" type="#_x0000_t202" style="position:absolute;left:0;text-align:left;margin-left:435.75pt;margin-top:-30.4pt;width:29.2pt;height:33.5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" filled="f" stroked="f">
              <v:textbox>
                <w:txbxContent>
                  <w:p w14:paraId="135A5E89" w14:textId="77777777" w:rsidR="0020116C" w:rsidRPr="00CE2662" w:rsidRDefault="0020116C" w:rsidP="00CE2662">
                    <w:pPr>
                      <w:pStyle w:val="Fuzeile"/>
                    </w:pPr>
                    <w:r>
                      <w:fldChar w:fldCharType="begin"/>
                    </w:r>
                    <w:r>
                      <w:instrText xml:space="preserve"> PAGE </w:instrText>
                    </w:r>
                    <w:r>
                      <w:fldChar w:fldCharType="separate"/>
                    </w:r>
                    <w:r w:rsidR="00276642">
                      <w:rPr>
                        <w:noProof/>
                      </w:rPr>
                      <w:t>12</w:t>
                    </w:r>
                    <w:r>
                      <w:rPr>
                        <w:noProof/>
                      </w:rPr>
                      <w:fldChar w:fldCharType="end"/>
                    </w:r>
                    <w:r w:rsidRPr="00CE2662">
                      <w:t>/</w:t>
                    </w:r>
                    <w:r w:rsidR="00AC3878">
                      <w:fldChar w:fldCharType="begin"/>
                    </w:r>
                    <w:r w:rsidR="00AC3878">
                      <w:instrText xml:space="preserve"> NUMPAGES  </w:instrText>
                    </w:r>
                    <w:r w:rsidR="00AC3878">
                      <w:fldChar w:fldCharType="separate"/>
                    </w:r>
                    <w:r w:rsidR="00276642">
                      <w:rPr>
                        <w:noProof/>
                      </w:rPr>
                      <w:t>12</w:t>
                    </w:r>
                    <w:r w:rsidR="00AC3878">
                      <w:rPr>
                        <w:noProof/>
                      </w:rPr>
                      <w:fldChar w:fldCharType="end"/>
                    </w:r>
                  </w:p>
                  <w:p w14:paraId="0CE95C74" w14:textId="77777777" w:rsidR="0020116C" w:rsidRPr="00804D87" w:rsidRDefault="0020116C" w:rsidP="00B102A4">
                    <w:pPr>
                      <w:pStyle w:val="Fuzeile"/>
                    </w:pPr>
                  </w:p>
                </w:txbxContent>
              </v:textbox>
              <w10:wrap type="square"/>
            </v:shape>
          </w:pict>
        </mc:Fallback>
      </mc:AlternateContent>
    </w:r>
    <w:r>
      <w:rPr>
        <w:noProof/>
        <w:vanish/>
      </w:rPr>
      <w:drawing>
        <wp:inline distT="0" distB="0" distL="0" distR="0" wp14:anchorId="0FFAFC27" wp14:editId="2AA80F1A">
          <wp:extent cx="7696200" cy="295275"/>
          <wp:effectExtent l="19050" t="0" r="0" b="0"/>
          <wp:docPr id="47" name="Bild 18" descr="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8" descr="footer"/>
                  <pic:cNvPicPr>
                    <a:picLocks noChangeAspect="1" noChangeArrowheads="1"/>
                  </pic:cNvPicPr>
                </pic:nvPicPr>
                <pic:blipFill>
                  <a:blip r:embed="rId3"/>
                  <a:srcRect/>
                  <a:stretch>
                    <a:fillRect/>
                  </a:stretch>
                </pic:blipFill>
                <pic:spPr bwMode="auto">
                  <a:xfrm>
                    <a:off x="0" y="0"/>
                    <a:ext cx="7696200" cy="295275"/>
                  </a:xfrm>
                  <a:prstGeom prst="rect">
                    <a:avLst/>
                  </a:prstGeom>
                  <a:noFill/>
                  <a:ln w="9525">
                    <a:noFill/>
                    <a:miter lim="800000"/>
                    <a:headEnd/>
                    <a:tailEnd/>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A7D949" w14:textId="7E6522EE" w:rsidR="0020116C" w:rsidRDefault="0020116C" w:rsidP="008F307F">
    <w:pPr>
      <w:pStyle w:val="Fuzeile"/>
      <w:spacing w:line="240" w:lineRule="auto"/>
      <w:ind w:left="-1418"/>
    </w:pPr>
    <w:r>
      <w:rPr>
        <w:noProof/>
      </w:rPr>
      <mc:AlternateContent>
        <mc:Choice Requires="wps">
          <w:drawing>
            <wp:anchor distT="0" distB="0" distL="114300" distR="114300" simplePos="0" relativeHeight="251659776" behindDoc="0" locked="0" layoutInCell="1" allowOverlap="1" wp14:anchorId="60931756" wp14:editId="5BCDB9FE">
              <wp:simplePos x="0" y="0"/>
              <wp:positionH relativeFrom="column">
                <wp:posOffset>-304165</wp:posOffset>
              </wp:positionH>
              <wp:positionV relativeFrom="paragraph">
                <wp:posOffset>-231140</wp:posOffset>
              </wp:positionV>
              <wp:extent cx="4293870" cy="386715"/>
              <wp:effectExtent l="635" t="0" r="1270" b="0"/>
              <wp:wrapNone/>
              <wp:docPr id="1"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3870" cy="386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A1477" w14:textId="433303FF" w:rsidR="0020116C" w:rsidRPr="00921477" w:rsidRDefault="0020116C" w:rsidP="008F307F">
                          <w:pPr>
                            <w:pStyle w:val="Fuzeile"/>
                          </w:pPr>
                          <w:r w:rsidRPr="00921477">
                            <w:t xml:space="preserve">© OXID eSales AG | www.oxid-esales.com | </w:t>
                          </w:r>
                          <w:hyperlink r:id="rId1" w:history="1">
                            <w:r w:rsidRPr="00581806">
                              <w:t>info@oxid-esales.com</w:t>
                            </w:r>
                          </w:hyperlink>
                          <w:r>
                            <w:t xml:space="preserve"> | </w:t>
                          </w:r>
                          <w:r w:rsidRPr="005A48ED">
                            <w:t xml:space="preserve">Version: </w:t>
                          </w:r>
                          <w:r w:rsidR="003665CE">
                            <w:t>2</w:t>
                          </w:r>
                          <w:r w:rsidRPr="005A48ED">
                            <w:t>.</w:t>
                          </w:r>
                          <w:r w:rsidR="00F14011">
                            <w:t>1</w:t>
                          </w:r>
                        </w:p>
                        <w:p w14:paraId="215FD015" w14:textId="77777777" w:rsidR="0020116C" w:rsidRPr="00921477" w:rsidRDefault="0020116C" w:rsidP="008F307F">
                          <w:pPr>
                            <w:rPr>
                              <w:rFonts w:cs="TTE1A53338t00"/>
                              <w:b/>
                              <w:color w:val="808080"/>
                              <w:sz w:val="14"/>
                              <w:szCs w:val="14"/>
                            </w:rPr>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931756" id="_x0000_t202" coordsize="21600,21600" o:spt="202" path="m,l,21600r21600,l21600,xe">
              <v:stroke joinstyle="miter"/>
              <v:path gradientshapeok="t" o:connecttype="rect"/>
            </v:shapetype>
            <v:shape id="Text Box 38" o:spid="_x0000_s1036" type="#_x0000_t202" style="position:absolute;left:0;text-align:left;margin-left:-23.95pt;margin-top:-18.2pt;width:338.1pt;height:30.45pt;z-index:251659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" filled="f" stroked="f">
              <v:textbox>
                <w:txbxContent>
                  <w:p w14:paraId="182A1477" w14:textId="433303FF" w:rsidR="0020116C" w:rsidRPr="00921477" w:rsidRDefault="0020116C" w:rsidP="008F307F">
                    <w:pPr>
                      <w:pStyle w:val="Fuzeile"/>
                    </w:pPr>
                    <w:r w:rsidRPr="00921477">
                      <w:t xml:space="preserve">© OXID eSales AG | www.oxid-esales.com | </w:t>
                    </w:r>
                    <w:hyperlink r:id="rId2" w:history="1">
                      <w:r w:rsidRPr="00581806">
                        <w:t>info@oxid-esales.com</w:t>
                      </w:r>
                    </w:hyperlink>
                    <w:r>
                      <w:t xml:space="preserve"> | </w:t>
                    </w:r>
                    <w:r w:rsidRPr="005A48ED">
                      <w:t xml:space="preserve">Version: </w:t>
                    </w:r>
                    <w:r w:rsidR="003665CE">
                      <w:t>2</w:t>
                    </w:r>
                    <w:r w:rsidRPr="005A48ED">
                      <w:t>.</w:t>
                    </w:r>
                    <w:r w:rsidR="00F14011">
                      <w:t>1</w:t>
                    </w:r>
                  </w:p>
                  <w:p w14:paraId="215FD015" w14:textId="77777777" w:rsidR="0020116C" w:rsidRPr="00921477" w:rsidRDefault="0020116C" w:rsidP="008F307F">
                    <w:pPr>
                      <w:rPr>
                        <w:rFonts w:cs="TTE1A53338t00"/>
                        <w:b/>
                        <w:color w:val="808080"/>
                        <w:sz w:val="14"/>
                        <w:szCs w:val="14"/>
                      </w:rPr>
                    </w:pPr>
                  </w:p>
                </w:txbxContent>
              </v:textbox>
            </v:shape>
          </w:pict>
        </mc:Fallback>
      </mc:AlternateContent>
    </w:r>
    <w:r>
      <w:rPr>
        <w:noProof/>
        <w:vanish/>
      </w:rPr>
      <w:drawing>
        <wp:inline distT="0" distB="0" distL="0" distR="0" wp14:anchorId="05F3396E" wp14:editId="5EEED5C0">
          <wp:extent cx="7591425" cy="295275"/>
          <wp:effectExtent l="19050" t="0" r="9525" b="0"/>
          <wp:docPr id="49" name="Bild 20" descr="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0" descr="footer"/>
                  <pic:cNvPicPr>
                    <a:picLocks noChangeAspect="1" noChangeArrowheads="1"/>
                  </pic:cNvPicPr>
                </pic:nvPicPr>
                <pic:blipFill>
                  <a:blip r:embed="rId3"/>
                  <a:srcRect/>
                  <a:stretch>
                    <a:fillRect/>
                  </a:stretch>
                </pic:blipFill>
                <pic:spPr bwMode="auto">
                  <a:xfrm>
                    <a:off x="0" y="0"/>
                    <a:ext cx="7591425" cy="29527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57AF21" w14:textId="77777777" w:rsidR="001975C2" w:rsidRDefault="001975C2">
      <w:r>
        <w:separator/>
      </w:r>
    </w:p>
  </w:footnote>
  <w:footnote w:type="continuationSeparator" w:id="0">
    <w:p w14:paraId="755DC1DC" w14:textId="77777777" w:rsidR="001975C2" w:rsidRDefault="001975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E6A8A" w14:textId="408CED17" w:rsidR="0020116C" w:rsidRDefault="0020116C" w:rsidP="008F307F">
    <w:pPr>
      <w:spacing w:line="240" w:lineRule="auto"/>
      <w:ind w:left="-1418"/>
      <w:jc w:val="right"/>
    </w:pPr>
    <w:r>
      <w:rPr>
        <w:noProof/>
      </w:rPr>
      <mc:AlternateContent>
        <mc:Choice Requires="wps">
          <w:drawing>
            <wp:anchor distT="0" distB="0" distL="114300" distR="114300" simplePos="0" relativeHeight="251655680" behindDoc="0" locked="0" layoutInCell="1" allowOverlap="1" wp14:anchorId="781DEACC" wp14:editId="31846E6C">
              <wp:simplePos x="0" y="0"/>
              <wp:positionH relativeFrom="column">
                <wp:posOffset>-645160</wp:posOffset>
              </wp:positionH>
              <wp:positionV relativeFrom="paragraph">
                <wp:posOffset>177165</wp:posOffset>
              </wp:positionV>
              <wp:extent cx="2867025" cy="459105"/>
              <wp:effectExtent l="2540" t="0" r="0" b="1905"/>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459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8B07B6" w14:textId="0AECC690" w:rsidR="0020116C" w:rsidRPr="00F254B8" w:rsidRDefault="0020116C" w:rsidP="001F1665">
                          <w:pPr>
                            <w:pStyle w:val="Klassifizierung"/>
                          </w:pPr>
                          <w:r>
                            <w:t>Benutzerhandbuch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1DEACC" id="_x0000_t202" coordsize="21600,21600" o:spt="202" path="m,l,21600r21600,l21600,xe">
              <v:stroke joinstyle="miter"/>
              <v:path gradientshapeok="t" o:connecttype="rect"/>
            </v:shapetype>
            <v:shape id="Text Box 8" o:spid="_x0000_s1032" type="#_x0000_t202" style="position:absolute;left:0;text-align:left;margin-left:-50.8pt;margin-top:13.95pt;width:225.75pt;height:36.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wyZtAIAALk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" filled="f" stroked="f">
              <v:textbox>
                <w:txbxContent>
                  <w:p w14:paraId="0B8B07B6" w14:textId="0AECC690" w:rsidR="0020116C" w:rsidRPr="00F254B8" w:rsidRDefault="0020116C" w:rsidP="001F1665">
                    <w:pPr>
                      <w:pStyle w:val="Klassifizierung"/>
                    </w:pPr>
                    <w:r>
                      <w:t>Benutzerhandbuch</w:t>
                    </w:r>
                  </w:p>
                </w:txbxContent>
              </v:textbox>
            </v:shape>
          </w:pict>
        </mc:Fallback>
      </mc:AlternateContent>
    </w:r>
    <w:r>
      <w:rPr>
        <w:noProof/>
        <w:vanish/>
      </w:rPr>
      <w:drawing>
        <wp:inline distT="0" distB="0" distL="0" distR="0" wp14:anchorId="2EC58BC5" wp14:editId="6B8FE18D">
          <wp:extent cx="7600950" cy="1276350"/>
          <wp:effectExtent l="19050" t="0" r="0" b="0"/>
          <wp:docPr id="46" name="Bild 17"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7" descr="header"/>
                  <pic:cNvPicPr>
                    <a:picLocks noChangeAspect="1" noChangeArrowheads="1"/>
                  </pic:cNvPicPr>
                </pic:nvPicPr>
                <pic:blipFill>
                  <a:blip r:embed="rId1"/>
                  <a:srcRect/>
                  <a:stretch>
                    <a:fillRect/>
                  </a:stretch>
                </pic:blipFill>
                <pic:spPr bwMode="auto">
                  <a:xfrm>
                    <a:off x="0" y="0"/>
                    <a:ext cx="7600950" cy="1276350"/>
                  </a:xfrm>
                  <a:prstGeom prst="rect">
                    <a:avLst/>
                  </a:prstGeom>
                  <a:noFill/>
                  <a:ln w="9525">
                    <a:noFill/>
                    <a:miter lim="800000"/>
                    <a:headEnd/>
                    <a:tailEnd/>
                  </a:ln>
                </pic:spPr>
              </pic:pic>
            </a:graphicData>
          </a:graphic>
        </wp:inline>
      </w:drawing>
    </w:r>
  </w:p>
  <w:p w14:paraId="152A2F97" w14:textId="77777777" w:rsidR="0020116C" w:rsidRDefault="0020116C">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A5720" w14:textId="1634B35D" w:rsidR="0020116C" w:rsidRDefault="0020116C" w:rsidP="008F307F">
    <w:pPr>
      <w:spacing w:line="240" w:lineRule="auto"/>
      <w:ind w:left="-1418"/>
    </w:pPr>
    <w:r>
      <w:rPr>
        <w:noProof/>
      </w:rPr>
      <mc:AlternateContent>
        <mc:Choice Requires="wps">
          <w:drawing>
            <wp:anchor distT="0" distB="0" distL="114300" distR="114300" simplePos="0" relativeHeight="251657728" behindDoc="0" locked="0" layoutInCell="1" allowOverlap="1" wp14:anchorId="0C58355C" wp14:editId="48CAD5E8">
              <wp:simplePos x="0" y="0"/>
              <wp:positionH relativeFrom="column">
                <wp:posOffset>-624205</wp:posOffset>
              </wp:positionH>
              <wp:positionV relativeFrom="paragraph">
                <wp:posOffset>180975</wp:posOffset>
              </wp:positionV>
              <wp:extent cx="7550785" cy="409575"/>
              <wp:effectExtent l="0" t="0" r="0" b="9525"/>
              <wp:wrapNone/>
              <wp:docPr id="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785"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3F155" w14:textId="1E105097" w:rsidR="0020116C" w:rsidRPr="00F254B8" w:rsidRDefault="0020116C" w:rsidP="0036339B">
                          <w:pPr>
                            <w:pStyle w:val="Klassifizierung"/>
                          </w:pPr>
                          <w:r>
                            <w:t>Benutzerhandbuch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58355C" id="_x0000_t202" coordsize="21600,21600" o:spt="202" path="m,l,21600r21600,l21600,xe">
              <v:stroke joinstyle="miter"/>
              <v:path gradientshapeok="t" o:connecttype="rect"/>
            </v:shapetype>
            <v:shape id="Text Box 19" o:spid="_x0000_s1035" type="#_x0000_t202" style="position:absolute;left:0;text-align:left;margin-left:-49.15pt;margin-top:14.25pt;width:594.55pt;height:3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Dc0uQ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" filled="f" stroked="f">
              <v:textbox>
                <w:txbxContent>
                  <w:p w14:paraId="7D43F155" w14:textId="1E105097" w:rsidR="0020116C" w:rsidRPr="00F254B8" w:rsidRDefault="0020116C" w:rsidP="0036339B">
                    <w:pPr>
                      <w:pStyle w:val="Klassifizierung"/>
                    </w:pPr>
                    <w:r>
                      <w:t>Benutzerhandbuch</w:t>
                    </w:r>
                  </w:p>
                </w:txbxContent>
              </v:textbox>
            </v:shape>
          </w:pict>
        </mc:Fallback>
      </mc:AlternateContent>
    </w:r>
    <w:r>
      <w:rPr>
        <w:noProof/>
        <w:vanish/>
      </w:rPr>
      <w:drawing>
        <wp:inline distT="0" distB="0" distL="0" distR="0" wp14:anchorId="2F03C6E4" wp14:editId="3EF1E2B5">
          <wp:extent cx="7600950" cy="1276350"/>
          <wp:effectExtent l="19050" t="0" r="0" b="0"/>
          <wp:docPr id="48" name="Bild 19"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9" descr="header"/>
                  <pic:cNvPicPr>
                    <a:picLocks noChangeAspect="1" noChangeArrowheads="1"/>
                  </pic:cNvPicPr>
                </pic:nvPicPr>
                <pic:blipFill>
                  <a:blip r:embed="rId1"/>
                  <a:srcRect/>
                  <a:stretch>
                    <a:fillRect/>
                  </a:stretch>
                </pic:blipFill>
                <pic:spPr bwMode="auto">
                  <a:xfrm>
                    <a:off x="0" y="0"/>
                    <a:ext cx="7600950" cy="12763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3"/>
    <w:lvl w:ilvl="0">
      <w:start w:val="1"/>
      <w:numFmt w:val="bullet"/>
      <w:lvlText w:val=""/>
      <w:lvlJc w:val="left"/>
      <w:pPr>
        <w:tabs>
          <w:tab w:val="num" w:pos="0"/>
        </w:tabs>
        <w:ind w:left="720" w:hanging="360"/>
      </w:pPr>
      <w:rPr>
        <w:rFonts w:ascii="Symbol" w:hAnsi="Symbol"/>
      </w:rPr>
    </w:lvl>
  </w:abstractNum>
  <w:abstractNum w:abstractNumId="1" w15:restartNumberingAfterBreak="0">
    <w:nsid w:val="0AD77BC4"/>
    <w:multiLevelType w:val="multilevel"/>
    <w:tmpl w:val="1DBAF3EC"/>
    <w:lvl w:ilvl="0">
      <w:start w:val="1"/>
      <w:numFmt w:val="decimal"/>
      <w:pStyle w:val="berschrift1"/>
      <w:lvlText w:val="%1"/>
      <w:lvlJc w:val="left"/>
      <w:pPr>
        <w:tabs>
          <w:tab w:val="num" w:pos="720"/>
        </w:tabs>
        <w:ind w:left="720" w:hanging="720"/>
      </w:pPr>
      <w:rPr>
        <w:rFonts w:ascii="Verdana" w:hAnsi="Verdana" w:hint="default"/>
        <w:b/>
        <w:i w:val="0"/>
        <w:sz w:val="18"/>
        <w:szCs w:val="18"/>
      </w:rPr>
    </w:lvl>
    <w:lvl w:ilvl="1">
      <w:start w:val="1"/>
      <w:numFmt w:val="decimal"/>
      <w:pStyle w:val="berschrift2"/>
      <w:lvlText w:val="%1.%2"/>
      <w:lvlJc w:val="left"/>
      <w:pPr>
        <w:tabs>
          <w:tab w:val="num" w:pos="1997"/>
        </w:tabs>
        <w:ind w:left="1997" w:hanging="720"/>
      </w:pPr>
      <w:rPr>
        <w:rFonts w:hint="default"/>
      </w:rPr>
    </w:lvl>
    <w:lvl w:ilvl="2">
      <w:start w:val="1"/>
      <w:numFmt w:val="decimal"/>
      <w:pStyle w:val="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907"/>
        </w:tabs>
        <w:ind w:left="907" w:hanging="907"/>
      </w:pPr>
      <w:rPr>
        <w:rFonts w:hint="default"/>
      </w:rPr>
    </w:lvl>
    <w:lvl w:ilvl="4">
      <w:start w:val="1"/>
      <w:numFmt w:val="decimal"/>
      <w:lvlText w:val="%1.%2.%3.%4.%5"/>
      <w:lvlJc w:val="left"/>
      <w:pPr>
        <w:tabs>
          <w:tab w:val="num" w:pos="720"/>
        </w:tabs>
        <w:ind w:left="720" w:hanging="720"/>
      </w:pPr>
      <w:rPr>
        <w:rFonts w:hint="default"/>
      </w:rPr>
    </w:lvl>
    <w:lvl w:ilvl="5">
      <w:start w:val="1"/>
      <w:numFmt w:val="decimal"/>
      <w:pStyle w:val="berschrift6"/>
      <w:lvlText w:val="%1.%2.%3.%4.%5.%6"/>
      <w:lvlJc w:val="left"/>
      <w:pPr>
        <w:tabs>
          <w:tab w:val="num" w:pos="720"/>
        </w:tabs>
        <w:ind w:left="720" w:hanging="720"/>
      </w:pPr>
      <w:rPr>
        <w:rFonts w:hint="default"/>
      </w:rPr>
    </w:lvl>
    <w:lvl w:ilvl="6">
      <w:start w:val="1"/>
      <w:numFmt w:val="decimal"/>
      <w:pStyle w:val="berschrift7"/>
      <w:lvlText w:val="%1.%2.%3.%4.%5.%6.%7"/>
      <w:lvlJc w:val="left"/>
      <w:pPr>
        <w:tabs>
          <w:tab w:val="num" w:pos="720"/>
        </w:tabs>
        <w:ind w:left="720" w:hanging="720"/>
      </w:pPr>
      <w:rPr>
        <w:rFonts w:hint="default"/>
      </w:rPr>
    </w:lvl>
    <w:lvl w:ilvl="7">
      <w:start w:val="1"/>
      <w:numFmt w:val="decimal"/>
      <w:pStyle w:val="berschrift8"/>
      <w:lvlText w:val="%1.%2.%3.%4.%5.%6.%7.%8"/>
      <w:lvlJc w:val="left"/>
      <w:pPr>
        <w:tabs>
          <w:tab w:val="num" w:pos="720"/>
        </w:tabs>
        <w:ind w:left="720" w:hanging="720"/>
      </w:pPr>
      <w:rPr>
        <w:rFonts w:hint="default"/>
      </w:rPr>
    </w:lvl>
    <w:lvl w:ilvl="8">
      <w:start w:val="1"/>
      <w:numFmt w:val="decimal"/>
      <w:pStyle w:val="berschrift9"/>
      <w:lvlText w:val="%1.%2.%3.%4.%5.%6.%7.%8.%9"/>
      <w:lvlJc w:val="left"/>
      <w:pPr>
        <w:tabs>
          <w:tab w:val="num" w:pos="720"/>
        </w:tabs>
        <w:ind w:left="720" w:hanging="720"/>
      </w:pPr>
      <w:rPr>
        <w:rFonts w:hint="default"/>
      </w:rPr>
    </w:lvl>
  </w:abstractNum>
  <w:abstractNum w:abstractNumId="2" w15:restartNumberingAfterBreak="0">
    <w:nsid w:val="3B795CE5"/>
    <w:multiLevelType w:val="hybridMultilevel"/>
    <w:tmpl w:val="3146D7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EF90857"/>
    <w:multiLevelType w:val="hybridMultilevel"/>
    <w:tmpl w:val="7ACA3D9A"/>
    <w:lvl w:ilvl="0" w:tplc="04070001">
      <w:start w:val="1"/>
      <w:numFmt w:val="bullet"/>
      <w:lvlText w:val=""/>
      <w:lvlJc w:val="left"/>
      <w:pPr>
        <w:ind w:left="840" w:hanging="360"/>
      </w:pPr>
      <w:rPr>
        <w:rFonts w:ascii="Symbol" w:hAnsi="Symbol" w:hint="default"/>
      </w:rPr>
    </w:lvl>
    <w:lvl w:ilvl="1" w:tplc="04070003" w:tentative="1">
      <w:start w:val="1"/>
      <w:numFmt w:val="bullet"/>
      <w:lvlText w:val="o"/>
      <w:lvlJc w:val="left"/>
      <w:pPr>
        <w:ind w:left="1560" w:hanging="360"/>
      </w:pPr>
      <w:rPr>
        <w:rFonts w:ascii="Courier New" w:hAnsi="Courier New" w:cs="Courier New" w:hint="default"/>
      </w:rPr>
    </w:lvl>
    <w:lvl w:ilvl="2" w:tplc="04070005" w:tentative="1">
      <w:start w:val="1"/>
      <w:numFmt w:val="bullet"/>
      <w:lvlText w:val=""/>
      <w:lvlJc w:val="left"/>
      <w:pPr>
        <w:ind w:left="2280" w:hanging="360"/>
      </w:pPr>
      <w:rPr>
        <w:rFonts w:ascii="Wingdings" w:hAnsi="Wingdings" w:hint="default"/>
      </w:rPr>
    </w:lvl>
    <w:lvl w:ilvl="3" w:tplc="04070001" w:tentative="1">
      <w:start w:val="1"/>
      <w:numFmt w:val="bullet"/>
      <w:lvlText w:val=""/>
      <w:lvlJc w:val="left"/>
      <w:pPr>
        <w:ind w:left="3000" w:hanging="360"/>
      </w:pPr>
      <w:rPr>
        <w:rFonts w:ascii="Symbol" w:hAnsi="Symbol" w:hint="default"/>
      </w:rPr>
    </w:lvl>
    <w:lvl w:ilvl="4" w:tplc="04070003" w:tentative="1">
      <w:start w:val="1"/>
      <w:numFmt w:val="bullet"/>
      <w:lvlText w:val="o"/>
      <w:lvlJc w:val="left"/>
      <w:pPr>
        <w:ind w:left="3720" w:hanging="360"/>
      </w:pPr>
      <w:rPr>
        <w:rFonts w:ascii="Courier New" w:hAnsi="Courier New" w:cs="Courier New" w:hint="default"/>
      </w:rPr>
    </w:lvl>
    <w:lvl w:ilvl="5" w:tplc="04070005" w:tentative="1">
      <w:start w:val="1"/>
      <w:numFmt w:val="bullet"/>
      <w:lvlText w:val=""/>
      <w:lvlJc w:val="left"/>
      <w:pPr>
        <w:ind w:left="4440" w:hanging="360"/>
      </w:pPr>
      <w:rPr>
        <w:rFonts w:ascii="Wingdings" w:hAnsi="Wingdings" w:hint="default"/>
      </w:rPr>
    </w:lvl>
    <w:lvl w:ilvl="6" w:tplc="04070001" w:tentative="1">
      <w:start w:val="1"/>
      <w:numFmt w:val="bullet"/>
      <w:lvlText w:val=""/>
      <w:lvlJc w:val="left"/>
      <w:pPr>
        <w:ind w:left="5160" w:hanging="360"/>
      </w:pPr>
      <w:rPr>
        <w:rFonts w:ascii="Symbol" w:hAnsi="Symbol" w:hint="default"/>
      </w:rPr>
    </w:lvl>
    <w:lvl w:ilvl="7" w:tplc="04070003" w:tentative="1">
      <w:start w:val="1"/>
      <w:numFmt w:val="bullet"/>
      <w:lvlText w:val="o"/>
      <w:lvlJc w:val="left"/>
      <w:pPr>
        <w:ind w:left="5880" w:hanging="360"/>
      </w:pPr>
      <w:rPr>
        <w:rFonts w:ascii="Courier New" w:hAnsi="Courier New" w:cs="Courier New" w:hint="default"/>
      </w:rPr>
    </w:lvl>
    <w:lvl w:ilvl="8" w:tplc="04070005" w:tentative="1">
      <w:start w:val="1"/>
      <w:numFmt w:val="bullet"/>
      <w:lvlText w:val=""/>
      <w:lvlJc w:val="left"/>
      <w:pPr>
        <w:ind w:left="6600" w:hanging="360"/>
      </w:pPr>
      <w:rPr>
        <w:rFonts w:ascii="Wingdings" w:hAnsi="Wingdings" w:hint="default"/>
      </w:rPr>
    </w:lvl>
  </w:abstractNum>
  <w:abstractNum w:abstractNumId="4" w15:restartNumberingAfterBreak="0">
    <w:nsid w:val="55C80E98"/>
    <w:multiLevelType w:val="hybridMultilevel"/>
    <w:tmpl w:val="5770B406"/>
    <w:lvl w:ilvl="0" w:tplc="363633F2">
      <w:start w:val="1"/>
      <w:numFmt w:val="bullet"/>
      <w:pStyle w:val="liste"/>
      <w:lvlText w:val="■"/>
      <w:lvlJc w:val="left"/>
      <w:pPr>
        <w:tabs>
          <w:tab w:val="num" w:pos="170"/>
        </w:tabs>
        <w:ind w:left="170" w:hanging="170"/>
      </w:pPr>
      <w:rPr>
        <w:rFonts w:ascii="Arial" w:hAnsi="Arial" w:hint="default"/>
      </w:rPr>
    </w:lvl>
    <w:lvl w:ilvl="1" w:tplc="04070003">
      <w:start w:val="1"/>
      <w:numFmt w:val="bullet"/>
      <w:lvlText w:val="o"/>
      <w:lvlJc w:val="left"/>
      <w:pPr>
        <w:tabs>
          <w:tab w:val="num" w:pos="1556"/>
        </w:tabs>
        <w:ind w:left="1556" w:hanging="360"/>
      </w:pPr>
      <w:rPr>
        <w:rFonts w:ascii="Courier New" w:hAnsi="Courier New" w:hint="default"/>
      </w:rPr>
    </w:lvl>
    <w:lvl w:ilvl="2" w:tplc="04070005" w:tentative="1">
      <w:start w:val="1"/>
      <w:numFmt w:val="bullet"/>
      <w:lvlText w:val=""/>
      <w:lvlJc w:val="left"/>
      <w:pPr>
        <w:tabs>
          <w:tab w:val="num" w:pos="2276"/>
        </w:tabs>
        <w:ind w:left="2276" w:hanging="360"/>
      </w:pPr>
      <w:rPr>
        <w:rFonts w:ascii="Wingdings" w:hAnsi="Wingdings" w:hint="default"/>
      </w:rPr>
    </w:lvl>
    <w:lvl w:ilvl="3" w:tplc="04070001" w:tentative="1">
      <w:start w:val="1"/>
      <w:numFmt w:val="bullet"/>
      <w:lvlText w:val=""/>
      <w:lvlJc w:val="left"/>
      <w:pPr>
        <w:tabs>
          <w:tab w:val="num" w:pos="2996"/>
        </w:tabs>
        <w:ind w:left="2996" w:hanging="360"/>
      </w:pPr>
      <w:rPr>
        <w:rFonts w:ascii="Symbol" w:hAnsi="Symbol" w:hint="default"/>
      </w:rPr>
    </w:lvl>
    <w:lvl w:ilvl="4" w:tplc="04070003" w:tentative="1">
      <w:start w:val="1"/>
      <w:numFmt w:val="bullet"/>
      <w:lvlText w:val="o"/>
      <w:lvlJc w:val="left"/>
      <w:pPr>
        <w:tabs>
          <w:tab w:val="num" w:pos="3716"/>
        </w:tabs>
        <w:ind w:left="3716" w:hanging="360"/>
      </w:pPr>
      <w:rPr>
        <w:rFonts w:ascii="Courier New" w:hAnsi="Courier New" w:hint="default"/>
      </w:rPr>
    </w:lvl>
    <w:lvl w:ilvl="5" w:tplc="04070005" w:tentative="1">
      <w:start w:val="1"/>
      <w:numFmt w:val="bullet"/>
      <w:lvlText w:val=""/>
      <w:lvlJc w:val="left"/>
      <w:pPr>
        <w:tabs>
          <w:tab w:val="num" w:pos="4436"/>
        </w:tabs>
        <w:ind w:left="4436" w:hanging="360"/>
      </w:pPr>
      <w:rPr>
        <w:rFonts w:ascii="Wingdings" w:hAnsi="Wingdings" w:hint="default"/>
      </w:rPr>
    </w:lvl>
    <w:lvl w:ilvl="6" w:tplc="04070001" w:tentative="1">
      <w:start w:val="1"/>
      <w:numFmt w:val="bullet"/>
      <w:lvlText w:val=""/>
      <w:lvlJc w:val="left"/>
      <w:pPr>
        <w:tabs>
          <w:tab w:val="num" w:pos="5156"/>
        </w:tabs>
        <w:ind w:left="5156" w:hanging="360"/>
      </w:pPr>
      <w:rPr>
        <w:rFonts w:ascii="Symbol" w:hAnsi="Symbol" w:hint="default"/>
      </w:rPr>
    </w:lvl>
    <w:lvl w:ilvl="7" w:tplc="04070003" w:tentative="1">
      <w:start w:val="1"/>
      <w:numFmt w:val="bullet"/>
      <w:lvlText w:val="o"/>
      <w:lvlJc w:val="left"/>
      <w:pPr>
        <w:tabs>
          <w:tab w:val="num" w:pos="5876"/>
        </w:tabs>
        <w:ind w:left="5876" w:hanging="360"/>
      </w:pPr>
      <w:rPr>
        <w:rFonts w:ascii="Courier New" w:hAnsi="Courier New" w:hint="default"/>
      </w:rPr>
    </w:lvl>
    <w:lvl w:ilvl="8" w:tplc="04070005" w:tentative="1">
      <w:start w:val="1"/>
      <w:numFmt w:val="bullet"/>
      <w:lvlText w:val=""/>
      <w:lvlJc w:val="left"/>
      <w:pPr>
        <w:tabs>
          <w:tab w:val="num" w:pos="6596"/>
        </w:tabs>
        <w:ind w:left="6596" w:hanging="360"/>
      </w:pPr>
      <w:rPr>
        <w:rFonts w:ascii="Wingdings" w:hAnsi="Wingdings" w:hint="default"/>
      </w:rPr>
    </w:lvl>
  </w:abstractNum>
  <w:abstractNum w:abstractNumId="5" w15:restartNumberingAfterBreak="0">
    <w:nsid w:val="60696F24"/>
    <w:multiLevelType w:val="hybridMultilevel"/>
    <w:tmpl w:val="F74003E4"/>
    <w:lvl w:ilvl="0" w:tplc="16C842E0">
      <w:start w:val="1"/>
      <w:numFmt w:val="decimal"/>
      <w:pStyle w:val="Nummerierung"/>
      <w:lvlText w:val="%1)"/>
      <w:lvlJc w:val="left"/>
      <w:pPr>
        <w:ind w:left="717" w:hanging="360"/>
      </w:pPr>
      <w:rPr>
        <w:rFonts w:hint="default"/>
        <w:b w:val="0"/>
        <w:i w:val="0"/>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1734554"/>
    <w:multiLevelType w:val="hybridMultilevel"/>
    <w:tmpl w:val="CF92A0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E8F2B01"/>
    <w:multiLevelType w:val="hybridMultilevel"/>
    <w:tmpl w:val="53D8DB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7"/>
  </w:num>
  <w:num w:numId="5">
    <w:abstractNumId w:val="6"/>
  </w:num>
  <w:num w:numId="6">
    <w:abstractNumId w:val="2"/>
  </w:num>
  <w:num w:numId="7">
    <w:abstractNumId w:val="3"/>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BBE"/>
    <w:rsid w:val="0000022B"/>
    <w:rsid w:val="0000637C"/>
    <w:rsid w:val="00006CDE"/>
    <w:rsid w:val="00007A5A"/>
    <w:rsid w:val="0001037F"/>
    <w:rsid w:val="00010744"/>
    <w:rsid w:val="000136C5"/>
    <w:rsid w:val="00014696"/>
    <w:rsid w:val="000204FA"/>
    <w:rsid w:val="00021A4A"/>
    <w:rsid w:val="00021FE3"/>
    <w:rsid w:val="000252C7"/>
    <w:rsid w:val="0002538D"/>
    <w:rsid w:val="00026BE4"/>
    <w:rsid w:val="00027D9B"/>
    <w:rsid w:val="00031FCC"/>
    <w:rsid w:val="00032BAA"/>
    <w:rsid w:val="00032E7B"/>
    <w:rsid w:val="00032EB6"/>
    <w:rsid w:val="000331B4"/>
    <w:rsid w:val="00033FCE"/>
    <w:rsid w:val="0003532E"/>
    <w:rsid w:val="000355BB"/>
    <w:rsid w:val="000366C7"/>
    <w:rsid w:val="00036EB7"/>
    <w:rsid w:val="000427B1"/>
    <w:rsid w:val="00045031"/>
    <w:rsid w:val="00045E9D"/>
    <w:rsid w:val="000460A6"/>
    <w:rsid w:val="00052AFE"/>
    <w:rsid w:val="00053B9E"/>
    <w:rsid w:val="00061D85"/>
    <w:rsid w:val="00062FB0"/>
    <w:rsid w:val="00063FE4"/>
    <w:rsid w:val="00065444"/>
    <w:rsid w:val="00067CFC"/>
    <w:rsid w:val="00071805"/>
    <w:rsid w:val="00075B54"/>
    <w:rsid w:val="00076F2F"/>
    <w:rsid w:val="000771A1"/>
    <w:rsid w:val="00080D8F"/>
    <w:rsid w:val="0008232A"/>
    <w:rsid w:val="00082E57"/>
    <w:rsid w:val="00084809"/>
    <w:rsid w:val="00084E9B"/>
    <w:rsid w:val="00087352"/>
    <w:rsid w:val="000921AA"/>
    <w:rsid w:val="000926BA"/>
    <w:rsid w:val="00092874"/>
    <w:rsid w:val="000954B8"/>
    <w:rsid w:val="000A16DB"/>
    <w:rsid w:val="000A2783"/>
    <w:rsid w:val="000A3E81"/>
    <w:rsid w:val="000A59DF"/>
    <w:rsid w:val="000A7D8C"/>
    <w:rsid w:val="000B041A"/>
    <w:rsid w:val="000B0B00"/>
    <w:rsid w:val="000B1C1D"/>
    <w:rsid w:val="000B3729"/>
    <w:rsid w:val="000B589C"/>
    <w:rsid w:val="000B5CAD"/>
    <w:rsid w:val="000B62E2"/>
    <w:rsid w:val="000B66AE"/>
    <w:rsid w:val="000B7598"/>
    <w:rsid w:val="000C1B22"/>
    <w:rsid w:val="000C4B71"/>
    <w:rsid w:val="000C6167"/>
    <w:rsid w:val="000D05F6"/>
    <w:rsid w:val="000D22BD"/>
    <w:rsid w:val="000D2D2A"/>
    <w:rsid w:val="000D2F11"/>
    <w:rsid w:val="000D58FB"/>
    <w:rsid w:val="000D7BE7"/>
    <w:rsid w:val="000E29B3"/>
    <w:rsid w:val="000E3230"/>
    <w:rsid w:val="000E7664"/>
    <w:rsid w:val="000E7879"/>
    <w:rsid w:val="000E7B33"/>
    <w:rsid w:val="000F0B26"/>
    <w:rsid w:val="000F0BC9"/>
    <w:rsid w:val="000F1058"/>
    <w:rsid w:val="000F1C31"/>
    <w:rsid w:val="000F237A"/>
    <w:rsid w:val="000F4204"/>
    <w:rsid w:val="000F5D46"/>
    <w:rsid w:val="000F6329"/>
    <w:rsid w:val="000F64A4"/>
    <w:rsid w:val="000F78BB"/>
    <w:rsid w:val="000F7B8A"/>
    <w:rsid w:val="001010EB"/>
    <w:rsid w:val="00103AF1"/>
    <w:rsid w:val="00106788"/>
    <w:rsid w:val="0011150C"/>
    <w:rsid w:val="00111D16"/>
    <w:rsid w:val="001125B4"/>
    <w:rsid w:val="001153CD"/>
    <w:rsid w:val="0011659E"/>
    <w:rsid w:val="00116F5A"/>
    <w:rsid w:val="001174E8"/>
    <w:rsid w:val="001214C0"/>
    <w:rsid w:val="001223B3"/>
    <w:rsid w:val="00124AB1"/>
    <w:rsid w:val="001260A7"/>
    <w:rsid w:val="0012676E"/>
    <w:rsid w:val="00126F95"/>
    <w:rsid w:val="00127133"/>
    <w:rsid w:val="00127A1D"/>
    <w:rsid w:val="00127B2A"/>
    <w:rsid w:val="00132123"/>
    <w:rsid w:val="00135A4E"/>
    <w:rsid w:val="00135C1E"/>
    <w:rsid w:val="00141D0C"/>
    <w:rsid w:val="00141D44"/>
    <w:rsid w:val="0014205C"/>
    <w:rsid w:val="001429CC"/>
    <w:rsid w:val="00143DAE"/>
    <w:rsid w:val="00146DAD"/>
    <w:rsid w:val="0016077D"/>
    <w:rsid w:val="00163B4D"/>
    <w:rsid w:val="00163DC4"/>
    <w:rsid w:val="00163F89"/>
    <w:rsid w:val="0016406C"/>
    <w:rsid w:val="00165B16"/>
    <w:rsid w:val="00166258"/>
    <w:rsid w:val="00166953"/>
    <w:rsid w:val="00167A1B"/>
    <w:rsid w:val="00167CA1"/>
    <w:rsid w:val="001747EB"/>
    <w:rsid w:val="00175230"/>
    <w:rsid w:val="001766C2"/>
    <w:rsid w:val="00177553"/>
    <w:rsid w:val="00182254"/>
    <w:rsid w:val="00182862"/>
    <w:rsid w:val="0018591F"/>
    <w:rsid w:val="0018707F"/>
    <w:rsid w:val="00196267"/>
    <w:rsid w:val="001975C2"/>
    <w:rsid w:val="001A201A"/>
    <w:rsid w:val="001A2102"/>
    <w:rsid w:val="001A298D"/>
    <w:rsid w:val="001A3E23"/>
    <w:rsid w:val="001A3E92"/>
    <w:rsid w:val="001A4704"/>
    <w:rsid w:val="001A4F7C"/>
    <w:rsid w:val="001A76DC"/>
    <w:rsid w:val="001A7BC5"/>
    <w:rsid w:val="001B1A72"/>
    <w:rsid w:val="001B2F7B"/>
    <w:rsid w:val="001B49C8"/>
    <w:rsid w:val="001B501C"/>
    <w:rsid w:val="001B6C4C"/>
    <w:rsid w:val="001B77B7"/>
    <w:rsid w:val="001C2D31"/>
    <w:rsid w:val="001C33AD"/>
    <w:rsid w:val="001C360F"/>
    <w:rsid w:val="001C749D"/>
    <w:rsid w:val="001C7736"/>
    <w:rsid w:val="001D0B72"/>
    <w:rsid w:val="001D298B"/>
    <w:rsid w:val="001D2B60"/>
    <w:rsid w:val="001D4900"/>
    <w:rsid w:val="001D591B"/>
    <w:rsid w:val="001E004C"/>
    <w:rsid w:val="001E0947"/>
    <w:rsid w:val="001E1AED"/>
    <w:rsid w:val="001E251D"/>
    <w:rsid w:val="001E2FE4"/>
    <w:rsid w:val="001E3BCE"/>
    <w:rsid w:val="001E3F03"/>
    <w:rsid w:val="001E4D09"/>
    <w:rsid w:val="001E574F"/>
    <w:rsid w:val="001E7C5D"/>
    <w:rsid w:val="001F1665"/>
    <w:rsid w:val="001F6BAD"/>
    <w:rsid w:val="001F70D5"/>
    <w:rsid w:val="001F72ED"/>
    <w:rsid w:val="001F746A"/>
    <w:rsid w:val="001F7FCE"/>
    <w:rsid w:val="0020116C"/>
    <w:rsid w:val="00201227"/>
    <w:rsid w:val="002031C7"/>
    <w:rsid w:val="0020361E"/>
    <w:rsid w:val="002061AF"/>
    <w:rsid w:val="0020768C"/>
    <w:rsid w:val="00207924"/>
    <w:rsid w:val="0021038C"/>
    <w:rsid w:val="00212046"/>
    <w:rsid w:val="00212DAD"/>
    <w:rsid w:val="0021512F"/>
    <w:rsid w:val="00215800"/>
    <w:rsid w:val="00217C71"/>
    <w:rsid w:val="00220296"/>
    <w:rsid w:val="0022169D"/>
    <w:rsid w:val="00221BFA"/>
    <w:rsid w:val="002223AE"/>
    <w:rsid w:val="00223004"/>
    <w:rsid w:val="00225507"/>
    <w:rsid w:val="00226D4D"/>
    <w:rsid w:val="0023025F"/>
    <w:rsid w:val="00232338"/>
    <w:rsid w:val="0023287B"/>
    <w:rsid w:val="00232CF2"/>
    <w:rsid w:val="0023663E"/>
    <w:rsid w:val="002372D4"/>
    <w:rsid w:val="0023743D"/>
    <w:rsid w:val="00237D21"/>
    <w:rsid w:val="00240038"/>
    <w:rsid w:val="00242AB7"/>
    <w:rsid w:val="00243A34"/>
    <w:rsid w:val="00243F7C"/>
    <w:rsid w:val="00244455"/>
    <w:rsid w:val="00247569"/>
    <w:rsid w:val="002478C6"/>
    <w:rsid w:val="00247B39"/>
    <w:rsid w:val="00247BE8"/>
    <w:rsid w:val="00250C16"/>
    <w:rsid w:val="0025253A"/>
    <w:rsid w:val="0025279B"/>
    <w:rsid w:val="00254FF2"/>
    <w:rsid w:val="002550B6"/>
    <w:rsid w:val="002553D1"/>
    <w:rsid w:val="00256496"/>
    <w:rsid w:val="00256BB8"/>
    <w:rsid w:val="002603B4"/>
    <w:rsid w:val="00261227"/>
    <w:rsid w:val="00261870"/>
    <w:rsid w:val="0026251D"/>
    <w:rsid w:val="00263233"/>
    <w:rsid w:val="00264061"/>
    <w:rsid w:val="00265F37"/>
    <w:rsid w:val="00267BE1"/>
    <w:rsid w:val="0027076C"/>
    <w:rsid w:val="00270E0A"/>
    <w:rsid w:val="00271120"/>
    <w:rsid w:val="00274422"/>
    <w:rsid w:val="00275A83"/>
    <w:rsid w:val="00276642"/>
    <w:rsid w:val="00276E0B"/>
    <w:rsid w:val="002775AC"/>
    <w:rsid w:val="00277937"/>
    <w:rsid w:val="00277BB2"/>
    <w:rsid w:val="002809B1"/>
    <w:rsid w:val="00285108"/>
    <w:rsid w:val="0028525D"/>
    <w:rsid w:val="00285A6C"/>
    <w:rsid w:val="00286D01"/>
    <w:rsid w:val="00290495"/>
    <w:rsid w:val="00290742"/>
    <w:rsid w:val="00290E2C"/>
    <w:rsid w:val="00291C40"/>
    <w:rsid w:val="00291DC3"/>
    <w:rsid w:val="0029359A"/>
    <w:rsid w:val="0029390D"/>
    <w:rsid w:val="00295177"/>
    <w:rsid w:val="002A024C"/>
    <w:rsid w:val="002A0E69"/>
    <w:rsid w:val="002A1CF2"/>
    <w:rsid w:val="002A577C"/>
    <w:rsid w:val="002A7825"/>
    <w:rsid w:val="002B18BC"/>
    <w:rsid w:val="002B336D"/>
    <w:rsid w:val="002B68A3"/>
    <w:rsid w:val="002C04AB"/>
    <w:rsid w:val="002C3D54"/>
    <w:rsid w:val="002C6988"/>
    <w:rsid w:val="002D2ADB"/>
    <w:rsid w:val="002D3DED"/>
    <w:rsid w:val="002E0205"/>
    <w:rsid w:val="002E045A"/>
    <w:rsid w:val="002E1BF6"/>
    <w:rsid w:val="002E1CCB"/>
    <w:rsid w:val="002E5294"/>
    <w:rsid w:val="002E607E"/>
    <w:rsid w:val="002E743F"/>
    <w:rsid w:val="002F2E6E"/>
    <w:rsid w:val="002F61DD"/>
    <w:rsid w:val="002F68E4"/>
    <w:rsid w:val="002F6B73"/>
    <w:rsid w:val="00300372"/>
    <w:rsid w:val="003021F0"/>
    <w:rsid w:val="00306A96"/>
    <w:rsid w:val="00307123"/>
    <w:rsid w:val="00310B1F"/>
    <w:rsid w:val="0031261B"/>
    <w:rsid w:val="003157DF"/>
    <w:rsid w:val="00321EC0"/>
    <w:rsid w:val="003224D6"/>
    <w:rsid w:val="00322E63"/>
    <w:rsid w:val="0032573D"/>
    <w:rsid w:val="00325D36"/>
    <w:rsid w:val="00327667"/>
    <w:rsid w:val="00327C5D"/>
    <w:rsid w:val="00327DB6"/>
    <w:rsid w:val="003322DE"/>
    <w:rsid w:val="00333EAE"/>
    <w:rsid w:val="00333FA6"/>
    <w:rsid w:val="00334673"/>
    <w:rsid w:val="00334C5B"/>
    <w:rsid w:val="003356B1"/>
    <w:rsid w:val="00336290"/>
    <w:rsid w:val="00336979"/>
    <w:rsid w:val="00337873"/>
    <w:rsid w:val="003409D2"/>
    <w:rsid w:val="0034129E"/>
    <w:rsid w:val="00341C11"/>
    <w:rsid w:val="00343683"/>
    <w:rsid w:val="00343F7D"/>
    <w:rsid w:val="00345247"/>
    <w:rsid w:val="003454F4"/>
    <w:rsid w:val="00345914"/>
    <w:rsid w:val="00345BE0"/>
    <w:rsid w:val="00345CB6"/>
    <w:rsid w:val="003460AF"/>
    <w:rsid w:val="00346100"/>
    <w:rsid w:val="00346C8A"/>
    <w:rsid w:val="00352C23"/>
    <w:rsid w:val="0035307B"/>
    <w:rsid w:val="003542AC"/>
    <w:rsid w:val="00357F3C"/>
    <w:rsid w:val="00361487"/>
    <w:rsid w:val="0036339B"/>
    <w:rsid w:val="00365236"/>
    <w:rsid w:val="003659C7"/>
    <w:rsid w:val="00365B8B"/>
    <w:rsid w:val="003662FC"/>
    <w:rsid w:val="003665CE"/>
    <w:rsid w:val="00370209"/>
    <w:rsid w:val="003705EB"/>
    <w:rsid w:val="00370B27"/>
    <w:rsid w:val="003734DC"/>
    <w:rsid w:val="00373EE9"/>
    <w:rsid w:val="00374BD8"/>
    <w:rsid w:val="00374D0B"/>
    <w:rsid w:val="00374ED0"/>
    <w:rsid w:val="0037594F"/>
    <w:rsid w:val="00381459"/>
    <w:rsid w:val="003819DF"/>
    <w:rsid w:val="003823EB"/>
    <w:rsid w:val="00382AE4"/>
    <w:rsid w:val="00384FB2"/>
    <w:rsid w:val="003854F6"/>
    <w:rsid w:val="00386A38"/>
    <w:rsid w:val="00386A3B"/>
    <w:rsid w:val="00390137"/>
    <w:rsid w:val="00390F1F"/>
    <w:rsid w:val="0039381C"/>
    <w:rsid w:val="00393C16"/>
    <w:rsid w:val="0039481B"/>
    <w:rsid w:val="00396B5A"/>
    <w:rsid w:val="00396C11"/>
    <w:rsid w:val="003A4B7B"/>
    <w:rsid w:val="003A4D4E"/>
    <w:rsid w:val="003A67C5"/>
    <w:rsid w:val="003A7322"/>
    <w:rsid w:val="003A7BFE"/>
    <w:rsid w:val="003A7D98"/>
    <w:rsid w:val="003B4118"/>
    <w:rsid w:val="003B463C"/>
    <w:rsid w:val="003B7641"/>
    <w:rsid w:val="003C0621"/>
    <w:rsid w:val="003C4884"/>
    <w:rsid w:val="003C5A48"/>
    <w:rsid w:val="003C6C0F"/>
    <w:rsid w:val="003D07B0"/>
    <w:rsid w:val="003D0D12"/>
    <w:rsid w:val="003D1824"/>
    <w:rsid w:val="003D2CDC"/>
    <w:rsid w:val="003D3299"/>
    <w:rsid w:val="003D416E"/>
    <w:rsid w:val="003D41AC"/>
    <w:rsid w:val="003D78B6"/>
    <w:rsid w:val="003E0DE7"/>
    <w:rsid w:val="003E19FD"/>
    <w:rsid w:val="003E1FD6"/>
    <w:rsid w:val="003E31D6"/>
    <w:rsid w:val="003E44CB"/>
    <w:rsid w:val="003E4708"/>
    <w:rsid w:val="003F1E21"/>
    <w:rsid w:val="003F2066"/>
    <w:rsid w:val="003F348E"/>
    <w:rsid w:val="003F4087"/>
    <w:rsid w:val="003F68B5"/>
    <w:rsid w:val="003F6C91"/>
    <w:rsid w:val="00401A84"/>
    <w:rsid w:val="00401DE4"/>
    <w:rsid w:val="00411DF1"/>
    <w:rsid w:val="004122CD"/>
    <w:rsid w:val="0041295E"/>
    <w:rsid w:val="004134C1"/>
    <w:rsid w:val="00415158"/>
    <w:rsid w:val="0041585E"/>
    <w:rsid w:val="004161DF"/>
    <w:rsid w:val="00416669"/>
    <w:rsid w:val="00417200"/>
    <w:rsid w:val="004214A0"/>
    <w:rsid w:val="00421D17"/>
    <w:rsid w:val="00422A80"/>
    <w:rsid w:val="00423D1B"/>
    <w:rsid w:val="004241C7"/>
    <w:rsid w:val="00424287"/>
    <w:rsid w:val="00425397"/>
    <w:rsid w:val="00430626"/>
    <w:rsid w:val="0043103F"/>
    <w:rsid w:val="004327FB"/>
    <w:rsid w:val="004366EB"/>
    <w:rsid w:val="00436E8E"/>
    <w:rsid w:val="00440DAB"/>
    <w:rsid w:val="0044145A"/>
    <w:rsid w:val="004417A7"/>
    <w:rsid w:val="00446FCC"/>
    <w:rsid w:val="00447543"/>
    <w:rsid w:val="004501E4"/>
    <w:rsid w:val="00450BC9"/>
    <w:rsid w:val="004533BF"/>
    <w:rsid w:val="00453610"/>
    <w:rsid w:val="004536BF"/>
    <w:rsid w:val="00454C88"/>
    <w:rsid w:val="00455E69"/>
    <w:rsid w:val="00461152"/>
    <w:rsid w:val="004619FE"/>
    <w:rsid w:val="00464780"/>
    <w:rsid w:val="0046537F"/>
    <w:rsid w:val="00467060"/>
    <w:rsid w:val="00467805"/>
    <w:rsid w:val="00467AC5"/>
    <w:rsid w:val="0047011D"/>
    <w:rsid w:val="004707AE"/>
    <w:rsid w:val="00470B3D"/>
    <w:rsid w:val="00472533"/>
    <w:rsid w:val="00472AA7"/>
    <w:rsid w:val="00482E7F"/>
    <w:rsid w:val="00483664"/>
    <w:rsid w:val="00483F67"/>
    <w:rsid w:val="0048714B"/>
    <w:rsid w:val="00490344"/>
    <w:rsid w:val="004933B9"/>
    <w:rsid w:val="004949E3"/>
    <w:rsid w:val="0049635D"/>
    <w:rsid w:val="004A2938"/>
    <w:rsid w:val="004A452A"/>
    <w:rsid w:val="004A5269"/>
    <w:rsid w:val="004A6B6A"/>
    <w:rsid w:val="004A7334"/>
    <w:rsid w:val="004B05A8"/>
    <w:rsid w:val="004B1B3F"/>
    <w:rsid w:val="004B2166"/>
    <w:rsid w:val="004B2340"/>
    <w:rsid w:val="004B4562"/>
    <w:rsid w:val="004B668A"/>
    <w:rsid w:val="004B6C83"/>
    <w:rsid w:val="004C1AF5"/>
    <w:rsid w:val="004C2179"/>
    <w:rsid w:val="004C5D97"/>
    <w:rsid w:val="004D2395"/>
    <w:rsid w:val="004D3789"/>
    <w:rsid w:val="004D4C49"/>
    <w:rsid w:val="004D6FE9"/>
    <w:rsid w:val="004D7E56"/>
    <w:rsid w:val="004E0637"/>
    <w:rsid w:val="004E2C2B"/>
    <w:rsid w:val="004E3E3E"/>
    <w:rsid w:val="004E4DC5"/>
    <w:rsid w:val="004E57CF"/>
    <w:rsid w:val="004E6B1A"/>
    <w:rsid w:val="004E7409"/>
    <w:rsid w:val="004E7520"/>
    <w:rsid w:val="004E77E4"/>
    <w:rsid w:val="004F0084"/>
    <w:rsid w:val="004F2799"/>
    <w:rsid w:val="004F46B2"/>
    <w:rsid w:val="004F61E6"/>
    <w:rsid w:val="004F6416"/>
    <w:rsid w:val="00500470"/>
    <w:rsid w:val="00500A0E"/>
    <w:rsid w:val="00500C42"/>
    <w:rsid w:val="00500FC5"/>
    <w:rsid w:val="00503248"/>
    <w:rsid w:val="00503D49"/>
    <w:rsid w:val="0050432A"/>
    <w:rsid w:val="00504374"/>
    <w:rsid w:val="00504A16"/>
    <w:rsid w:val="00504F13"/>
    <w:rsid w:val="00505AF0"/>
    <w:rsid w:val="00506442"/>
    <w:rsid w:val="00507833"/>
    <w:rsid w:val="00510750"/>
    <w:rsid w:val="00511FF4"/>
    <w:rsid w:val="00512342"/>
    <w:rsid w:val="00512E27"/>
    <w:rsid w:val="0051587B"/>
    <w:rsid w:val="00516EC2"/>
    <w:rsid w:val="00521004"/>
    <w:rsid w:val="00521892"/>
    <w:rsid w:val="005219D7"/>
    <w:rsid w:val="0052247C"/>
    <w:rsid w:val="0052446D"/>
    <w:rsid w:val="00524A87"/>
    <w:rsid w:val="00524D12"/>
    <w:rsid w:val="005251A1"/>
    <w:rsid w:val="00526E06"/>
    <w:rsid w:val="00527FD7"/>
    <w:rsid w:val="00533CED"/>
    <w:rsid w:val="00541042"/>
    <w:rsid w:val="005418E7"/>
    <w:rsid w:val="005419BD"/>
    <w:rsid w:val="005429DE"/>
    <w:rsid w:val="00545844"/>
    <w:rsid w:val="0055138B"/>
    <w:rsid w:val="005543E4"/>
    <w:rsid w:val="00554DA0"/>
    <w:rsid w:val="00555875"/>
    <w:rsid w:val="00556FB1"/>
    <w:rsid w:val="00561F24"/>
    <w:rsid w:val="005641E1"/>
    <w:rsid w:val="00567330"/>
    <w:rsid w:val="00567435"/>
    <w:rsid w:val="00567D13"/>
    <w:rsid w:val="005733D1"/>
    <w:rsid w:val="005807AD"/>
    <w:rsid w:val="00580C77"/>
    <w:rsid w:val="00581806"/>
    <w:rsid w:val="005818BE"/>
    <w:rsid w:val="0058332C"/>
    <w:rsid w:val="005840CB"/>
    <w:rsid w:val="0058480C"/>
    <w:rsid w:val="005870B7"/>
    <w:rsid w:val="0059008D"/>
    <w:rsid w:val="00590C97"/>
    <w:rsid w:val="00590FB2"/>
    <w:rsid w:val="005910AA"/>
    <w:rsid w:val="00591D94"/>
    <w:rsid w:val="00592796"/>
    <w:rsid w:val="005929DD"/>
    <w:rsid w:val="00593C52"/>
    <w:rsid w:val="00594E98"/>
    <w:rsid w:val="00597359"/>
    <w:rsid w:val="00597744"/>
    <w:rsid w:val="005A2F13"/>
    <w:rsid w:val="005A48ED"/>
    <w:rsid w:val="005A5D7B"/>
    <w:rsid w:val="005B113D"/>
    <w:rsid w:val="005B160B"/>
    <w:rsid w:val="005B1F9F"/>
    <w:rsid w:val="005B67F8"/>
    <w:rsid w:val="005B791E"/>
    <w:rsid w:val="005B7B2D"/>
    <w:rsid w:val="005C1FD1"/>
    <w:rsid w:val="005C38B9"/>
    <w:rsid w:val="005C5595"/>
    <w:rsid w:val="005C5A47"/>
    <w:rsid w:val="005C606C"/>
    <w:rsid w:val="005D06F7"/>
    <w:rsid w:val="005D0DC1"/>
    <w:rsid w:val="005D246F"/>
    <w:rsid w:val="005D2635"/>
    <w:rsid w:val="005D344F"/>
    <w:rsid w:val="005D3469"/>
    <w:rsid w:val="005D4FCA"/>
    <w:rsid w:val="005D59B0"/>
    <w:rsid w:val="005E01DF"/>
    <w:rsid w:val="005E22FC"/>
    <w:rsid w:val="005E2656"/>
    <w:rsid w:val="005E4C07"/>
    <w:rsid w:val="005E715D"/>
    <w:rsid w:val="005F122B"/>
    <w:rsid w:val="005F14EB"/>
    <w:rsid w:val="005F5697"/>
    <w:rsid w:val="005F7F2C"/>
    <w:rsid w:val="00600D16"/>
    <w:rsid w:val="00600D19"/>
    <w:rsid w:val="00602D3C"/>
    <w:rsid w:val="006050B5"/>
    <w:rsid w:val="006059BD"/>
    <w:rsid w:val="00607495"/>
    <w:rsid w:val="0060751C"/>
    <w:rsid w:val="006104F1"/>
    <w:rsid w:val="00612740"/>
    <w:rsid w:val="0061280C"/>
    <w:rsid w:val="00613307"/>
    <w:rsid w:val="00613406"/>
    <w:rsid w:val="0061473F"/>
    <w:rsid w:val="00614A64"/>
    <w:rsid w:val="006155E7"/>
    <w:rsid w:val="00615C61"/>
    <w:rsid w:val="00616743"/>
    <w:rsid w:val="006178CF"/>
    <w:rsid w:val="00621103"/>
    <w:rsid w:val="00621C6F"/>
    <w:rsid w:val="006254A8"/>
    <w:rsid w:val="00625BF5"/>
    <w:rsid w:val="006269C9"/>
    <w:rsid w:val="0063243E"/>
    <w:rsid w:val="00633116"/>
    <w:rsid w:val="00633191"/>
    <w:rsid w:val="00634633"/>
    <w:rsid w:val="00634B93"/>
    <w:rsid w:val="00635384"/>
    <w:rsid w:val="00637941"/>
    <w:rsid w:val="00640247"/>
    <w:rsid w:val="00641EDB"/>
    <w:rsid w:val="00642865"/>
    <w:rsid w:val="0064350C"/>
    <w:rsid w:val="0064384C"/>
    <w:rsid w:val="00644988"/>
    <w:rsid w:val="006463CA"/>
    <w:rsid w:val="0064728E"/>
    <w:rsid w:val="006557F1"/>
    <w:rsid w:val="00655AA1"/>
    <w:rsid w:val="006565A0"/>
    <w:rsid w:val="006579C0"/>
    <w:rsid w:val="00663AF5"/>
    <w:rsid w:val="0066415D"/>
    <w:rsid w:val="00664761"/>
    <w:rsid w:val="00665E3A"/>
    <w:rsid w:val="00666226"/>
    <w:rsid w:val="00666BDE"/>
    <w:rsid w:val="006671C7"/>
    <w:rsid w:val="00671058"/>
    <w:rsid w:val="00672B56"/>
    <w:rsid w:val="00672C82"/>
    <w:rsid w:val="006733EA"/>
    <w:rsid w:val="006749AF"/>
    <w:rsid w:val="00675410"/>
    <w:rsid w:val="00676B61"/>
    <w:rsid w:val="0067759E"/>
    <w:rsid w:val="0068039A"/>
    <w:rsid w:val="00681808"/>
    <w:rsid w:val="00683D41"/>
    <w:rsid w:val="0068467E"/>
    <w:rsid w:val="00686C1C"/>
    <w:rsid w:val="006914B3"/>
    <w:rsid w:val="0069191A"/>
    <w:rsid w:val="00691A8E"/>
    <w:rsid w:val="006944D7"/>
    <w:rsid w:val="00694840"/>
    <w:rsid w:val="006955D9"/>
    <w:rsid w:val="006961D9"/>
    <w:rsid w:val="0069623D"/>
    <w:rsid w:val="006A5CF6"/>
    <w:rsid w:val="006B2193"/>
    <w:rsid w:val="006B225B"/>
    <w:rsid w:val="006B2C53"/>
    <w:rsid w:val="006B3C4D"/>
    <w:rsid w:val="006B5DF4"/>
    <w:rsid w:val="006B5E23"/>
    <w:rsid w:val="006B62D4"/>
    <w:rsid w:val="006B69BC"/>
    <w:rsid w:val="006B6F4A"/>
    <w:rsid w:val="006C12C8"/>
    <w:rsid w:val="006C45BA"/>
    <w:rsid w:val="006C765D"/>
    <w:rsid w:val="006C77B4"/>
    <w:rsid w:val="006D015F"/>
    <w:rsid w:val="006D1109"/>
    <w:rsid w:val="006D56B7"/>
    <w:rsid w:val="006D5ACB"/>
    <w:rsid w:val="006E320C"/>
    <w:rsid w:val="006F1286"/>
    <w:rsid w:val="006F14B2"/>
    <w:rsid w:val="006F2CD4"/>
    <w:rsid w:val="006F2DAA"/>
    <w:rsid w:val="006F35AD"/>
    <w:rsid w:val="006F47B7"/>
    <w:rsid w:val="006F4B1C"/>
    <w:rsid w:val="006F51DC"/>
    <w:rsid w:val="006F5B26"/>
    <w:rsid w:val="006F5E84"/>
    <w:rsid w:val="006F6A74"/>
    <w:rsid w:val="00700976"/>
    <w:rsid w:val="00700BAC"/>
    <w:rsid w:val="0070492B"/>
    <w:rsid w:val="00705589"/>
    <w:rsid w:val="00713DCC"/>
    <w:rsid w:val="00715B07"/>
    <w:rsid w:val="00715D90"/>
    <w:rsid w:val="00717F8B"/>
    <w:rsid w:val="00742CD6"/>
    <w:rsid w:val="00743E20"/>
    <w:rsid w:val="007447EB"/>
    <w:rsid w:val="00745C1C"/>
    <w:rsid w:val="00746BDB"/>
    <w:rsid w:val="00747A12"/>
    <w:rsid w:val="007501B7"/>
    <w:rsid w:val="00750422"/>
    <w:rsid w:val="00751320"/>
    <w:rsid w:val="00752B6F"/>
    <w:rsid w:val="007533EA"/>
    <w:rsid w:val="00753C31"/>
    <w:rsid w:val="00753C38"/>
    <w:rsid w:val="007572D8"/>
    <w:rsid w:val="00760D6A"/>
    <w:rsid w:val="007644E7"/>
    <w:rsid w:val="00764D46"/>
    <w:rsid w:val="00766448"/>
    <w:rsid w:val="007740D7"/>
    <w:rsid w:val="007744D4"/>
    <w:rsid w:val="00776797"/>
    <w:rsid w:val="00784518"/>
    <w:rsid w:val="00790005"/>
    <w:rsid w:val="00790839"/>
    <w:rsid w:val="00790967"/>
    <w:rsid w:val="007928D0"/>
    <w:rsid w:val="00792AA3"/>
    <w:rsid w:val="00792D08"/>
    <w:rsid w:val="00793B30"/>
    <w:rsid w:val="00795CB3"/>
    <w:rsid w:val="0079667E"/>
    <w:rsid w:val="007A0C84"/>
    <w:rsid w:val="007A44B5"/>
    <w:rsid w:val="007B2939"/>
    <w:rsid w:val="007B432E"/>
    <w:rsid w:val="007B4381"/>
    <w:rsid w:val="007B61A1"/>
    <w:rsid w:val="007B6E59"/>
    <w:rsid w:val="007B7108"/>
    <w:rsid w:val="007B7AC0"/>
    <w:rsid w:val="007B7B9F"/>
    <w:rsid w:val="007C202B"/>
    <w:rsid w:val="007C41C9"/>
    <w:rsid w:val="007C4DE3"/>
    <w:rsid w:val="007C5580"/>
    <w:rsid w:val="007C576F"/>
    <w:rsid w:val="007C5D99"/>
    <w:rsid w:val="007C679E"/>
    <w:rsid w:val="007D23CE"/>
    <w:rsid w:val="007D2B32"/>
    <w:rsid w:val="007D2D86"/>
    <w:rsid w:val="007D4598"/>
    <w:rsid w:val="007D737B"/>
    <w:rsid w:val="007E087C"/>
    <w:rsid w:val="007E0E37"/>
    <w:rsid w:val="007E0F5C"/>
    <w:rsid w:val="007E0F62"/>
    <w:rsid w:val="007E202C"/>
    <w:rsid w:val="007E2B2E"/>
    <w:rsid w:val="007E5A50"/>
    <w:rsid w:val="007F0042"/>
    <w:rsid w:val="007F081B"/>
    <w:rsid w:val="007F11D5"/>
    <w:rsid w:val="007F130A"/>
    <w:rsid w:val="007F1E09"/>
    <w:rsid w:val="007F4470"/>
    <w:rsid w:val="007F4815"/>
    <w:rsid w:val="007F5CA1"/>
    <w:rsid w:val="00801E2C"/>
    <w:rsid w:val="0080711B"/>
    <w:rsid w:val="00811A34"/>
    <w:rsid w:val="00812723"/>
    <w:rsid w:val="008159BD"/>
    <w:rsid w:val="00815CB0"/>
    <w:rsid w:val="00820AA3"/>
    <w:rsid w:val="00822BA0"/>
    <w:rsid w:val="0082330F"/>
    <w:rsid w:val="00824F16"/>
    <w:rsid w:val="00825F9E"/>
    <w:rsid w:val="00835BB1"/>
    <w:rsid w:val="00836C28"/>
    <w:rsid w:val="0083703D"/>
    <w:rsid w:val="008378A9"/>
    <w:rsid w:val="008415E1"/>
    <w:rsid w:val="00842A41"/>
    <w:rsid w:val="00845898"/>
    <w:rsid w:val="008463F3"/>
    <w:rsid w:val="00850B60"/>
    <w:rsid w:val="00851AD8"/>
    <w:rsid w:val="00851BBE"/>
    <w:rsid w:val="008535C5"/>
    <w:rsid w:val="00853732"/>
    <w:rsid w:val="00854A3D"/>
    <w:rsid w:val="00862CCA"/>
    <w:rsid w:val="008632E9"/>
    <w:rsid w:val="00864E44"/>
    <w:rsid w:val="00865AEB"/>
    <w:rsid w:val="008660B9"/>
    <w:rsid w:val="00867036"/>
    <w:rsid w:val="008670AA"/>
    <w:rsid w:val="00870E17"/>
    <w:rsid w:val="008712E7"/>
    <w:rsid w:val="008732F4"/>
    <w:rsid w:val="00873797"/>
    <w:rsid w:val="0087646F"/>
    <w:rsid w:val="0088109E"/>
    <w:rsid w:val="00882404"/>
    <w:rsid w:val="008837ED"/>
    <w:rsid w:val="00886043"/>
    <w:rsid w:val="008878FC"/>
    <w:rsid w:val="00891280"/>
    <w:rsid w:val="00891A48"/>
    <w:rsid w:val="00891BFB"/>
    <w:rsid w:val="008925ED"/>
    <w:rsid w:val="00892D18"/>
    <w:rsid w:val="00895F92"/>
    <w:rsid w:val="00897C1F"/>
    <w:rsid w:val="008A05E9"/>
    <w:rsid w:val="008A191D"/>
    <w:rsid w:val="008A2F2B"/>
    <w:rsid w:val="008A44EE"/>
    <w:rsid w:val="008A6405"/>
    <w:rsid w:val="008A7211"/>
    <w:rsid w:val="008B029E"/>
    <w:rsid w:val="008B0339"/>
    <w:rsid w:val="008B0899"/>
    <w:rsid w:val="008B11BD"/>
    <w:rsid w:val="008B1418"/>
    <w:rsid w:val="008B1B5C"/>
    <w:rsid w:val="008B5228"/>
    <w:rsid w:val="008B59E6"/>
    <w:rsid w:val="008B6650"/>
    <w:rsid w:val="008B6C45"/>
    <w:rsid w:val="008C2176"/>
    <w:rsid w:val="008C6ACB"/>
    <w:rsid w:val="008C70BF"/>
    <w:rsid w:val="008C779F"/>
    <w:rsid w:val="008D49E3"/>
    <w:rsid w:val="008D4FF2"/>
    <w:rsid w:val="008D5B49"/>
    <w:rsid w:val="008D6AB0"/>
    <w:rsid w:val="008E044E"/>
    <w:rsid w:val="008E14E9"/>
    <w:rsid w:val="008E1A32"/>
    <w:rsid w:val="008E1AE8"/>
    <w:rsid w:val="008E1AFC"/>
    <w:rsid w:val="008E5E73"/>
    <w:rsid w:val="008E6766"/>
    <w:rsid w:val="008E6F75"/>
    <w:rsid w:val="008E6FF6"/>
    <w:rsid w:val="008E794D"/>
    <w:rsid w:val="008F307F"/>
    <w:rsid w:val="008F5569"/>
    <w:rsid w:val="008F6728"/>
    <w:rsid w:val="009012A4"/>
    <w:rsid w:val="009105D6"/>
    <w:rsid w:val="009155A3"/>
    <w:rsid w:val="009167F2"/>
    <w:rsid w:val="009172E6"/>
    <w:rsid w:val="00917840"/>
    <w:rsid w:val="009178FE"/>
    <w:rsid w:val="00917DB7"/>
    <w:rsid w:val="00920382"/>
    <w:rsid w:val="00921477"/>
    <w:rsid w:val="00922C2B"/>
    <w:rsid w:val="009240F8"/>
    <w:rsid w:val="0093062C"/>
    <w:rsid w:val="00930858"/>
    <w:rsid w:val="009337F0"/>
    <w:rsid w:val="00933A8F"/>
    <w:rsid w:val="0093728C"/>
    <w:rsid w:val="0094017E"/>
    <w:rsid w:val="00940AFB"/>
    <w:rsid w:val="009451C7"/>
    <w:rsid w:val="00945ECB"/>
    <w:rsid w:val="00950FF5"/>
    <w:rsid w:val="00955618"/>
    <w:rsid w:val="0095634C"/>
    <w:rsid w:val="00957CED"/>
    <w:rsid w:val="00960412"/>
    <w:rsid w:val="009623F8"/>
    <w:rsid w:val="0096493A"/>
    <w:rsid w:val="009651B6"/>
    <w:rsid w:val="00965DE7"/>
    <w:rsid w:val="00965E4F"/>
    <w:rsid w:val="00967BDA"/>
    <w:rsid w:val="009701C7"/>
    <w:rsid w:val="0097325C"/>
    <w:rsid w:val="009742C8"/>
    <w:rsid w:val="00975B2F"/>
    <w:rsid w:val="00977B22"/>
    <w:rsid w:val="00982F48"/>
    <w:rsid w:val="0098341B"/>
    <w:rsid w:val="00983F95"/>
    <w:rsid w:val="00984C4D"/>
    <w:rsid w:val="00991638"/>
    <w:rsid w:val="00992BB6"/>
    <w:rsid w:val="009935C4"/>
    <w:rsid w:val="00995AAD"/>
    <w:rsid w:val="00997B3B"/>
    <w:rsid w:val="009A1333"/>
    <w:rsid w:val="009A1536"/>
    <w:rsid w:val="009A1BDD"/>
    <w:rsid w:val="009A28F9"/>
    <w:rsid w:val="009A2B7D"/>
    <w:rsid w:val="009A4776"/>
    <w:rsid w:val="009A6BB3"/>
    <w:rsid w:val="009A6DBB"/>
    <w:rsid w:val="009B016D"/>
    <w:rsid w:val="009B0576"/>
    <w:rsid w:val="009B44F0"/>
    <w:rsid w:val="009C05A5"/>
    <w:rsid w:val="009C605A"/>
    <w:rsid w:val="009D0DE4"/>
    <w:rsid w:val="009D2980"/>
    <w:rsid w:val="009D3403"/>
    <w:rsid w:val="009D405C"/>
    <w:rsid w:val="009D5E8F"/>
    <w:rsid w:val="009E0B86"/>
    <w:rsid w:val="009F18A9"/>
    <w:rsid w:val="009F1BD2"/>
    <w:rsid w:val="009F1FD4"/>
    <w:rsid w:val="009F2785"/>
    <w:rsid w:val="009F2BA7"/>
    <w:rsid w:val="009F385A"/>
    <w:rsid w:val="009F3B3E"/>
    <w:rsid w:val="009F4139"/>
    <w:rsid w:val="009F4185"/>
    <w:rsid w:val="00A02F70"/>
    <w:rsid w:val="00A117F2"/>
    <w:rsid w:val="00A11D23"/>
    <w:rsid w:val="00A1303A"/>
    <w:rsid w:val="00A15039"/>
    <w:rsid w:val="00A1630A"/>
    <w:rsid w:val="00A17D36"/>
    <w:rsid w:val="00A20F64"/>
    <w:rsid w:val="00A2520A"/>
    <w:rsid w:val="00A274F1"/>
    <w:rsid w:val="00A329ED"/>
    <w:rsid w:val="00A330FE"/>
    <w:rsid w:val="00A33104"/>
    <w:rsid w:val="00A35184"/>
    <w:rsid w:val="00A359BF"/>
    <w:rsid w:val="00A35D79"/>
    <w:rsid w:val="00A4067F"/>
    <w:rsid w:val="00A40BA8"/>
    <w:rsid w:val="00A429AD"/>
    <w:rsid w:val="00A441E2"/>
    <w:rsid w:val="00A47081"/>
    <w:rsid w:val="00A500E1"/>
    <w:rsid w:val="00A517B3"/>
    <w:rsid w:val="00A53BB1"/>
    <w:rsid w:val="00A54612"/>
    <w:rsid w:val="00A551A5"/>
    <w:rsid w:val="00A57F64"/>
    <w:rsid w:val="00A6059D"/>
    <w:rsid w:val="00A63DE2"/>
    <w:rsid w:val="00A6463C"/>
    <w:rsid w:val="00A6479B"/>
    <w:rsid w:val="00A66D8B"/>
    <w:rsid w:val="00A74FE3"/>
    <w:rsid w:val="00A75690"/>
    <w:rsid w:val="00A76181"/>
    <w:rsid w:val="00A80477"/>
    <w:rsid w:val="00A80622"/>
    <w:rsid w:val="00A80DD9"/>
    <w:rsid w:val="00A81F66"/>
    <w:rsid w:val="00A8397F"/>
    <w:rsid w:val="00A852A8"/>
    <w:rsid w:val="00A90414"/>
    <w:rsid w:val="00A94554"/>
    <w:rsid w:val="00A95493"/>
    <w:rsid w:val="00A97AD3"/>
    <w:rsid w:val="00AA183D"/>
    <w:rsid w:val="00AA5E64"/>
    <w:rsid w:val="00AA61BA"/>
    <w:rsid w:val="00AA6CD6"/>
    <w:rsid w:val="00AA7FC7"/>
    <w:rsid w:val="00AB0712"/>
    <w:rsid w:val="00AB0CF5"/>
    <w:rsid w:val="00AB0E4A"/>
    <w:rsid w:val="00AB1A9C"/>
    <w:rsid w:val="00AB2BC1"/>
    <w:rsid w:val="00AB365A"/>
    <w:rsid w:val="00AB494F"/>
    <w:rsid w:val="00AB63C6"/>
    <w:rsid w:val="00AB6A3E"/>
    <w:rsid w:val="00AC09A1"/>
    <w:rsid w:val="00AC10E3"/>
    <w:rsid w:val="00AC1100"/>
    <w:rsid w:val="00AC3878"/>
    <w:rsid w:val="00AC47A6"/>
    <w:rsid w:val="00AC4B91"/>
    <w:rsid w:val="00AD06B7"/>
    <w:rsid w:val="00AD4451"/>
    <w:rsid w:val="00AD538F"/>
    <w:rsid w:val="00AD703A"/>
    <w:rsid w:val="00AE3B24"/>
    <w:rsid w:val="00AE3EBC"/>
    <w:rsid w:val="00AE469A"/>
    <w:rsid w:val="00AE473D"/>
    <w:rsid w:val="00AE5292"/>
    <w:rsid w:val="00AE59E4"/>
    <w:rsid w:val="00AE5F33"/>
    <w:rsid w:val="00AE6097"/>
    <w:rsid w:val="00AE6855"/>
    <w:rsid w:val="00AE6A96"/>
    <w:rsid w:val="00AE6B28"/>
    <w:rsid w:val="00AE75D9"/>
    <w:rsid w:val="00AE7F49"/>
    <w:rsid w:val="00AE7F81"/>
    <w:rsid w:val="00AF1C25"/>
    <w:rsid w:val="00AF218B"/>
    <w:rsid w:val="00AF370D"/>
    <w:rsid w:val="00AF421D"/>
    <w:rsid w:val="00AF660A"/>
    <w:rsid w:val="00AF7FDC"/>
    <w:rsid w:val="00B00A20"/>
    <w:rsid w:val="00B01755"/>
    <w:rsid w:val="00B01A6F"/>
    <w:rsid w:val="00B04712"/>
    <w:rsid w:val="00B04879"/>
    <w:rsid w:val="00B04F21"/>
    <w:rsid w:val="00B102A4"/>
    <w:rsid w:val="00B1063C"/>
    <w:rsid w:val="00B13B22"/>
    <w:rsid w:val="00B15308"/>
    <w:rsid w:val="00B16477"/>
    <w:rsid w:val="00B176E5"/>
    <w:rsid w:val="00B17B03"/>
    <w:rsid w:val="00B21DA3"/>
    <w:rsid w:val="00B248B6"/>
    <w:rsid w:val="00B26DC2"/>
    <w:rsid w:val="00B303EB"/>
    <w:rsid w:val="00B30D5D"/>
    <w:rsid w:val="00B31038"/>
    <w:rsid w:val="00B32B69"/>
    <w:rsid w:val="00B32C89"/>
    <w:rsid w:val="00B32CA7"/>
    <w:rsid w:val="00B35FE8"/>
    <w:rsid w:val="00B36666"/>
    <w:rsid w:val="00B42992"/>
    <w:rsid w:val="00B43AF5"/>
    <w:rsid w:val="00B44141"/>
    <w:rsid w:val="00B46BCE"/>
    <w:rsid w:val="00B471C7"/>
    <w:rsid w:val="00B50F3E"/>
    <w:rsid w:val="00B51157"/>
    <w:rsid w:val="00B52B1C"/>
    <w:rsid w:val="00B53444"/>
    <w:rsid w:val="00B551BD"/>
    <w:rsid w:val="00B56FA3"/>
    <w:rsid w:val="00B60853"/>
    <w:rsid w:val="00B62299"/>
    <w:rsid w:val="00B62C0E"/>
    <w:rsid w:val="00B63F58"/>
    <w:rsid w:val="00B64FCD"/>
    <w:rsid w:val="00B65256"/>
    <w:rsid w:val="00B6569C"/>
    <w:rsid w:val="00B67304"/>
    <w:rsid w:val="00B67DB5"/>
    <w:rsid w:val="00B731DF"/>
    <w:rsid w:val="00B732D1"/>
    <w:rsid w:val="00B74DD1"/>
    <w:rsid w:val="00B7737A"/>
    <w:rsid w:val="00B80DE9"/>
    <w:rsid w:val="00B81B54"/>
    <w:rsid w:val="00B81BF5"/>
    <w:rsid w:val="00B82D4D"/>
    <w:rsid w:val="00B854A6"/>
    <w:rsid w:val="00B86EB2"/>
    <w:rsid w:val="00B87146"/>
    <w:rsid w:val="00B872AA"/>
    <w:rsid w:val="00B90A7F"/>
    <w:rsid w:val="00B91F53"/>
    <w:rsid w:val="00B96065"/>
    <w:rsid w:val="00B96DAD"/>
    <w:rsid w:val="00B97D9E"/>
    <w:rsid w:val="00BA175A"/>
    <w:rsid w:val="00BA3CEE"/>
    <w:rsid w:val="00BA5048"/>
    <w:rsid w:val="00BA5E46"/>
    <w:rsid w:val="00BA6220"/>
    <w:rsid w:val="00BA705F"/>
    <w:rsid w:val="00BA797D"/>
    <w:rsid w:val="00BB0524"/>
    <w:rsid w:val="00BB0B90"/>
    <w:rsid w:val="00BB184E"/>
    <w:rsid w:val="00BB18AA"/>
    <w:rsid w:val="00BC144F"/>
    <w:rsid w:val="00BC2249"/>
    <w:rsid w:val="00BC6B63"/>
    <w:rsid w:val="00BD0558"/>
    <w:rsid w:val="00BD188D"/>
    <w:rsid w:val="00BD1DA6"/>
    <w:rsid w:val="00BD413A"/>
    <w:rsid w:val="00BD4F80"/>
    <w:rsid w:val="00BE00C3"/>
    <w:rsid w:val="00BE225F"/>
    <w:rsid w:val="00BE34A0"/>
    <w:rsid w:val="00BE40D0"/>
    <w:rsid w:val="00BE58A3"/>
    <w:rsid w:val="00BE6392"/>
    <w:rsid w:val="00BF0039"/>
    <w:rsid w:val="00C011AC"/>
    <w:rsid w:val="00C02630"/>
    <w:rsid w:val="00C02E62"/>
    <w:rsid w:val="00C03843"/>
    <w:rsid w:val="00C04AB7"/>
    <w:rsid w:val="00C07541"/>
    <w:rsid w:val="00C10557"/>
    <w:rsid w:val="00C10754"/>
    <w:rsid w:val="00C10D90"/>
    <w:rsid w:val="00C12983"/>
    <w:rsid w:val="00C1361E"/>
    <w:rsid w:val="00C13B5D"/>
    <w:rsid w:val="00C14BA5"/>
    <w:rsid w:val="00C21180"/>
    <w:rsid w:val="00C211A1"/>
    <w:rsid w:val="00C21D8C"/>
    <w:rsid w:val="00C26A44"/>
    <w:rsid w:val="00C2751A"/>
    <w:rsid w:val="00C31310"/>
    <w:rsid w:val="00C3172E"/>
    <w:rsid w:val="00C31FFE"/>
    <w:rsid w:val="00C35DC4"/>
    <w:rsid w:val="00C36CAA"/>
    <w:rsid w:val="00C4038C"/>
    <w:rsid w:val="00C412DF"/>
    <w:rsid w:val="00C41822"/>
    <w:rsid w:val="00C428BC"/>
    <w:rsid w:val="00C44856"/>
    <w:rsid w:val="00C46B43"/>
    <w:rsid w:val="00C47CC9"/>
    <w:rsid w:val="00C55886"/>
    <w:rsid w:val="00C5613E"/>
    <w:rsid w:val="00C64783"/>
    <w:rsid w:val="00C65EB4"/>
    <w:rsid w:val="00C660EE"/>
    <w:rsid w:val="00C6645B"/>
    <w:rsid w:val="00C67217"/>
    <w:rsid w:val="00C67C73"/>
    <w:rsid w:val="00C70089"/>
    <w:rsid w:val="00C71C0C"/>
    <w:rsid w:val="00C75801"/>
    <w:rsid w:val="00C77F93"/>
    <w:rsid w:val="00C823C0"/>
    <w:rsid w:val="00C84433"/>
    <w:rsid w:val="00C8455C"/>
    <w:rsid w:val="00C84715"/>
    <w:rsid w:val="00C8589D"/>
    <w:rsid w:val="00C8675D"/>
    <w:rsid w:val="00C86EB8"/>
    <w:rsid w:val="00C901F8"/>
    <w:rsid w:val="00C92239"/>
    <w:rsid w:val="00C92F9A"/>
    <w:rsid w:val="00C94948"/>
    <w:rsid w:val="00C95EED"/>
    <w:rsid w:val="00C961A5"/>
    <w:rsid w:val="00C97492"/>
    <w:rsid w:val="00CA2175"/>
    <w:rsid w:val="00CA2704"/>
    <w:rsid w:val="00CA274B"/>
    <w:rsid w:val="00CB0E5B"/>
    <w:rsid w:val="00CB1C61"/>
    <w:rsid w:val="00CB291F"/>
    <w:rsid w:val="00CB5405"/>
    <w:rsid w:val="00CC1333"/>
    <w:rsid w:val="00CC27F7"/>
    <w:rsid w:val="00CC3CC4"/>
    <w:rsid w:val="00CD1C9D"/>
    <w:rsid w:val="00CD1D5E"/>
    <w:rsid w:val="00CD1E7E"/>
    <w:rsid w:val="00CD27FE"/>
    <w:rsid w:val="00CD5740"/>
    <w:rsid w:val="00CD6C85"/>
    <w:rsid w:val="00CD7707"/>
    <w:rsid w:val="00CE01FC"/>
    <w:rsid w:val="00CE0F46"/>
    <w:rsid w:val="00CE1C74"/>
    <w:rsid w:val="00CE1E44"/>
    <w:rsid w:val="00CE2662"/>
    <w:rsid w:val="00CE2AD2"/>
    <w:rsid w:val="00CE318F"/>
    <w:rsid w:val="00CE4640"/>
    <w:rsid w:val="00CE54CA"/>
    <w:rsid w:val="00CE583D"/>
    <w:rsid w:val="00CF01F3"/>
    <w:rsid w:val="00CF2A3D"/>
    <w:rsid w:val="00CF4800"/>
    <w:rsid w:val="00CF5DA7"/>
    <w:rsid w:val="00CF6A76"/>
    <w:rsid w:val="00CF77BF"/>
    <w:rsid w:val="00CF7DC6"/>
    <w:rsid w:val="00CF7F40"/>
    <w:rsid w:val="00D00EB4"/>
    <w:rsid w:val="00D011B7"/>
    <w:rsid w:val="00D0318E"/>
    <w:rsid w:val="00D04E73"/>
    <w:rsid w:val="00D05B4C"/>
    <w:rsid w:val="00D135E5"/>
    <w:rsid w:val="00D1537D"/>
    <w:rsid w:val="00D1566F"/>
    <w:rsid w:val="00D157E1"/>
    <w:rsid w:val="00D20CFE"/>
    <w:rsid w:val="00D21034"/>
    <w:rsid w:val="00D218D2"/>
    <w:rsid w:val="00D21D45"/>
    <w:rsid w:val="00D233FF"/>
    <w:rsid w:val="00D23744"/>
    <w:rsid w:val="00D24369"/>
    <w:rsid w:val="00D2520A"/>
    <w:rsid w:val="00D2629A"/>
    <w:rsid w:val="00D262C3"/>
    <w:rsid w:val="00D26963"/>
    <w:rsid w:val="00D277CD"/>
    <w:rsid w:val="00D30033"/>
    <w:rsid w:val="00D32F31"/>
    <w:rsid w:val="00D366FE"/>
    <w:rsid w:val="00D36BF7"/>
    <w:rsid w:val="00D44C55"/>
    <w:rsid w:val="00D45ED6"/>
    <w:rsid w:val="00D46B5E"/>
    <w:rsid w:val="00D478BC"/>
    <w:rsid w:val="00D50090"/>
    <w:rsid w:val="00D506AA"/>
    <w:rsid w:val="00D51E9C"/>
    <w:rsid w:val="00D54A69"/>
    <w:rsid w:val="00D55088"/>
    <w:rsid w:val="00D55A00"/>
    <w:rsid w:val="00D6034F"/>
    <w:rsid w:val="00D62DEF"/>
    <w:rsid w:val="00D65A93"/>
    <w:rsid w:val="00D66F44"/>
    <w:rsid w:val="00D67236"/>
    <w:rsid w:val="00D67E30"/>
    <w:rsid w:val="00D70AAE"/>
    <w:rsid w:val="00D72387"/>
    <w:rsid w:val="00D72998"/>
    <w:rsid w:val="00D73568"/>
    <w:rsid w:val="00D753CE"/>
    <w:rsid w:val="00D77982"/>
    <w:rsid w:val="00D80A91"/>
    <w:rsid w:val="00D82E1B"/>
    <w:rsid w:val="00D82F96"/>
    <w:rsid w:val="00D84CC4"/>
    <w:rsid w:val="00D87285"/>
    <w:rsid w:val="00D87384"/>
    <w:rsid w:val="00D874B2"/>
    <w:rsid w:val="00D90423"/>
    <w:rsid w:val="00D92D1B"/>
    <w:rsid w:val="00D93B49"/>
    <w:rsid w:val="00D94F6C"/>
    <w:rsid w:val="00D97A15"/>
    <w:rsid w:val="00DA26B6"/>
    <w:rsid w:val="00DA59F6"/>
    <w:rsid w:val="00DB0781"/>
    <w:rsid w:val="00DB3720"/>
    <w:rsid w:val="00DC1A10"/>
    <w:rsid w:val="00DC3B9F"/>
    <w:rsid w:val="00DC56EB"/>
    <w:rsid w:val="00DC7B4E"/>
    <w:rsid w:val="00DD0751"/>
    <w:rsid w:val="00DD104A"/>
    <w:rsid w:val="00DD19E6"/>
    <w:rsid w:val="00DD1E5D"/>
    <w:rsid w:val="00DD2114"/>
    <w:rsid w:val="00DD2169"/>
    <w:rsid w:val="00DD2F3B"/>
    <w:rsid w:val="00DD5420"/>
    <w:rsid w:val="00DD6825"/>
    <w:rsid w:val="00DD6F22"/>
    <w:rsid w:val="00DD73C8"/>
    <w:rsid w:val="00DD74DC"/>
    <w:rsid w:val="00DD7E1A"/>
    <w:rsid w:val="00DE085B"/>
    <w:rsid w:val="00DE0ACF"/>
    <w:rsid w:val="00DE410E"/>
    <w:rsid w:val="00DE4C8A"/>
    <w:rsid w:val="00DE62AD"/>
    <w:rsid w:val="00DF02BC"/>
    <w:rsid w:val="00DF17D5"/>
    <w:rsid w:val="00DF1DBD"/>
    <w:rsid w:val="00DF447D"/>
    <w:rsid w:val="00DF4566"/>
    <w:rsid w:val="00DF5D34"/>
    <w:rsid w:val="00DF6F43"/>
    <w:rsid w:val="00E004EB"/>
    <w:rsid w:val="00E012B6"/>
    <w:rsid w:val="00E03CC0"/>
    <w:rsid w:val="00E03E55"/>
    <w:rsid w:val="00E05841"/>
    <w:rsid w:val="00E11592"/>
    <w:rsid w:val="00E12229"/>
    <w:rsid w:val="00E1251E"/>
    <w:rsid w:val="00E13251"/>
    <w:rsid w:val="00E13A2A"/>
    <w:rsid w:val="00E15E47"/>
    <w:rsid w:val="00E20BD1"/>
    <w:rsid w:val="00E212B2"/>
    <w:rsid w:val="00E212E8"/>
    <w:rsid w:val="00E25139"/>
    <w:rsid w:val="00E264B3"/>
    <w:rsid w:val="00E320A5"/>
    <w:rsid w:val="00E32300"/>
    <w:rsid w:val="00E32FC3"/>
    <w:rsid w:val="00E33C9E"/>
    <w:rsid w:val="00E40784"/>
    <w:rsid w:val="00E41748"/>
    <w:rsid w:val="00E4255B"/>
    <w:rsid w:val="00E45E9E"/>
    <w:rsid w:val="00E54103"/>
    <w:rsid w:val="00E54E2A"/>
    <w:rsid w:val="00E5742C"/>
    <w:rsid w:val="00E579FC"/>
    <w:rsid w:val="00E6172A"/>
    <w:rsid w:val="00E63B5B"/>
    <w:rsid w:val="00E6461A"/>
    <w:rsid w:val="00E728AF"/>
    <w:rsid w:val="00E72DCC"/>
    <w:rsid w:val="00E72FB3"/>
    <w:rsid w:val="00E73E3E"/>
    <w:rsid w:val="00E77738"/>
    <w:rsid w:val="00E854B8"/>
    <w:rsid w:val="00E86161"/>
    <w:rsid w:val="00E87570"/>
    <w:rsid w:val="00E87EEB"/>
    <w:rsid w:val="00E92714"/>
    <w:rsid w:val="00E92B87"/>
    <w:rsid w:val="00E95FE4"/>
    <w:rsid w:val="00EA1C99"/>
    <w:rsid w:val="00EA3A8E"/>
    <w:rsid w:val="00EA4577"/>
    <w:rsid w:val="00EA7476"/>
    <w:rsid w:val="00EB1106"/>
    <w:rsid w:val="00EB118D"/>
    <w:rsid w:val="00EB267F"/>
    <w:rsid w:val="00EB286D"/>
    <w:rsid w:val="00EB3B47"/>
    <w:rsid w:val="00EB619E"/>
    <w:rsid w:val="00EB6DB2"/>
    <w:rsid w:val="00EB7415"/>
    <w:rsid w:val="00EB7D80"/>
    <w:rsid w:val="00EC2DD1"/>
    <w:rsid w:val="00EC5D9B"/>
    <w:rsid w:val="00EC7B31"/>
    <w:rsid w:val="00ED0C09"/>
    <w:rsid w:val="00ED1C0B"/>
    <w:rsid w:val="00ED5FD4"/>
    <w:rsid w:val="00EE2B4E"/>
    <w:rsid w:val="00EE3047"/>
    <w:rsid w:val="00EE38D9"/>
    <w:rsid w:val="00EE43BD"/>
    <w:rsid w:val="00EE62F2"/>
    <w:rsid w:val="00EE743F"/>
    <w:rsid w:val="00EE7C96"/>
    <w:rsid w:val="00EF32E3"/>
    <w:rsid w:val="00EF353F"/>
    <w:rsid w:val="00EF6E1F"/>
    <w:rsid w:val="00F00574"/>
    <w:rsid w:val="00F006DD"/>
    <w:rsid w:val="00F0295D"/>
    <w:rsid w:val="00F046F3"/>
    <w:rsid w:val="00F06FF5"/>
    <w:rsid w:val="00F074E6"/>
    <w:rsid w:val="00F10637"/>
    <w:rsid w:val="00F10AD7"/>
    <w:rsid w:val="00F132B9"/>
    <w:rsid w:val="00F14011"/>
    <w:rsid w:val="00F1416E"/>
    <w:rsid w:val="00F15E5A"/>
    <w:rsid w:val="00F16B2D"/>
    <w:rsid w:val="00F1726C"/>
    <w:rsid w:val="00F17B2F"/>
    <w:rsid w:val="00F17D14"/>
    <w:rsid w:val="00F20641"/>
    <w:rsid w:val="00F225D6"/>
    <w:rsid w:val="00F254B8"/>
    <w:rsid w:val="00F26453"/>
    <w:rsid w:val="00F268B2"/>
    <w:rsid w:val="00F30B20"/>
    <w:rsid w:val="00F31E03"/>
    <w:rsid w:val="00F336C7"/>
    <w:rsid w:val="00F34153"/>
    <w:rsid w:val="00F34190"/>
    <w:rsid w:val="00F346B4"/>
    <w:rsid w:val="00F35900"/>
    <w:rsid w:val="00F418A9"/>
    <w:rsid w:val="00F421E3"/>
    <w:rsid w:val="00F4227D"/>
    <w:rsid w:val="00F44CD0"/>
    <w:rsid w:val="00F45EB9"/>
    <w:rsid w:val="00F46A28"/>
    <w:rsid w:val="00F52432"/>
    <w:rsid w:val="00F5339C"/>
    <w:rsid w:val="00F537E3"/>
    <w:rsid w:val="00F56DBD"/>
    <w:rsid w:val="00F613BB"/>
    <w:rsid w:val="00F636AB"/>
    <w:rsid w:val="00F67B48"/>
    <w:rsid w:val="00F71D0C"/>
    <w:rsid w:val="00F7263D"/>
    <w:rsid w:val="00F74B48"/>
    <w:rsid w:val="00F8231B"/>
    <w:rsid w:val="00F834E9"/>
    <w:rsid w:val="00F84F5D"/>
    <w:rsid w:val="00F86628"/>
    <w:rsid w:val="00F873B8"/>
    <w:rsid w:val="00F876CF"/>
    <w:rsid w:val="00F879FE"/>
    <w:rsid w:val="00F90F51"/>
    <w:rsid w:val="00F93EBB"/>
    <w:rsid w:val="00F93ED0"/>
    <w:rsid w:val="00F941A9"/>
    <w:rsid w:val="00F95A99"/>
    <w:rsid w:val="00F96D93"/>
    <w:rsid w:val="00F977F1"/>
    <w:rsid w:val="00F977F6"/>
    <w:rsid w:val="00FA09BB"/>
    <w:rsid w:val="00FA1E6E"/>
    <w:rsid w:val="00FA2A7A"/>
    <w:rsid w:val="00FA2EB8"/>
    <w:rsid w:val="00FA6032"/>
    <w:rsid w:val="00FA7255"/>
    <w:rsid w:val="00FC15FE"/>
    <w:rsid w:val="00FC23BA"/>
    <w:rsid w:val="00FC26BE"/>
    <w:rsid w:val="00FD1C67"/>
    <w:rsid w:val="00FD2BE1"/>
    <w:rsid w:val="00FD43A7"/>
    <w:rsid w:val="00FD4B57"/>
    <w:rsid w:val="00FE05C0"/>
    <w:rsid w:val="00FE09C3"/>
    <w:rsid w:val="00FE0B26"/>
    <w:rsid w:val="00FE1AFC"/>
    <w:rsid w:val="00FE1F36"/>
    <w:rsid w:val="00FE2BB3"/>
    <w:rsid w:val="00FE72A0"/>
    <w:rsid w:val="00FF2005"/>
    <w:rsid w:val="00FF2353"/>
    <w:rsid w:val="00FF25BA"/>
    <w:rsid w:val="00FF2BFE"/>
    <w:rsid w:val="00FF392D"/>
    <w:rsid w:val="00FF4567"/>
    <w:rsid w:val="00FF60B1"/>
    <w:rsid w:val="00FF78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7E5403"/>
  <w15:docId w15:val="{3F4873F5-0DC3-434C-9CD8-7764CE3AA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506AA"/>
    <w:pPr>
      <w:spacing w:line="280" w:lineRule="exact"/>
    </w:pPr>
    <w:rPr>
      <w:rFonts w:ascii="Verdana" w:hAnsi="Verdana"/>
      <w:sz w:val="18"/>
      <w:szCs w:val="24"/>
    </w:rPr>
  </w:style>
  <w:style w:type="paragraph" w:styleId="berschrift1">
    <w:name w:val="heading 1"/>
    <w:basedOn w:val="Standard"/>
    <w:next w:val="Standard"/>
    <w:link w:val="berschrift1Zchn"/>
    <w:uiPriority w:val="9"/>
    <w:qFormat/>
    <w:rsid w:val="00613406"/>
    <w:pPr>
      <w:keepNext/>
      <w:numPr>
        <w:numId w:val="1"/>
      </w:numPr>
      <w:tabs>
        <w:tab w:val="left" w:pos="312"/>
        <w:tab w:val="left" w:pos="482"/>
        <w:tab w:val="left" w:pos="652"/>
        <w:tab w:val="left" w:pos="822"/>
      </w:tabs>
      <w:spacing w:before="600" w:after="120"/>
      <w:outlineLvl w:val="0"/>
    </w:pPr>
    <w:rPr>
      <w:rFonts w:cs="Arial"/>
      <w:b/>
      <w:bCs/>
      <w:color w:val="333333"/>
      <w:kern w:val="32"/>
      <w:szCs w:val="32"/>
      <w:lang w:val="en-GB"/>
    </w:rPr>
  </w:style>
  <w:style w:type="paragraph" w:styleId="berschrift2">
    <w:name w:val="heading 2"/>
    <w:basedOn w:val="Standard"/>
    <w:next w:val="Standard"/>
    <w:link w:val="berschrift2Zchn"/>
    <w:uiPriority w:val="9"/>
    <w:qFormat/>
    <w:rsid w:val="00613406"/>
    <w:pPr>
      <w:keepNext/>
      <w:numPr>
        <w:ilvl w:val="1"/>
        <w:numId w:val="1"/>
      </w:numPr>
      <w:tabs>
        <w:tab w:val="left" w:pos="510"/>
        <w:tab w:val="left" w:pos="680"/>
        <w:tab w:val="left" w:pos="1021"/>
      </w:tabs>
      <w:spacing w:before="320" w:after="120"/>
      <w:outlineLvl w:val="1"/>
    </w:pPr>
    <w:rPr>
      <w:rFonts w:cs="Arial"/>
      <w:b/>
      <w:bCs/>
      <w:iCs/>
      <w:color w:val="333333"/>
      <w:szCs w:val="28"/>
      <w:lang w:val="en-GB"/>
    </w:rPr>
  </w:style>
  <w:style w:type="paragraph" w:styleId="berschrift3">
    <w:name w:val="heading 3"/>
    <w:basedOn w:val="Standard"/>
    <w:next w:val="Standard"/>
    <w:qFormat/>
    <w:rsid w:val="00613406"/>
    <w:pPr>
      <w:keepNext/>
      <w:numPr>
        <w:ilvl w:val="2"/>
        <w:numId w:val="1"/>
      </w:numPr>
      <w:tabs>
        <w:tab w:val="left" w:pos="907"/>
        <w:tab w:val="left" w:pos="1077"/>
        <w:tab w:val="left" w:pos="1247"/>
      </w:tabs>
      <w:spacing w:before="320" w:after="120"/>
      <w:outlineLvl w:val="2"/>
    </w:pPr>
    <w:rPr>
      <w:rFonts w:cs="Arial"/>
      <w:b/>
      <w:bCs/>
      <w:color w:val="333333"/>
      <w:szCs w:val="26"/>
      <w:lang w:val="en-GB"/>
    </w:rPr>
  </w:style>
  <w:style w:type="paragraph" w:styleId="berschrift4">
    <w:name w:val="heading 4"/>
    <w:basedOn w:val="Standard"/>
    <w:next w:val="Standard"/>
    <w:qFormat/>
    <w:rsid w:val="00E32300"/>
    <w:pPr>
      <w:keepNext/>
      <w:numPr>
        <w:ilvl w:val="3"/>
        <w:numId w:val="1"/>
      </w:numPr>
      <w:tabs>
        <w:tab w:val="left" w:pos="936"/>
        <w:tab w:val="left" w:pos="1106"/>
        <w:tab w:val="left" w:pos="1276"/>
        <w:tab w:val="left" w:pos="1446"/>
      </w:tabs>
      <w:spacing w:before="320" w:after="60"/>
      <w:outlineLvl w:val="3"/>
    </w:pPr>
    <w:rPr>
      <w:b/>
      <w:bCs/>
      <w:color w:val="333333"/>
      <w:szCs w:val="28"/>
      <w:lang w:val="en-GB"/>
    </w:rPr>
  </w:style>
  <w:style w:type="paragraph" w:styleId="berschrift5">
    <w:name w:val="heading 5"/>
    <w:basedOn w:val="berschrift4"/>
    <w:next w:val="Standard"/>
    <w:qFormat/>
    <w:rsid w:val="001A2102"/>
    <w:pPr>
      <w:outlineLvl w:val="4"/>
    </w:pPr>
  </w:style>
  <w:style w:type="paragraph" w:styleId="berschrift6">
    <w:name w:val="heading 6"/>
    <w:basedOn w:val="Standard"/>
    <w:next w:val="Standard"/>
    <w:qFormat/>
    <w:rsid w:val="00E32300"/>
    <w:pPr>
      <w:keepNext/>
      <w:numPr>
        <w:ilvl w:val="5"/>
        <w:numId w:val="1"/>
      </w:numPr>
      <w:tabs>
        <w:tab w:val="left" w:pos="1304"/>
        <w:tab w:val="left" w:pos="1474"/>
        <w:tab w:val="left" w:pos="1644"/>
        <w:tab w:val="left" w:pos="1814"/>
      </w:tabs>
      <w:spacing w:before="320" w:after="60"/>
      <w:outlineLvl w:val="5"/>
    </w:pPr>
    <w:rPr>
      <w:b/>
      <w:bCs/>
      <w:color w:val="333333"/>
      <w:szCs w:val="22"/>
    </w:rPr>
  </w:style>
  <w:style w:type="paragraph" w:styleId="berschrift7">
    <w:name w:val="heading 7"/>
    <w:basedOn w:val="Standard"/>
    <w:next w:val="Standard"/>
    <w:qFormat/>
    <w:rsid w:val="00E32300"/>
    <w:pPr>
      <w:keepNext/>
      <w:numPr>
        <w:ilvl w:val="6"/>
        <w:numId w:val="1"/>
      </w:numPr>
      <w:tabs>
        <w:tab w:val="left" w:pos="1503"/>
        <w:tab w:val="left" w:pos="1673"/>
        <w:tab w:val="left" w:pos="1843"/>
        <w:tab w:val="left" w:pos="2013"/>
      </w:tabs>
      <w:spacing w:before="320" w:after="60"/>
      <w:outlineLvl w:val="6"/>
    </w:pPr>
    <w:rPr>
      <w:b/>
      <w:color w:val="333333"/>
    </w:rPr>
  </w:style>
  <w:style w:type="paragraph" w:styleId="berschrift8">
    <w:name w:val="heading 8"/>
    <w:basedOn w:val="Standard"/>
    <w:next w:val="Standard"/>
    <w:qFormat/>
    <w:rsid w:val="00E32300"/>
    <w:pPr>
      <w:keepNext/>
      <w:numPr>
        <w:ilvl w:val="7"/>
        <w:numId w:val="1"/>
      </w:numPr>
      <w:tabs>
        <w:tab w:val="left" w:pos="1673"/>
        <w:tab w:val="left" w:pos="1843"/>
        <w:tab w:val="left" w:pos="2013"/>
        <w:tab w:val="left" w:pos="2183"/>
      </w:tabs>
      <w:spacing w:before="320" w:after="60"/>
      <w:outlineLvl w:val="7"/>
    </w:pPr>
    <w:rPr>
      <w:b/>
      <w:iCs/>
      <w:color w:val="333333"/>
    </w:rPr>
  </w:style>
  <w:style w:type="paragraph" w:styleId="berschrift9">
    <w:name w:val="heading 9"/>
    <w:basedOn w:val="Standard"/>
    <w:next w:val="Standard"/>
    <w:qFormat/>
    <w:rsid w:val="00E32300"/>
    <w:pPr>
      <w:keepNext/>
      <w:numPr>
        <w:ilvl w:val="8"/>
        <w:numId w:val="1"/>
      </w:numPr>
      <w:tabs>
        <w:tab w:val="left" w:pos="1871"/>
        <w:tab w:val="left" w:pos="2041"/>
        <w:tab w:val="left" w:pos="2211"/>
        <w:tab w:val="left" w:pos="2381"/>
      </w:tabs>
      <w:spacing w:before="320" w:after="60"/>
      <w:outlineLvl w:val="8"/>
    </w:pPr>
    <w:rPr>
      <w:rFonts w:cs="Arial"/>
      <w:b/>
      <w:color w:val="333333"/>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13406"/>
    <w:rPr>
      <w:rFonts w:ascii="Verdana" w:hAnsi="Verdana" w:cs="Arial"/>
      <w:b/>
      <w:bCs/>
      <w:color w:val="333333"/>
      <w:kern w:val="32"/>
      <w:sz w:val="18"/>
      <w:szCs w:val="32"/>
      <w:lang w:val="en-GB"/>
    </w:rPr>
  </w:style>
  <w:style w:type="character" w:customStyle="1" w:styleId="berschrift2Zchn">
    <w:name w:val="Überschrift 2 Zchn"/>
    <w:basedOn w:val="Absatz-Standardschriftart"/>
    <w:link w:val="berschrift2"/>
    <w:uiPriority w:val="9"/>
    <w:rsid w:val="00613406"/>
    <w:rPr>
      <w:rFonts w:ascii="Verdana" w:hAnsi="Verdana" w:cs="Arial"/>
      <w:b/>
      <w:bCs/>
      <w:iCs/>
      <w:color w:val="333333"/>
      <w:sz w:val="18"/>
      <w:szCs w:val="28"/>
      <w:lang w:val="en-GB"/>
    </w:rPr>
  </w:style>
  <w:style w:type="paragraph" w:styleId="Fuzeile">
    <w:name w:val="footer"/>
    <w:basedOn w:val="Standard"/>
    <w:link w:val="FuzeileZchn"/>
    <w:rsid w:val="00FE0B26"/>
    <w:pPr>
      <w:tabs>
        <w:tab w:val="center" w:pos="4536"/>
        <w:tab w:val="right" w:pos="9072"/>
      </w:tabs>
    </w:pPr>
    <w:rPr>
      <w:b/>
      <w:color w:val="808080"/>
      <w:sz w:val="14"/>
    </w:rPr>
  </w:style>
  <w:style w:type="character" w:styleId="Hyperlink">
    <w:name w:val="Hyperlink"/>
    <w:basedOn w:val="Absatz-Standardschriftart"/>
    <w:uiPriority w:val="99"/>
    <w:rsid w:val="00A441E2"/>
    <w:rPr>
      <w:rFonts w:ascii="Verdana" w:hAnsi="Verdana"/>
      <w:color w:val="244061"/>
      <w:u w:val="single"/>
    </w:rPr>
  </w:style>
  <w:style w:type="paragraph" w:styleId="Dokumentstruktur">
    <w:name w:val="Document Map"/>
    <w:basedOn w:val="Standard"/>
    <w:semiHidden/>
    <w:rsid w:val="00F15E5A"/>
    <w:pPr>
      <w:shd w:val="clear" w:color="auto" w:fill="000080"/>
    </w:pPr>
    <w:rPr>
      <w:rFonts w:ascii="Tahoma" w:hAnsi="Tahoma" w:cs="Tahoma"/>
    </w:rPr>
  </w:style>
  <w:style w:type="character" w:styleId="BesuchterHyperlink">
    <w:name w:val="FollowedHyperlink"/>
    <w:basedOn w:val="Absatz-Standardschriftart"/>
    <w:rsid w:val="0001037F"/>
    <w:rPr>
      <w:rFonts w:ascii="Verdana" w:hAnsi="Verdana"/>
      <w:color w:val="auto"/>
      <w:u w:val="none"/>
    </w:rPr>
  </w:style>
  <w:style w:type="paragraph" w:customStyle="1" w:styleId="liste">
    <w:name w:val="liste"/>
    <w:basedOn w:val="Standard"/>
    <w:rsid w:val="008F307F"/>
    <w:pPr>
      <w:numPr>
        <w:numId w:val="2"/>
      </w:numPr>
      <w:tabs>
        <w:tab w:val="clear" w:pos="170"/>
        <w:tab w:val="left" w:pos="567"/>
      </w:tabs>
      <w:spacing w:line="220" w:lineRule="exact"/>
      <w:ind w:left="283"/>
    </w:pPr>
  </w:style>
  <w:style w:type="paragraph" w:customStyle="1" w:styleId="Standardfett">
    <w:name w:val="Standard fett"/>
    <w:basedOn w:val="Standard"/>
    <w:link w:val="StandardfettZchn"/>
    <w:rsid w:val="00FE0B26"/>
    <w:pPr>
      <w:spacing w:before="40" w:after="40"/>
    </w:pPr>
    <w:rPr>
      <w:b/>
      <w:bCs/>
      <w:color w:val="333333"/>
    </w:rPr>
  </w:style>
  <w:style w:type="character" w:customStyle="1" w:styleId="StandardfettZchn">
    <w:name w:val="Standard fett Zchn"/>
    <w:basedOn w:val="Absatz-Standardschriftart"/>
    <w:link w:val="Standardfett"/>
    <w:rsid w:val="00FE0B26"/>
    <w:rPr>
      <w:rFonts w:ascii="Verdana" w:hAnsi="Verdana"/>
      <w:b/>
      <w:bCs/>
      <w:color w:val="333333"/>
      <w:sz w:val="18"/>
      <w:szCs w:val="24"/>
      <w:lang w:val="de-DE" w:eastAsia="de-DE" w:bidi="ar-SA"/>
    </w:rPr>
  </w:style>
  <w:style w:type="paragraph" w:styleId="Sprechblasentext">
    <w:name w:val="Balloon Text"/>
    <w:basedOn w:val="Standard"/>
    <w:semiHidden/>
    <w:rsid w:val="005910AA"/>
    <w:rPr>
      <w:rFonts w:ascii="Tahoma" w:hAnsi="Tahoma" w:cs="Tahoma"/>
      <w:sz w:val="16"/>
      <w:szCs w:val="16"/>
    </w:rPr>
  </w:style>
  <w:style w:type="paragraph" w:customStyle="1" w:styleId="HeaderDeckblatt">
    <w:name w:val="Header Deckblatt"/>
    <w:basedOn w:val="berschrift9"/>
    <w:rsid w:val="00CE54CA"/>
    <w:pPr>
      <w:numPr>
        <w:ilvl w:val="0"/>
        <w:numId w:val="0"/>
      </w:numPr>
      <w:spacing w:before="3840" w:line="700" w:lineRule="exact"/>
      <w:jc w:val="right"/>
    </w:pPr>
    <w:rPr>
      <w:color w:val="999999"/>
      <w:sz w:val="48"/>
      <w:lang w:val="en-GB"/>
    </w:rPr>
  </w:style>
  <w:style w:type="paragraph" w:customStyle="1" w:styleId="berschrift">
    <w:name w:val="Überschrift"/>
    <w:basedOn w:val="berschrift1"/>
    <w:next w:val="Standard"/>
    <w:link w:val="berschriftZchn"/>
    <w:rsid w:val="000F237A"/>
    <w:pPr>
      <w:numPr>
        <w:numId w:val="0"/>
      </w:numPr>
    </w:pPr>
  </w:style>
  <w:style w:type="character" w:customStyle="1" w:styleId="berschriftZchn">
    <w:name w:val="Überschrift Zchn"/>
    <w:basedOn w:val="berschrift1Zchn"/>
    <w:link w:val="berschrift"/>
    <w:rsid w:val="000F237A"/>
    <w:rPr>
      <w:rFonts w:ascii="Verdana" w:hAnsi="Verdana" w:cs="Arial"/>
      <w:b/>
      <w:bCs/>
      <w:color w:val="333333"/>
      <w:kern w:val="32"/>
      <w:sz w:val="18"/>
      <w:szCs w:val="32"/>
      <w:lang w:val="en-GB"/>
    </w:rPr>
  </w:style>
  <w:style w:type="paragraph" w:styleId="Verzeichnis1">
    <w:name w:val="toc 1"/>
    <w:basedOn w:val="Standard"/>
    <w:next w:val="Standard"/>
    <w:autoRedefine/>
    <w:uiPriority w:val="39"/>
    <w:rsid w:val="00250C16"/>
    <w:pPr>
      <w:tabs>
        <w:tab w:val="right" w:leader="dot" w:pos="9627"/>
      </w:tabs>
    </w:pPr>
    <w:rPr>
      <w:sz w:val="16"/>
      <w:szCs w:val="16"/>
    </w:rPr>
  </w:style>
  <w:style w:type="paragraph" w:styleId="Verzeichnis2">
    <w:name w:val="toc 2"/>
    <w:basedOn w:val="Standard"/>
    <w:next w:val="Standard"/>
    <w:autoRedefine/>
    <w:uiPriority w:val="39"/>
    <w:rsid w:val="00F006DD"/>
    <w:pPr>
      <w:tabs>
        <w:tab w:val="left" w:pos="880"/>
        <w:tab w:val="right" w:leader="dot" w:pos="9627"/>
      </w:tabs>
      <w:ind w:left="200"/>
    </w:pPr>
    <w:rPr>
      <w:sz w:val="16"/>
    </w:rPr>
  </w:style>
  <w:style w:type="paragraph" w:styleId="Verzeichnis3">
    <w:name w:val="toc 3"/>
    <w:basedOn w:val="Standard"/>
    <w:next w:val="Standard"/>
    <w:autoRedefine/>
    <w:uiPriority w:val="39"/>
    <w:rsid w:val="00446FCC"/>
    <w:pPr>
      <w:ind w:left="400"/>
    </w:pPr>
    <w:rPr>
      <w:sz w:val="16"/>
    </w:rPr>
  </w:style>
  <w:style w:type="paragraph" w:customStyle="1" w:styleId="Klassifizierung">
    <w:name w:val="Klassifizierung"/>
    <w:basedOn w:val="Standard"/>
    <w:rsid w:val="008F307F"/>
    <w:rPr>
      <w:b/>
      <w:color w:val="DB0B0B"/>
      <w:sz w:val="24"/>
    </w:rPr>
  </w:style>
  <w:style w:type="paragraph" w:customStyle="1" w:styleId="Tabellentext">
    <w:name w:val="Tabellentext"/>
    <w:basedOn w:val="Standard"/>
    <w:qFormat/>
    <w:rsid w:val="00581806"/>
    <w:pPr>
      <w:spacing w:before="40" w:after="40" w:line="240" w:lineRule="auto"/>
      <w:ind w:left="113" w:right="113"/>
    </w:pPr>
    <w:rPr>
      <w:bCs/>
    </w:rPr>
  </w:style>
  <w:style w:type="paragraph" w:customStyle="1" w:styleId="ToDo">
    <w:name w:val="ToDo"/>
    <w:basedOn w:val="Standard"/>
    <w:next w:val="Standard"/>
    <w:rsid w:val="00333EAE"/>
    <w:rPr>
      <w:b/>
      <w:color w:val="009900"/>
    </w:rPr>
  </w:style>
  <w:style w:type="paragraph" w:customStyle="1" w:styleId="ZuKlren">
    <w:name w:val="Zu Klären"/>
    <w:basedOn w:val="Standard"/>
    <w:next w:val="Standard"/>
    <w:rsid w:val="00333EAE"/>
    <w:rPr>
      <w:b/>
      <w:color w:val="CC0000"/>
    </w:rPr>
  </w:style>
  <w:style w:type="paragraph" w:customStyle="1" w:styleId="Headline">
    <w:name w:val="Headline"/>
    <w:basedOn w:val="berschrift1"/>
    <w:link w:val="HeadlineChar1"/>
    <w:rsid w:val="000921AA"/>
    <w:pPr>
      <w:numPr>
        <w:numId w:val="0"/>
      </w:numPr>
      <w:tabs>
        <w:tab w:val="clear" w:pos="312"/>
        <w:tab w:val="clear" w:pos="482"/>
        <w:tab w:val="clear" w:pos="652"/>
        <w:tab w:val="clear" w:pos="822"/>
      </w:tabs>
    </w:pPr>
    <w:rPr>
      <w:color w:val="auto"/>
    </w:rPr>
  </w:style>
  <w:style w:type="character" w:customStyle="1" w:styleId="HeadlineChar1">
    <w:name w:val="Headline Char1"/>
    <w:basedOn w:val="Absatz-Standardschriftart"/>
    <w:link w:val="Headline"/>
    <w:rsid w:val="000921AA"/>
    <w:rPr>
      <w:rFonts w:ascii="Verdana" w:hAnsi="Verdana" w:cs="Arial"/>
      <w:b/>
      <w:bCs/>
      <w:kern w:val="32"/>
      <w:sz w:val="18"/>
      <w:szCs w:val="32"/>
      <w:lang w:val="en-GB" w:eastAsia="de-DE" w:bidi="ar-SA"/>
    </w:rPr>
  </w:style>
  <w:style w:type="table" w:styleId="Tabellenraster">
    <w:name w:val="Table Grid"/>
    <w:basedOn w:val="NormaleTabelle"/>
    <w:rsid w:val="000921AA"/>
    <w:pPr>
      <w:spacing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atvorlageCourierNew10pt">
    <w:name w:val="Formatvorlage Courier New 10 pt"/>
    <w:basedOn w:val="Absatz-Standardschriftart"/>
    <w:rsid w:val="00715D90"/>
    <w:rPr>
      <w:rFonts w:ascii="Courier New" w:hAnsi="Courier New"/>
    </w:rPr>
  </w:style>
  <w:style w:type="character" w:customStyle="1" w:styleId="FormatvorlageCourierNew10ptKursiv">
    <w:name w:val="Formatvorlage Courier New 10 pt Kursiv"/>
    <w:basedOn w:val="Absatz-Standardschriftart"/>
    <w:rsid w:val="00F132B9"/>
    <w:rPr>
      <w:rFonts w:ascii="Courier New" w:hAnsi="Courier New"/>
      <w:i/>
      <w:iCs/>
      <w:sz w:val="18"/>
    </w:rPr>
  </w:style>
  <w:style w:type="paragraph" w:customStyle="1" w:styleId="Tabellenheader">
    <w:name w:val="Tabellenheader"/>
    <w:basedOn w:val="Standard"/>
    <w:qFormat/>
    <w:rsid w:val="00F132B9"/>
    <w:pPr>
      <w:spacing w:before="40" w:after="40" w:line="240" w:lineRule="auto"/>
    </w:pPr>
    <w:rPr>
      <w:b/>
      <w:color w:val="FFFFFF"/>
    </w:rPr>
  </w:style>
  <w:style w:type="table" w:customStyle="1" w:styleId="Formatvorlage1">
    <w:name w:val="Formatvorlage1"/>
    <w:basedOn w:val="NormaleTabelle"/>
    <w:rsid w:val="00581806"/>
    <w:rPr>
      <w:rFonts w:ascii="Verdana" w:hAnsi="Verdana"/>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
    <w:name w:val="Tabelle"/>
    <w:basedOn w:val="NormaleTabelle"/>
    <w:rsid w:val="00AC09A1"/>
    <w:rPr>
      <w:rFonts w:ascii="Verdana" w:hAnsi="Verdana"/>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tblHeader/>
    </w:trPr>
  </w:style>
  <w:style w:type="paragraph" w:customStyle="1" w:styleId="Nummerierung">
    <w:name w:val="Nummerierung"/>
    <w:basedOn w:val="Standard"/>
    <w:qFormat/>
    <w:rsid w:val="00B32CA7"/>
    <w:pPr>
      <w:numPr>
        <w:numId w:val="3"/>
      </w:numPr>
      <w:spacing w:before="40"/>
      <w:ind w:left="714" w:hanging="357"/>
    </w:pPr>
  </w:style>
  <w:style w:type="paragraph" w:styleId="Kopfzeile">
    <w:name w:val="header"/>
    <w:basedOn w:val="Standard"/>
    <w:link w:val="KopfzeileZchn"/>
    <w:uiPriority w:val="99"/>
    <w:unhideWhenUsed/>
    <w:rsid w:val="00CE2662"/>
    <w:pPr>
      <w:tabs>
        <w:tab w:val="center" w:pos="4536"/>
        <w:tab w:val="right" w:pos="9072"/>
      </w:tabs>
    </w:pPr>
  </w:style>
  <w:style w:type="character" w:customStyle="1" w:styleId="KopfzeileZchn">
    <w:name w:val="Kopfzeile Zchn"/>
    <w:basedOn w:val="Absatz-Standardschriftart"/>
    <w:link w:val="Kopfzeile"/>
    <w:uiPriority w:val="99"/>
    <w:rsid w:val="00CE2662"/>
    <w:rPr>
      <w:rFonts w:ascii="Verdana" w:hAnsi="Verdana"/>
      <w:sz w:val="18"/>
      <w:szCs w:val="24"/>
    </w:rPr>
  </w:style>
  <w:style w:type="character" w:customStyle="1" w:styleId="FuzeileZchn">
    <w:name w:val="Fußzeile Zchn"/>
    <w:basedOn w:val="Absatz-Standardschriftart"/>
    <w:link w:val="Fuzeile"/>
    <w:rsid w:val="008F307F"/>
    <w:rPr>
      <w:rFonts w:ascii="Verdana" w:hAnsi="Verdana"/>
      <w:b/>
      <w:color w:val="808080"/>
      <w:sz w:val="14"/>
      <w:szCs w:val="24"/>
    </w:rPr>
  </w:style>
  <w:style w:type="paragraph" w:styleId="Listenabsatz">
    <w:name w:val="List Paragraph"/>
    <w:basedOn w:val="Standard"/>
    <w:qFormat/>
    <w:rsid w:val="00A500E1"/>
    <w:pPr>
      <w:ind w:left="720"/>
      <w:contextualSpacing/>
    </w:pPr>
  </w:style>
  <w:style w:type="paragraph" w:customStyle="1" w:styleId="EingabefelderundNavigationsschritte">
    <w:name w:val="Eingabefelder und Navigationsschritte"/>
    <w:basedOn w:val="Standard"/>
    <w:link w:val="EingabefelderundNavigationsschritteZchn"/>
    <w:qFormat/>
    <w:rsid w:val="00713DCC"/>
    <w:rPr>
      <w:b/>
    </w:rPr>
  </w:style>
  <w:style w:type="paragraph" w:customStyle="1" w:styleId="BenutzereingabenundCode">
    <w:name w:val="Benutzereingaben und Code"/>
    <w:basedOn w:val="Standard"/>
    <w:next w:val="Standard"/>
    <w:link w:val="BenutzereingabenundCodeZchn"/>
    <w:qFormat/>
    <w:rsid w:val="00B32B69"/>
    <w:pPr>
      <w:shd w:val="clear" w:color="auto" w:fill="DEDEDE"/>
      <w:autoSpaceDE w:val="0"/>
      <w:autoSpaceDN w:val="0"/>
      <w:adjustRightInd w:val="0"/>
    </w:pPr>
    <w:rPr>
      <w:rFonts w:ascii="Courier New" w:hAnsi="Courier New"/>
      <w:color w:val="244061"/>
    </w:rPr>
  </w:style>
  <w:style w:type="paragraph" w:customStyle="1" w:styleId="DateinamenundPfade">
    <w:name w:val="Dateinamen und Pfade"/>
    <w:basedOn w:val="Standard"/>
    <w:link w:val="DateinamenundPfadeZchn"/>
    <w:qFormat/>
    <w:rsid w:val="00B32B69"/>
    <w:rPr>
      <w:b/>
      <w:i/>
      <w:color w:val="404040"/>
    </w:rPr>
  </w:style>
  <w:style w:type="character" w:customStyle="1" w:styleId="EingabefelderundNavigationsschritteZchn">
    <w:name w:val="Eingabefelder und Navigationsschritte Zchn"/>
    <w:basedOn w:val="Absatz-Standardschriftart"/>
    <w:link w:val="EingabefelderundNavigationsschritte"/>
    <w:rsid w:val="00063FE4"/>
    <w:rPr>
      <w:rFonts w:ascii="Verdana" w:hAnsi="Verdana"/>
      <w:b/>
      <w:sz w:val="18"/>
      <w:szCs w:val="24"/>
    </w:rPr>
  </w:style>
  <w:style w:type="paragraph" w:customStyle="1" w:styleId="Warnungen">
    <w:name w:val="Warnungen"/>
    <w:basedOn w:val="Standard"/>
    <w:next w:val="Standard"/>
    <w:link w:val="WarnungenZchn"/>
    <w:qFormat/>
    <w:rsid w:val="00715D90"/>
    <w:rPr>
      <w:b/>
      <w:color w:val="DB0B0B"/>
    </w:rPr>
  </w:style>
  <w:style w:type="character" w:customStyle="1" w:styleId="DateinamenundPfadeZchn">
    <w:name w:val="Dateinamen und Pfade Zchn"/>
    <w:basedOn w:val="Absatz-Standardschriftart"/>
    <w:link w:val="DateinamenundPfade"/>
    <w:rsid w:val="00B32B69"/>
    <w:rPr>
      <w:rFonts w:ascii="Verdana" w:hAnsi="Verdana"/>
      <w:b/>
      <w:i/>
      <w:color w:val="404040"/>
      <w:sz w:val="18"/>
      <w:szCs w:val="24"/>
    </w:rPr>
  </w:style>
  <w:style w:type="paragraph" w:customStyle="1" w:styleId="URL">
    <w:name w:val="URL"/>
    <w:basedOn w:val="Standard"/>
    <w:qFormat/>
    <w:rsid w:val="00A90414"/>
    <w:pPr>
      <w:shd w:val="clear" w:color="auto" w:fill="BFBFBF"/>
    </w:pPr>
    <w:rPr>
      <w:rFonts w:ascii="Courier New" w:hAnsi="Courier New"/>
    </w:rPr>
  </w:style>
  <w:style w:type="character" w:customStyle="1" w:styleId="BenutzereingabenundCodeZchn">
    <w:name w:val="Benutzereingaben und Code Zchn"/>
    <w:basedOn w:val="Absatz-Standardschriftart"/>
    <w:link w:val="BenutzereingabenundCode"/>
    <w:rsid w:val="00B32B69"/>
    <w:rPr>
      <w:rFonts w:ascii="Courier New" w:hAnsi="Courier New"/>
      <w:color w:val="244061"/>
      <w:sz w:val="18"/>
      <w:szCs w:val="24"/>
      <w:shd w:val="clear" w:color="auto" w:fill="DEDEDE"/>
    </w:rPr>
  </w:style>
  <w:style w:type="character" w:customStyle="1" w:styleId="WarnungenZchn">
    <w:name w:val="Warnungen Zchn"/>
    <w:basedOn w:val="Absatz-Standardschriftart"/>
    <w:link w:val="Warnungen"/>
    <w:rsid w:val="000E7879"/>
    <w:rPr>
      <w:rFonts w:ascii="Verdana" w:hAnsi="Verdana"/>
      <w:b/>
      <w:color w:val="DB0B0B"/>
      <w:sz w:val="18"/>
      <w:szCs w:val="24"/>
    </w:rPr>
  </w:style>
  <w:style w:type="paragraph" w:styleId="Titel">
    <w:name w:val="Title"/>
    <w:basedOn w:val="Standard"/>
    <w:next w:val="Standard"/>
    <w:link w:val="TitelZchn"/>
    <w:uiPriority w:val="10"/>
    <w:qFormat/>
    <w:rsid w:val="004501E4"/>
    <w:pPr>
      <w:spacing w:before="240" w:after="60"/>
      <w:jc w:val="center"/>
      <w:outlineLvl w:val="0"/>
    </w:pPr>
    <w:rPr>
      <w:rFonts w:ascii="Cambria" w:hAnsi="Cambria"/>
      <w:b/>
      <w:bCs/>
      <w:kern w:val="28"/>
      <w:sz w:val="32"/>
      <w:szCs w:val="32"/>
    </w:rPr>
  </w:style>
  <w:style w:type="character" w:customStyle="1" w:styleId="TitelZchn">
    <w:name w:val="Titel Zchn"/>
    <w:basedOn w:val="Absatz-Standardschriftart"/>
    <w:link w:val="Titel"/>
    <w:uiPriority w:val="10"/>
    <w:rsid w:val="004501E4"/>
    <w:rPr>
      <w:rFonts w:ascii="Cambria" w:eastAsia="Times New Roman" w:hAnsi="Cambria" w:cs="Times New Roman"/>
      <w:b/>
      <w:bCs/>
      <w:kern w:val="28"/>
      <w:sz w:val="32"/>
      <w:szCs w:val="32"/>
    </w:rPr>
  </w:style>
  <w:style w:type="paragraph" w:customStyle="1" w:styleId="Default">
    <w:name w:val="Default"/>
    <w:rsid w:val="0051587B"/>
    <w:pPr>
      <w:autoSpaceDE w:val="0"/>
      <w:autoSpaceDN w:val="0"/>
      <w:adjustRightInd w:val="0"/>
    </w:pPr>
    <w:rPr>
      <w:rFonts w:ascii="Verdana" w:hAnsi="Verdana" w:cs="Verdana"/>
      <w:color w:val="000000"/>
      <w:sz w:val="24"/>
      <w:szCs w:val="24"/>
    </w:rPr>
  </w:style>
  <w:style w:type="character" w:styleId="Kommentarzeichen">
    <w:name w:val="annotation reference"/>
    <w:basedOn w:val="Absatz-Standardschriftart"/>
    <w:uiPriority w:val="99"/>
    <w:semiHidden/>
    <w:unhideWhenUsed/>
    <w:rsid w:val="007B432E"/>
    <w:rPr>
      <w:sz w:val="16"/>
      <w:szCs w:val="16"/>
    </w:rPr>
  </w:style>
  <w:style w:type="paragraph" w:styleId="Kommentartext">
    <w:name w:val="annotation text"/>
    <w:basedOn w:val="Standard"/>
    <w:link w:val="KommentartextZchn"/>
    <w:uiPriority w:val="99"/>
    <w:semiHidden/>
    <w:unhideWhenUsed/>
    <w:rsid w:val="007B432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B432E"/>
    <w:rPr>
      <w:rFonts w:ascii="Verdana" w:hAnsi="Verdana"/>
    </w:rPr>
  </w:style>
  <w:style w:type="paragraph" w:styleId="Kommentarthema">
    <w:name w:val="annotation subject"/>
    <w:basedOn w:val="Kommentartext"/>
    <w:next w:val="Kommentartext"/>
    <w:link w:val="KommentarthemaZchn"/>
    <w:uiPriority w:val="99"/>
    <w:semiHidden/>
    <w:unhideWhenUsed/>
    <w:rsid w:val="007B432E"/>
    <w:rPr>
      <w:b/>
      <w:bCs/>
    </w:rPr>
  </w:style>
  <w:style w:type="character" w:customStyle="1" w:styleId="KommentarthemaZchn">
    <w:name w:val="Kommentarthema Zchn"/>
    <w:basedOn w:val="KommentartextZchn"/>
    <w:link w:val="Kommentarthema"/>
    <w:uiPriority w:val="99"/>
    <w:semiHidden/>
    <w:rsid w:val="007B432E"/>
    <w:rPr>
      <w:rFonts w:ascii="Verdana" w:hAnsi="Verdana"/>
      <w:b/>
      <w:bCs/>
    </w:rPr>
  </w:style>
  <w:style w:type="paragraph" w:styleId="berarbeitung">
    <w:name w:val="Revision"/>
    <w:hidden/>
    <w:uiPriority w:val="99"/>
    <w:semiHidden/>
    <w:rsid w:val="008B6650"/>
    <w:rPr>
      <w:rFonts w:ascii="Verdana" w:hAnsi="Verdana"/>
      <w:sz w:val="18"/>
      <w:szCs w:val="24"/>
    </w:rPr>
  </w:style>
  <w:style w:type="paragraph" w:styleId="Beschriftung">
    <w:name w:val="caption"/>
    <w:basedOn w:val="Standard"/>
    <w:next w:val="Standard"/>
    <w:uiPriority w:val="35"/>
    <w:unhideWhenUsed/>
    <w:qFormat/>
    <w:rsid w:val="00625BF5"/>
    <w:pPr>
      <w:spacing w:after="200" w:line="240" w:lineRule="auto"/>
    </w:pPr>
    <w:rPr>
      <w:i/>
      <w:iCs/>
      <w:color w:val="1F497D" w:themeColor="text2"/>
      <w:szCs w:val="18"/>
    </w:rPr>
  </w:style>
  <w:style w:type="character" w:customStyle="1" w:styleId="tech-control">
    <w:name w:val="tech-control"/>
    <w:basedOn w:val="Absatz-Standardschriftart"/>
    <w:rsid w:val="00285108"/>
  </w:style>
  <w:style w:type="paragraph" w:customStyle="1" w:styleId="TableContents">
    <w:name w:val="Table Contents"/>
    <w:basedOn w:val="Standard"/>
    <w:uiPriority w:val="99"/>
    <w:rsid w:val="00EE2B4E"/>
    <w:pPr>
      <w:suppressAutoHyphens/>
    </w:pPr>
    <w:rPr>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379142">
      <w:bodyDiv w:val="1"/>
      <w:marLeft w:val="0"/>
      <w:marRight w:val="0"/>
      <w:marTop w:val="0"/>
      <w:marBottom w:val="0"/>
      <w:divBdr>
        <w:top w:val="none" w:sz="0" w:space="0" w:color="auto"/>
        <w:left w:val="none" w:sz="0" w:space="0" w:color="auto"/>
        <w:bottom w:val="none" w:sz="0" w:space="0" w:color="auto"/>
        <w:right w:val="none" w:sz="0" w:space="0" w:color="auto"/>
      </w:divBdr>
    </w:div>
    <w:div w:id="702051074">
      <w:bodyDiv w:val="1"/>
      <w:marLeft w:val="0"/>
      <w:marRight w:val="0"/>
      <w:marTop w:val="0"/>
      <w:marBottom w:val="0"/>
      <w:divBdr>
        <w:top w:val="none" w:sz="0" w:space="0" w:color="auto"/>
        <w:left w:val="none" w:sz="0" w:space="0" w:color="auto"/>
        <w:bottom w:val="none" w:sz="0" w:space="0" w:color="auto"/>
        <w:right w:val="none" w:sz="0" w:space="0" w:color="auto"/>
      </w:divBdr>
    </w:div>
    <w:div w:id="1225023272">
      <w:bodyDiv w:val="1"/>
      <w:marLeft w:val="0"/>
      <w:marRight w:val="0"/>
      <w:marTop w:val="0"/>
      <w:marBottom w:val="0"/>
      <w:divBdr>
        <w:top w:val="none" w:sz="0" w:space="0" w:color="auto"/>
        <w:left w:val="none" w:sz="0" w:space="0" w:color="auto"/>
        <w:bottom w:val="none" w:sz="0" w:space="0" w:color="auto"/>
        <w:right w:val="none" w:sz="0" w:space="0" w:color="auto"/>
      </w:divBdr>
    </w:div>
    <w:div w:id="1227187914">
      <w:bodyDiv w:val="1"/>
      <w:marLeft w:val="0"/>
      <w:marRight w:val="0"/>
      <w:marTop w:val="0"/>
      <w:marBottom w:val="0"/>
      <w:divBdr>
        <w:top w:val="none" w:sz="0" w:space="0" w:color="auto"/>
        <w:left w:val="none" w:sz="0" w:space="0" w:color="auto"/>
        <w:bottom w:val="none" w:sz="0" w:space="0" w:color="auto"/>
        <w:right w:val="none" w:sz="0" w:space="0" w:color="auto"/>
      </w:divBdr>
    </w:div>
    <w:div w:id="1228607813">
      <w:bodyDiv w:val="1"/>
      <w:marLeft w:val="0"/>
      <w:marRight w:val="0"/>
      <w:marTop w:val="0"/>
      <w:marBottom w:val="0"/>
      <w:divBdr>
        <w:top w:val="none" w:sz="0" w:space="0" w:color="auto"/>
        <w:left w:val="none" w:sz="0" w:space="0" w:color="auto"/>
        <w:bottom w:val="none" w:sz="0" w:space="0" w:color="auto"/>
        <w:right w:val="none" w:sz="0" w:space="0" w:color="auto"/>
      </w:divBdr>
      <w:divsChild>
        <w:div w:id="740371231">
          <w:marLeft w:val="0"/>
          <w:marRight w:val="0"/>
          <w:marTop w:val="0"/>
          <w:marBottom w:val="0"/>
          <w:divBdr>
            <w:top w:val="none" w:sz="0" w:space="0" w:color="auto"/>
            <w:left w:val="none" w:sz="0" w:space="0" w:color="auto"/>
            <w:bottom w:val="none" w:sz="0" w:space="0" w:color="auto"/>
            <w:right w:val="none" w:sz="0" w:space="0" w:color="auto"/>
          </w:divBdr>
        </w:div>
      </w:divsChild>
    </w:div>
    <w:div w:id="162499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de.wikipedia.org/wiki/Datenschutz-Grundverordnung" TargetMode="External"/><Relationship Id="rId18" Type="http://schemas.openxmlformats.org/officeDocument/2006/relationships/hyperlink" Target="https://docs.oxid-esales.com/eshop/de/6.0/installation/neu-installation/server-und-systemvoraussetzungen.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info@oxid-esales.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oxid-esales.com"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8.png"/><Relationship Id="rId5" Type="http://schemas.openxmlformats.org/officeDocument/2006/relationships/webSettings" Target="webSettings.xml"/><Relationship Id="rId15" Type="http://schemas.openxmlformats.org/officeDocument/2006/relationships/hyperlink" Target="https://www.haendlerbund.de" TargetMode="External"/><Relationship Id="rId23" Type="http://schemas.openxmlformats.org/officeDocument/2006/relationships/image" Target="media/image7.png"/><Relationship Id="rId10" Type="http://schemas.openxmlformats.org/officeDocument/2006/relationships/footer" Target="footer2.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shop.trustedshops.com/de/dsgvo" TargetMode="External"/><Relationship Id="rId22" Type="http://schemas.openxmlformats.org/officeDocument/2006/relationships/image" Target="media/image6.png"/></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info@oxid-esales.com" TargetMode="External"/><Relationship Id="rId1" Type="http://schemas.openxmlformats.org/officeDocument/2006/relationships/hyperlink" Target="mailto:info@oxid-esales.com"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info@oxid-esales.com" TargetMode="External"/><Relationship Id="rId1" Type="http://schemas.openxmlformats.org/officeDocument/2006/relationships/hyperlink" Target="mailto:info@oxid-esal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00_Freigegebene%20Dokumente\Vorlagen\Dokumentvorlagen-Word\Deutsch\Doku_2009_05.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1B66E-4B57-414C-B4DB-E654FA9C2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Doku_2009_05.dot</Template>
  <TotalTime>0</TotalTime>
  <Pages>12</Pages>
  <Words>1618</Words>
  <Characters>10196</Characters>
  <Application>Microsoft Office Word</Application>
  <DocSecurity>0</DocSecurity>
  <Lines>84</Lines>
  <Paragraphs>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Benutzerhandbuch GDPR Opt-in</vt:lpstr>
      <vt:lpstr>Installationsanleitung PayPal</vt:lpstr>
    </vt:vector>
  </TitlesOfParts>
  <Company>OXID eSales GmbH</Company>
  <LinksUpToDate>false</LinksUpToDate>
  <CharactersWithSpaces>11791</CharactersWithSpaces>
  <SharedDoc>false</SharedDoc>
  <HLinks>
    <vt:vector size="216" baseType="variant">
      <vt:variant>
        <vt:i4>7012471</vt:i4>
      </vt:variant>
      <vt:variant>
        <vt:i4>192</vt:i4>
      </vt:variant>
      <vt:variant>
        <vt:i4>0</vt:i4>
      </vt:variant>
      <vt:variant>
        <vt:i4>5</vt:i4>
      </vt:variant>
      <vt:variant>
        <vt:lpwstr>http://www.paypal.de/logopaypal</vt:lpwstr>
      </vt:variant>
      <vt:variant>
        <vt:lpwstr/>
      </vt:variant>
      <vt:variant>
        <vt:i4>7995493</vt:i4>
      </vt:variant>
      <vt:variant>
        <vt:i4>189</vt:i4>
      </vt:variant>
      <vt:variant>
        <vt:i4>0</vt:i4>
      </vt:variant>
      <vt:variant>
        <vt:i4>5</vt:i4>
      </vt:variant>
      <vt:variant>
        <vt:lpwstr>http://www.oxid-esales.com/de/resources/help-faq/eshop-manual/zahlungsarten-grundlagen</vt:lpwstr>
      </vt:variant>
      <vt:variant>
        <vt:lpwstr/>
      </vt:variant>
      <vt:variant>
        <vt:i4>2228322</vt:i4>
      </vt:variant>
      <vt:variant>
        <vt:i4>186</vt:i4>
      </vt:variant>
      <vt:variant>
        <vt:i4>0</vt:i4>
      </vt:variant>
      <vt:variant>
        <vt:i4>5</vt:i4>
      </vt:variant>
      <vt:variant>
        <vt:lpwstr>http://www.ihreshop.de/check_system_requirements.php</vt:lpwstr>
      </vt:variant>
      <vt:variant>
        <vt:lpwstr/>
      </vt:variant>
      <vt:variant>
        <vt:i4>3145835</vt:i4>
      </vt:variant>
      <vt:variant>
        <vt:i4>183</vt:i4>
      </vt:variant>
      <vt:variant>
        <vt:i4>0</vt:i4>
      </vt:variant>
      <vt:variant>
        <vt:i4>5</vt:i4>
      </vt:variant>
      <vt:variant>
        <vt:lpwstr>http://www.oxid-esales.com/de/service/consulting/onlineshop-service/einrichtung-portlet-paypal-ueber-oxid-efire</vt:lpwstr>
      </vt:variant>
      <vt:variant>
        <vt:lpwstr/>
      </vt:variant>
      <vt:variant>
        <vt:i4>1835059</vt:i4>
      </vt:variant>
      <vt:variant>
        <vt:i4>176</vt:i4>
      </vt:variant>
      <vt:variant>
        <vt:i4>0</vt:i4>
      </vt:variant>
      <vt:variant>
        <vt:i4>5</vt:i4>
      </vt:variant>
      <vt:variant>
        <vt:lpwstr/>
      </vt:variant>
      <vt:variant>
        <vt:lpwstr>_Toc290554432</vt:lpwstr>
      </vt:variant>
      <vt:variant>
        <vt:i4>1835059</vt:i4>
      </vt:variant>
      <vt:variant>
        <vt:i4>170</vt:i4>
      </vt:variant>
      <vt:variant>
        <vt:i4>0</vt:i4>
      </vt:variant>
      <vt:variant>
        <vt:i4>5</vt:i4>
      </vt:variant>
      <vt:variant>
        <vt:lpwstr/>
      </vt:variant>
      <vt:variant>
        <vt:lpwstr>_Toc290554431</vt:lpwstr>
      </vt:variant>
      <vt:variant>
        <vt:i4>1835059</vt:i4>
      </vt:variant>
      <vt:variant>
        <vt:i4>164</vt:i4>
      </vt:variant>
      <vt:variant>
        <vt:i4>0</vt:i4>
      </vt:variant>
      <vt:variant>
        <vt:i4>5</vt:i4>
      </vt:variant>
      <vt:variant>
        <vt:lpwstr/>
      </vt:variant>
      <vt:variant>
        <vt:lpwstr>_Toc290554430</vt:lpwstr>
      </vt:variant>
      <vt:variant>
        <vt:i4>1900595</vt:i4>
      </vt:variant>
      <vt:variant>
        <vt:i4>158</vt:i4>
      </vt:variant>
      <vt:variant>
        <vt:i4>0</vt:i4>
      </vt:variant>
      <vt:variant>
        <vt:i4>5</vt:i4>
      </vt:variant>
      <vt:variant>
        <vt:lpwstr/>
      </vt:variant>
      <vt:variant>
        <vt:lpwstr>_Toc290554429</vt:lpwstr>
      </vt:variant>
      <vt:variant>
        <vt:i4>1900595</vt:i4>
      </vt:variant>
      <vt:variant>
        <vt:i4>152</vt:i4>
      </vt:variant>
      <vt:variant>
        <vt:i4>0</vt:i4>
      </vt:variant>
      <vt:variant>
        <vt:i4>5</vt:i4>
      </vt:variant>
      <vt:variant>
        <vt:lpwstr/>
      </vt:variant>
      <vt:variant>
        <vt:lpwstr>_Toc290554428</vt:lpwstr>
      </vt:variant>
      <vt:variant>
        <vt:i4>1900595</vt:i4>
      </vt:variant>
      <vt:variant>
        <vt:i4>146</vt:i4>
      </vt:variant>
      <vt:variant>
        <vt:i4>0</vt:i4>
      </vt:variant>
      <vt:variant>
        <vt:i4>5</vt:i4>
      </vt:variant>
      <vt:variant>
        <vt:lpwstr/>
      </vt:variant>
      <vt:variant>
        <vt:lpwstr>_Toc290554427</vt:lpwstr>
      </vt:variant>
      <vt:variant>
        <vt:i4>1900595</vt:i4>
      </vt:variant>
      <vt:variant>
        <vt:i4>140</vt:i4>
      </vt:variant>
      <vt:variant>
        <vt:i4>0</vt:i4>
      </vt:variant>
      <vt:variant>
        <vt:i4>5</vt:i4>
      </vt:variant>
      <vt:variant>
        <vt:lpwstr/>
      </vt:variant>
      <vt:variant>
        <vt:lpwstr>_Toc290554426</vt:lpwstr>
      </vt:variant>
      <vt:variant>
        <vt:i4>1900595</vt:i4>
      </vt:variant>
      <vt:variant>
        <vt:i4>134</vt:i4>
      </vt:variant>
      <vt:variant>
        <vt:i4>0</vt:i4>
      </vt:variant>
      <vt:variant>
        <vt:i4>5</vt:i4>
      </vt:variant>
      <vt:variant>
        <vt:lpwstr/>
      </vt:variant>
      <vt:variant>
        <vt:lpwstr>_Toc290554425</vt:lpwstr>
      </vt:variant>
      <vt:variant>
        <vt:i4>1900595</vt:i4>
      </vt:variant>
      <vt:variant>
        <vt:i4>128</vt:i4>
      </vt:variant>
      <vt:variant>
        <vt:i4>0</vt:i4>
      </vt:variant>
      <vt:variant>
        <vt:i4>5</vt:i4>
      </vt:variant>
      <vt:variant>
        <vt:lpwstr/>
      </vt:variant>
      <vt:variant>
        <vt:lpwstr>_Toc290554424</vt:lpwstr>
      </vt:variant>
      <vt:variant>
        <vt:i4>1900595</vt:i4>
      </vt:variant>
      <vt:variant>
        <vt:i4>122</vt:i4>
      </vt:variant>
      <vt:variant>
        <vt:i4>0</vt:i4>
      </vt:variant>
      <vt:variant>
        <vt:i4>5</vt:i4>
      </vt:variant>
      <vt:variant>
        <vt:lpwstr/>
      </vt:variant>
      <vt:variant>
        <vt:lpwstr>_Toc290554423</vt:lpwstr>
      </vt:variant>
      <vt:variant>
        <vt:i4>1900595</vt:i4>
      </vt:variant>
      <vt:variant>
        <vt:i4>116</vt:i4>
      </vt:variant>
      <vt:variant>
        <vt:i4>0</vt:i4>
      </vt:variant>
      <vt:variant>
        <vt:i4>5</vt:i4>
      </vt:variant>
      <vt:variant>
        <vt:lpwstr/>
      </vt:variant>
      <vt:variant>
        <vt:lpwstr>_Toc290554422</vt:lpwstr>
      </vt:variant>
      <vt:variant>
        <vt:i4>1900595</vt:i4>
      </vt:variant>
      <vt:variant>
        <vt:i4>110</vt:i4>
      </vt:variant>
      <vt:variant>
        <vt:i4>0</vt:i4>
      </vt:variant>
      <vt:variant>
        <vt:i4>5</vt:i4>
      </vt:variant>
      <vt:variant>
        <vt:lpwstr/>
      </vt:variant>
      <vt:variant>
        <vt:lpwstr>_Toc290554421</vt:lpwstr>
      </vt:variant>
      <vt:variant>
        <vt:i4>1900595</vt:i4>
      </vt:variant>
      <vt:variant>
        <vt:i4>104</vt:i4>
      </vt:variant>
      <vt:variant>
        <vt:i4>0</vt:i4>
      </vt:variant>
      <vt:variant>
        <vt:i4>5</vt:i4>
      </vt:variant>
      <vt:variant>
        <vt:lpwstr/>
      </vt:variant>
      <vt:variant>
        <vt:lpwstr>_Toc290554420</vt:lpwstr>
      </vt:variant>
      <vt:variant>
        <vt:i4>1966131</vt:i4>
      </vt:variant>
      <vt:variant>
        <vt:i4>98</vt:i4>
      </vt:variant>
      <vt:variant>
        <vt:i4>0</vt:i4>
      </vt:variant>
      <vt:variant>
        <vt:i4>5</vt:i4>
      </vt:variant>
      <vt:variant>
        <vt:lpwstr/>
      </vt:variant>
      <vt:variant>
        <vt:lpwstr>_Toc290554419</vt:lpwstr>
      </vt:variant>
      <vt:variant>
        <vt:i4>1966131</vt:i4>
      </vt:variant>
      <vt:variant>
        <vt:i4>92</vt:i4>
      </vt:variant>
      <vt:variant>
        <vt:i4>0</vt:i4>
      </vt:variant>
      <vt:variant>
        <vt:i4>5</vt:i4>
      </vt:variant>
      <vt:variant>
        <vt:lpwstr/>
      </vt:variant>
      <vt:variant>
        <vt:lpwstr>_Toc290554418</vt:lpwstr>
      </vt:variant>
      <vt:variant>
        <vt:i4>1966131</vt:i4>
      </vt:variant>
      <vt:variant>
        <vt:i4>86</vt:i4>
      </vt:variant>
      <vt:variant>
        <vt:i4>0</vt:i4>
      </vt:variant>
      <vt:variant>
        <vt:i4>5</vt:i4>
      </vt:variant>
      <vt:variant>
        <vt:lpwstr/>
      </vt:variant>
      <vt:variant>
        <vt:lpwstr>_Toc290554417</vt:lpwstr>
      </vt:variant>
      <vt:variant>
        <vt:i4>1966131</vt:i4>
      </vt:variant>
      <vt:variant>
        <vt:i4>80</vt:i4>
      </vt:variant>
      <vt:variant>
        <vt:i4>0</vt:i4>
      </vt:variant>
      <vt:variant>
        <vt:i4>5</vt:i4>
      </vt:variant>
      <vt:variant>
        <vt:lpwstr/>
      </vt:variant>
      <vt:variant>
        <vt:lpwstr>_Toc290554416</vt:lpwstr>
      </vt:variant>
      <vt:variant>
        <vt:i4>1966131</vt:i4>
      </vt:variant>
      <vt:variant>
        <vt:i4>74</vt:i4>
      </vt:variant>
      <vt:variant>
        <vt:i4>0</vt:i4>
      </vt:variant>
      <vt:variant>
        <vt:i4>5</vt:i4>
      </vt:variant>
      <vt:variant>
        <vt:lpwstr/>
      </vt:variant>
      <vt:variant>
        <vt:lpwstr>_Toc290554415</vt:lpwstr>
      </vt:variant>
      <vt:variant>
        <vt:i4>1966131</vt:i4>
      </vt:variant>
      <vt:variant>
        <vt:i4>68</vt:i4>
      </vt:variant>
      <vt:variant>
        <vt:i4>0</vt:i4>
      </vt:variant>
      <vt:variant>
        <vt:i4>5</vt:i4>
      </vt:variant>
      <vt:variant>
        <vt:lpwstr/>
      </vt:variant>
      <vt:variant>
        <vt:lpwstr>_Toc290554414</vt:lpwstr>
      </vt:variant>
      <vt:variant>
        <vt:i4>1966131</vt:i4>
      </vt:variant>
      <vt:variant>
        <vt:i4>62</vt:i4>
      </vt:variant>
      <vt:variant>
        <vt:i4>0</vt:i4>
      </vt:variant>
      <vt:variant>
        <vt:i4>5</vt:i4>
      </vt:variant>
      <vt:variant>
        <vt:lpwstr/>
      </vt:variant>
      <vt:variant>
        <vt:lpwstr>_Toc290554413</vt:lpwstr>
      </vt:variant>
      <vt:variant>
        <vt:i4>1966131</vt:i4>
      </vt:variant>
      <vt:variant>
        <vt:i4>56</vt:i4>
      </vt:variant>
      <vt:variant>
        <vt:i4>0</vt:i4>
      </vt:variant>
      <vt:variant>
        <vt:i4>5</vt:i4>
      </vt:variant>
      <vt:variant>
        <vt:lpwstr/>
      </vt:variant>
      <vt:variant>
        <vt:lpwstr>_Toc290554412</vt:lpwstr>
      </vt:variant>
      <vt:variant>
        <vt:i4>1966131</vt:i4>
      </vt:variant>
      <vt:variant>
        <vt:i4>50</vt:i4>
      </vt:variant>
      <vt:variant>
        <vt:i4>0</vt:i4>
      </vt:variant>
      <vt:variant>
        <vt:i4>5</vt:i4>
      </vt:variant>
      <vt:variant>
        <vt:lpwstr/>
      </vt:variant>
      <vt:variant>
        <vt:lpwstr>_Toc290554411</vt:lpwstr>
      </vt:variant>
      <vt:variant>
        <vt:i4>1966131</vt:i4>
      </vt:variant>
      <vt:variant>
        <vt:i4>44</vt:i4>
      </vt:variant>
      <vt:variant>
        <vt:i4>0</vt:i4>
      </vt:variant>
      <vt:variant>
        <vt:i4>5</vt:i4>
      </vt:variant>
      <vt:variant>
        <vt:lpwstr/>
      </vt:variant>
      <vt:variant>
        <vt:lpwstr>_Toc290554410</vt:lpwstr>
      </vt:variant>
      <vt:variant>
        <vt:i4>2031667</vt:i4>
      </vt:variant>
      <vt:variant>
        <vt:i4>38</vt:i4>
      </vt:variant>
      <vt:variant>
        <vt:i4>0</vt:i4>
      </vt:variant>
      <vt:variant>
        <vt:i4>5</vt:i4>
      </vt:variant>
      <vt:variant>
        <vt:lpwstr/>
      </vt:variant>
      <vt:variant>
        <vt:lpwstr>_Toc290554409</vt:lpwstr>
      </vt:variant>
      <vt:variant>
        <vt:i4>2031667</vt:i4>
      </vt:variant>
      <vt:variant>
        <vt:i4>32</vt:i4>
      </vt:variant>
      <vt:variant>
        <vt:i4>0</vt:i4>
      </vt:variant>
      <vt:variant>
        <vt:i4>5</vt:i4>
      </vt:variant>
      <vt:variant>
        <vt:lpwstr/>
      </vt:variant>
      <vt:variant>
        <vt:lpwstr>_Toc290554408</vt:lpwstr>
      </vt:variant>
      <vt:variant>
        <vt:i4>2031667</vt:i4>
      </vt:variant>
      <vt:variant>
        <vt:i4>26</vt:i4>
      </vt:variant>
      <vt:variant>
        <vt:i4>0</vt:i4>
      </vt:variant>
      <vt:variant>
        <vt:i4>5</vt:i4>
      </vt:variant>
      <vt:variant>
        <vt:lpwstr/>
      </vt:variant>
      <vt:variant>
        <vt:lpwstr>_Toc290554407</vt:lpwstr>
      </vt:variant>
      <vt:variant>
        <vt:i4>2031667</vt:i4>
      </vt:variant>
      <vt:variant>
        <vt:i4>20</vt:i4>
      </vt:variant>
      <vt:variant>
        <vt:i4>0</vt:i4>
      </vt:variant>
      <vt:variant>
        <vt:i4>5</vt:i4>
      </vt:variant>
      <vt:variant>
        <vt:lpwstr/>
      </vt:variant>
      <vt:variant>
        <vt:lpwstr>_Toc290554406</vt:lpwstr>
      </vt:variant>
      <vt:variant>
        <vt:i4>2031667</vt:i4>
      </vt:variant>
      <vt:variant>
        <vt:i4>14</vt:i4>
      </vt:variant>
      <vt:variant>
        <vt:i4>0</vt:i4>
      </vt:variant>
      <vt:variant>
        <vt:i4>5</vt:i4>
      </vt:variant>
      <vt:variant>
        <vt:lpwstr/>
      </vt:variant>
      <vt:variant>
        <vt:lpwstr>_Toc290554405</vt:lpwstr>
      </vt:variant>
      <vt:variant>
        <vt:i4>2031667</vt:i4>
      </vt:variant>
      <vt:variant>
        <vt:i4>8</vt:i4>
      </vt:variant>
      <vt:variant>
        <vt:i4>0</vt:i4>
      </vt:variant>
      <vt:variant>
        <vt:i4>5</vt:i4>
      </vt:variant>
      <vt:variant>
        <vt:lpwstr/>
      </vt:variant>
      <vt:variant>
        <vt:lpwstr>_Toc290554404</vt:lpwstr>
      </vt:variant>
      <vt:variant>
        <vt:i4>2031667</vt:i4>
      </vt:variant>
      <vt:variant>
        <vt:i4>2</vt:i4>
      </vt:variant>
      <vt:variant>
        <vt:i4>0</vt:i4>
      </vt:variant>
      <vt:variant>
        <vt:i4>5</vt:i4>
      </vt:variant>
      <vt:variant>
        <vt:lpwstr/>
      </vt:variant>
      <vt:variant>
        <vt:lpwstr>_Toc290554403</vt:lpwstr>
      </vt:variant>
      <vt:variant>
        <vt:i4>1114223</vt:i4>
      </vt:variant>
      <vt:variant>
        <vt:i4>9</vt:i4>
      </vt:variant>
      <vt:variant>
        <vt:i4>0</vt:i4>
      </vt:variant>
      <vt:variant>
        <vt:i4>5</vt:i4>
      </vt:variant>
      <vt:variant>
        <vt:lpwstr>mailto:info@oxid-esales.com</vt:lpwstr>
      </vt:variant>
      <vt:variant>
        <vt:lpwstr/>
      </vt:variant>
      <vt:variant>
        <vt:i4>1114223</vt:i4>
      </vt:variant>
      <vt:variant>
        <vt:i4>0</vt:i4>
      </vt:variant>
      <vt:variant>
        <vt:i4>0</vt:i4>
      </vt:variant>
      <vt:variant>
        <vt:i4>5</vt:i4>
      </vt:variant>
      <vt:variant>
        <vt:lpwstr>mailto:info@oxid-esales.com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Benutzerhandbuch GDPR Opt-in</dc:title>
  <dc:creator>OXID eSales</dc:creator>
  <dc:description>Beschreibt das Modul GDPR 2.0 für OXID eShop 6.0.2 und höher</dc:description>
  <cp:lastModifiedBy>Juergen Busch</cp:lastModifiedBy>
  <cp:revision>39</cp:revision>
  <cp:lastPrinted>2018-05-04T13:08:00Z</cp:lastPrinted>
  <dcterms:created xsi:type="dcterms:W3CDTF">2018-04-03T09:52:00Z</dcterms:created>
  <dcterms:modified xsi:type="dcterms:W3CDTF">2018-05-04T13:08:00Z</dcterms:modified>
</cp:coreProperties>
</file>